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8200" w14:textId="77777777" w:rsidR="003A1566" w:rsidRPr="003307FD" w:rsidRDefault="003A1566" w:rsidP="003A1566">
      <w:pPr>
        <w:spacing w:after="240" w:line="360" w:lineRule="auto"/>
        <w:jc w:val="center"/>
        <w:rPr>
          <w:rFonts w:ascii="맑은 고딕" w:eastAsia="맑은 고딕" w:hAnsi="맑은 고딕"/>
          <w:b/>
          <w:bCs/>
          <w:sz w:val="28"/>
          <w:szCs w:val="28"/>
        </w:rPr>
      </w:pP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법무법인 세움 </w:t>
      </w:r>
      <w:r w:rsidRPr="003307FD">
        <w:rPr>
          <w:rFonts w:ascii="맑은 고딕" w:eastAsia="맑은 고딕" w:hAnsi="맑은 고딕"/>
          <w:b/>
          <w:bCs/>
          <w:sz w:val="28"/>
          <w:szCs w:val="28"/>
        </w:rPr>
        <w:t>&lt;</w:t>
      </w: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이룸&gt; 장학생 신청서 </w:t>
      </w:r>
      <w:r w:rsidRPr="003307FD">
        <w:rPr>
          <w:rFonts w:ascii="맑은 고딕" w:eastAsia="맑은 고딕" w:hAnsi="맑은 고딕"/>
          <w:b/>
          <w:bCs/>
          <w:sz w:val="28"/>
          <w:szCs w:val="28"/>
        </w:rPr>
        <w:t>[</w:t>
      </w: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>학생용]</w:t>
      </w:r>
    </w:p>
    <w:tbl>
      <w:tblPr>
        <w:tblStyle w:val="2f"/>
        <w:tblW w:w="8965" w:type="dxa"/>
        <w:tblLook w:val="04A0" w:firstRow="1" w:lastRow="0" w:firstColumn="1" w:lastColumn="0" w:noHBand="0" w:noVBand="1"/>
      </w:tblPr>
      <w:tblGrid>
        <w:gridCol w:w="1828"/>
        <w:gridCol w:w="2652"/>
        <w:gridCol w:w="41"/>
        <w:gridCol w:w="1701"/>
        <w:gridCol w:w="2743"/>
      </w:tblGrid>
      <w:tr w:rsidR="00BC3A07" w:rsidRPr="003307FD" w14:paraId="0E3D135B" w14:textId="77777777" w:rsidTr="00217F32">
        <w:trPr>
          <w:trHeight w:val="499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E4A1423" w14:textId="3945BB04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성명</w:t>
            </w:r>
          </w:p>
        </w:tc>
        <w:tc>
          <w:tcPr>
            <w:tcW w:w="265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F37042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268365" w14:textId="621E73FB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생년월일</w:t>
            </w:r>
          </w:p>
        </w:tc>
        <w:tc>
          <w:tcPr>
            <w:tcW w:w="27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288B976E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BC3A07" w:rsidRPr="003307FD" w14:paraId="304F37EB" w14:textId="77777777" w:rsidTr="00217F32">
        <w:trPr>
          <w:trHeight w:val="525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81C4CF8" w14:textId="503A6B8B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현주소</w:t>
            </w:r>
          </w:p>
        </w:tc>
        <w:tc>
          <w:tcPr>
            <w:tcW w:w="71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0C1A7CD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BC3A07" w:rsidRPr="003307FD" w14:paraId="675BA6CD" w14:textId="77777777" w:rsidTr="00217F32">
        <w:trPr>
          <w:trHeight w:val="499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A21010B" w14:textId="6B2F0097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>본인 전화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1F890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16"/>
                <w:szCs w:val="16"/>
              </w:rPr>
            </w:pP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195F91" w14:textId="1B60531D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sz w:val="16"/>
                <w:szCs w:val="16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 xml:space="preserve">본인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E</w:t>
            </w:r>
            <w:r w:rsidRPr="003307FD">
              <w:rPr>
                <w:rFonts w:eastAsia="맑은 고딕"/>
                <w:b/>
                <w:bCs/>
                <w:sz w:val="20"/>
              </w:rPr>
              <w:t>-mail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773FA71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16"/>
                <w:szCs w:val="16"/>
              </w:rPr>
            </w:pPr>
          </w:p>
        </w:tc>
      </w:tr>
      <w:tr w:rsidR="00BC3A07" w:rsidRPr="003307FD" w14:paraId="75655834" w14:textId="77777777" w:rsidTr="00217F32">
        <w:trPr>
          <w:trHeight w:val="499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21AF9F0" w14:textId="02619B15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>고등학교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FF34282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B324B" w14:textId="5DDAFCD1" w:rsidR="00BC3A07" w:rsidRPr="00FB208F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FB208F">
              <w:rPr>
                <w:rFonts w:eastAsia="맑은 고딕" w:hint="eastAsia"/>
                <w:b/>
                <w:bCs/>
                <w:sz w:val="20"/>
              </w:rPr>
              <w:t>전공(해당자)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9D54283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BC3A07" w:rsidRPr="003307FD" w14:paraId="01808655" w14:textId="77777777" w:rsidTr="00217F32">
        <w:trPr>
          <w:trHeight w:val="499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BF5C112" w14:textId="6BD29202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보호자명</w:t>
            </w:r>
          </w:p>
        </w:tc>
        <w:tc>
          <w:tcPr>
            <w:tcW w:w="2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FCA4E2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7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04E47AB" w14:textId="71919B0E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보호자와의 관계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6205598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BC3A07" w:rsidRPr="003307FD" w14:paraId="65A664EA" w14:textId="77777777" w:rsidTr="00217F32">
        <w:trPr>
          <w:trHeight w:val="525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AAE23C0" w14:textId="79E9B4A2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>보호자 전화</w:t>
            </w:r>
          </w:p>
        </w:tc>
        <w:tc>
          <w:tcPr>
            <w:tcW w:w="71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59E516C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BC3A07" w:rsidRPr="003307FD" w14:paraId="079D5F06" w14:textId="77777777" w:rsidTr="00217F32">
        <w:trPr>
          <w:trHeight w:val="1523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B7A4631" w14:textId="0E4C8C6C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>신청자격</w:t>
            </w:r>
          </w:p>
        </w:tc>
        <w:tc>
          <w:tcPr>
            <w:tcW w:w="71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17CA8B5" w14:textId="77777777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sz w:val="14"/>
                <w:szCs w:val="16"/>
              </w:rPr>
            </w:pPr>
          </w:p>
          <w:p w14:paraId="566113F3" w14:textId="77777777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sz w:val="20"/>
              </w:rPr>
              <w:t>기초생활수급</w:t>
            </w:r>
            <w:r>
              <w:rPr>
                <w:rFonts w:eastAsia="맑은 고딕" w:hint="eastAsia"/>
                <w:sz w:val="20"/>
              </w:rPr>
              <w:t>자(</w:t>
            </w:r>
            <w:r w:rsidRPr="00B95E7E">
              <w:rPr>
                <w:rFonts w:ascii="Noto Sans CJK KR Light" w:eastAsia="Noto Sans CJK KR Light" w:hAnsi="Noto Sans CJK KR Light" w:cs="Arial" w:hint="eastAsia"/>
                <w:color w:val="000000" w:themeColor="dark1"/>
                <w:kern w:val="24"/>
                <w:sz w:val="21"/>
                <w:szCs w:val="21"/>
              </w:rPr>
              <w:t>생계급여, 의료급여, 주거급여, 교육급여</w:t>
            </w:r>
            <w:r>
              <w:rPr>
                <w:rFonts w:ascii="Noto Sans CJK KR Light" w:eastAsia="Noto Sans CJK KR Light" w:hAnsi="Noto Sans CJK KR Light" w:cs="Arial" w:hint="eastAsia"/>
                <w:color w:val="000000" w:themeColor="dark1"/>
                <w:kern w:val="24"/>
                <w:sz w:val="21"/>
                <w:szCs w:val="21"/>
              </w:rPr>
              <w:t>)</w:t>
            </w:r>
            <w:r w:rsidRPr="003307FD"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>[</w:t>
            </w:r>
            <w:r w:rsidRPr="003307FD">
              <w:rPr>
                <w:rFonts w:eastAsia="맑은 고딕"/>
                <w:sz w:val="20"/>
              </w:rPr>
              <w:t xml:space="preserve">    </w:t>
            </w:r>
            <w:r>
              <w:rPr>
                <w:rFonts w:eastAsia="맑은 고딕" w:hint="eastAsia"/>
                <w:sz w:val="20"/>
              </w:rPr>
              <w:t>]</w:t>
            </w:r>
            <w:proofErr w:type="gramEnd"/>
            <w:r w:rsidRPr="003307FD">
              <w:rPr>
                <w:rFonts w:eastAsia="맑은 고딕"/>
                <w:sz w:val="20"/>
              </w:rPr>
              <w:t xml:space="preserve">  </w:t>
            </w:r>
            <w:r>
              <w:rPr>
                <w:rFonts w:eastAsia="맑은 고딕"/>
                <w:sz w:val="20"/>
              </w:rPr>
              <w:br/>
            </w:r>
            <w:r w:rsidRPr="003307FD">
              <w:rPr>
                <w:rFonts w:eastAsia="맑은 고딕" w:hint="eastAsia"/>
                <w:sz w:val="20"/>
              </w:rPr>
              <w:t>차상위</w:t>
            </w:r>
            <w:r>
              <w:rPr>
                <w:rFonts w:eastAsia="맑은 고딕" w:hint="eastAsia"/>
                <w:sz w:val="20"/>
              </w:rPr>
              <w:t>계층</w:t>
            </w:r>
            <w:r w:rsidRPr="003307FD"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>[</w:t>
            </w:r>
            <w:r w:rsidRPr="003307FD">
              <w:rPr>
                <w:rFonts w:eastAsia="맑은 고딕"/>
                <w:sz w:val="20"/>
              </w:rPr>
              <w:t xml:space="preserve">    </w:t>
            </w:r>
            <w:r>
              <w:rPr>
                <w:rFonts w:eastAsia="맑은 고딕" w:hint="eastAsia"/>
                <w:sz w:val="20"/>
              </w:rPr>
              <w:t>]</w:t>
            </w:r>
            <w:proofErr w:type="gramEnd"/>
            <w:r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 xml:space="preserve">/ </w:t>
            </w:r>
            <w:r w:rsidRPr="003307FD">
              <w:rPr>
                <w:rFonts w:eastAsia="맑은 고딕" w:hint="eastAsia"/>
                <w:sz w:val="20"/>
              </w:rPr>
              <w:t>조손가정</w:t>
            </w:r>
            <w:proofErr w:type="gramEnd"/>
            <w:r w:rsidRPr="003307FD"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>[</w:t>
            </w:r>
            <w:r w:rsidRPr="003307FD">
              <w:rPr>
                <w:rFonts w:eastAsia="맑은 고딕"/>
                <w:sz w:val="20"/>
              </w:rPr>
              <w:t xml:space="preserve">    </w:t>
            </w:r>
            <w:r>
              <w:rPr>
                <w:rFonts w:eastAsia="맑은 고딕" w:hint="eastAsia"/>
                <w:sz w:val="20"/>
              </w:rPr>
              <w:t>]</w:t>
            </w:r>
            <w:proofErr w:type="gramEnd"/>
            <w:r w:rsidRPr="003307FD">
              <w:rPr>
                <w:rFonts w:eastAsia="맑은 고딕"/>
                <w:sz w:val="20"/>
              </w:rPr>
              <w:t xml:space="preserve"> / </w:t>
            </w:r>
            <w:r>
              <w:rPr>
                <w:rFonts w:eastAsia="맑은 고딕"/>
                <w:sz w:val="20"/>
              </w:rPr>
              <w:br/>
            </w:r>
            <w:r w:rsidRPr="003307FD">
              <w:rPr>
                <w:rFonts w:eastAsia="맑은 고딕" w:hint="eastAsia"/>
                <w:sz w:val="20"/>
              </w:rPr>
              <w:t xml:space="preserve">소년소녀가정 </w:t>
            </w:r>
            <w:proofErr w:type="gramStart"/>
            <w:r>
              <w:rPr>
                <w:rFonts w:eastAsia="맑은 고딕" w:hint="eastAsia"/>
                <w:sz w:val="20"/>
              </w:rPr>
              <w:t>[</w:t>
            </w:r>
            <w:r w:rsidRPr="003307FD">
              <w:rPr>
                <w:rFonts w:eastAsia="맑은 고딕"/>
                <w:sz w:val="20"/>
              </w:rPr>
              <w:t xml:space="preserve">    </w:t>
            </w:r>
            <w:r>
              <w:rPr>
                <w:rFonts w:eastAsia="맑은 고딕" w:hint="eastAsia"/>
                <w:sz w:val="20"/>
              </w:rPr>
              <w:t>]</w:t>
            </w:r>
            <w:proofErr w:type="gramEnd"/>
            <w:r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>/ 시설</w:t>
            </w:r>
            <w:proofErr w:type="gramEnd"/>
            <w:r>
              <w:rPr>
                <w:rFonts w:eastAsia="맑은 고딕" w:hint="eastAsia"/>
                <w:sz w:val="20"/>
              </w:rPr>
              <w:t>, 그룹홈</w:t>
            </w:r>
            <w:r w:rsidRPr="003307FD">
              <w:rPr>
                <w:rFonts w:eastAsia="맑은 고딕" w:hint="eastAsia"/>
                <w:sz w:val="20"/>
              </w:rPr>
              <w:t xml:space="preserve"> </w:t>
            </w:r>
            <w:proofErr w:type="gramStart"/>
            <w:r>
              <w:rPr>
                <w:rFonts w:eastAsia="맑은 고딕" w:hint="eastAsia"/>
                <w:sz w:val="20"/>
              </w:rPr>
              <w:t>[</w:t>
            </w:r>
            <w:r w:rsidRPr="003307FD">
              <w:rPr>
                <w:rFonts w:eastAsia="맑은 고딕"/>
                <w:sz w:val="20"/>
              </w:rPr>
              <w:t xml:space="preserve">    </w:t>
            </w:r>
            <w:r>
              <w:rPr>
                <w:rFonts w:eastAsia="맑은 고딕" w:hint="eastAsia"/>
                <w:sz w:val="20"/>
              </w:rPr>
              <w:t>]</w:t>
            </w:r>
            <w:proofErr w:type="gramEnd"/>
          </w:p>
          <w:p w14:paraId="3CBBB1B6" w14:textId="65473634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※ O</w:t>
            </w:r>
            <w:r w:rsidRPr="003307FD">
              <w:rPr>
                <w:rFonts w:eastAsia="맑은 고딕"/>
                <w:b/>
                <w:bCs/>
                <w:sz w:val="20"/>
              </w:rPr>
              <w:t>, X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로 표시(복수표시가능)</w:t>
            </w:r>
          </w:p>
        </w:tc>
      </w:tr>
      <w:tr w:rsidR="00BC3A07" w:rsidRPr="003307FD" w14:paraId="197BF360" w14:textId="77777777" w:rsidTr="00217F32">
        <w:trPr>
          <w:trHeight w:val="824"/>
        </w:trPr>
        <w:tc>
          <w:tcPr>
            <w:tcW w:w="18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7A1C53F" w14:textId="77777777" w:rsidR="00BC3A07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>
              <w:rPr>
                <w:rFonts w:eastAsia="맑은 고딕" w:hint="eastAsia"/>
                <w:b/>
                <w:bCs/>
                <w:sz w:val="20"/>
              </w:rPr>
              <w:t>시설, 그룹홈명</w:t>
            </w:r>
          </w:p>
          <w:p w14:paraId="7E820A92" w14:textId="4418E145" w:rsidR="00BC3A07" w:rsidRPr="00250439" w:rsidRDefault="00BC3A07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18"/>
                <w:szCs w:val="18"/>
              </w:rPr>
            </w:pPr>
            <w:r w:rsidRPr="00250439">
              <w:rPr>
                <w:rFonts w:eastAsia="맑은 고딕" w:hint="eastAsia"/>
                <w:b/>
                <w:bCs/>
                <w:sz w:val="18"/>
                <w:szCs w:val="18"/>
              </w:rPr>
              <w:t>(</w:t>
            </w:r>
            <w:r>
              <w:rPr>
                <w:rFonts w:eastAsia="맑은 고딕" w:hint="eastAsia"/>
                <w:b/>
                <w:bCs/>
                <w:sz w:val="18"/>
                <w:szCs w:val="18"/>
              </w:rPr>
              <w:t>해당</w:t>
            </w:r>
            <w:r w:rsidRPr="00250439">
              <w:rPr>
                <w:rFonts w:eastAsia="맑은 고딕" w:hint="eastAsia"/>
                <w:b/>
                <w:bCs/>
                <w:sz w:val="18"/>
                <w:szCs w:val="18"/>
              </w:rPr>
              <w:t xml:space="preserve"> 시 작성)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DC7EAB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F45B3B" w14:textId="19B1FFD3" w:rsidR="00BC3A07" w:rsidRPr="003307FD" w:rsidRDefault="00BC3A07" w:rsidP="00BC3A07">
            <w:pPr>
              <w:spacing w:line="240" w:lineRule="auto"/>
              <w:jc w:val="center"/>
              <w:rPr>
                <w:rFonts w:eastAsia="맑은 고딕"/>
                <w:sz w:val="20"/>
              </w:rPr>
            </w:pPr>
            <w:r w:rsidRPr="00250439">
              <w:rPr>
                <w:rFonts w:eastAsia="맑은 고딕" w:hint="eastAsia"/>
                <w:b/>
                <w:bCs/>
                <w:sz w:val="20"/>
              </w:rPr>
              <w:t>입퇴소년도</w:t>
            </w:r>
          </w:p>
        </w:tc>
        <w:tc>
          <w:tcPr>
            <w:tcW w:w="27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F5CE2F7" w14:textId="77777777" w:rsidR="00BC3A07" w:rsidRPr="003307FD" w:rsidRDefault="00BC3A07" w:rsidP="00BC3A07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3A1566" w:rsidRPr="003307FD" w14:paraId="4E778EA1" w14:textId="77777777" w:rsidTr="00217F32">
        <w:trPr>
          <w:trHeight w:val="639"/>
        </w:trPr>
        <w:tc>
          <w:tcPr>
            <w:tcW w:w="896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3474F4" w14:textId="77777777" w:rsidR="003A1566" w:rsidRPr="003307FD" w:rsidRDefault="003A1566" w:rsidP="00217F32">
            <w:pPr>
              <w:spacing w:line="240" w:lineRule="auto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※ </w:t>
            </w:r>
            <w:r w:rsidRPr="00250439">
              <w:rPr>
                <w:rFonts w:eastAsia="맑은 고딕" w:hint="eastAsia"/>
                <w:b/>
                <w:bCs/>
                <w:sz w:val="18"/>
                <w:szCs w:val="20"/>
              </w:rPr>
              <w:t>보육시설 및 그룹홈에서 성장한 학생이 아닌 경우</w:t>
            </w:r>
            <w:r>
              <w:rPr>
                <w:rFonts w:eastAsia="맑은 고딕" w:hint="eastAsia"/>
                <w:b/>
                <w:bCs/>
                <w:sz w:val="18"/>
                <w:szCs w:val="20"/>
              </w:rPr>
              <w:t xml:space="preserve"> </w:t>
            </w:r>
            <w:r w:rsidRPr="00250439">
              <w:rPr>
                <w:rFonts w:eastAsia="맑은 고딕" w:hint="eastAsia"/>
                <w:b/>
                <w:bCs/>
                <w:sz w:val="18"/>
                <w:szCs w:val="20"/>
              </w:rPr>
              <w:t xml:space="preserve">시설명과 입퇴소년도는 </w:t>
            </w:r>
            <w:r w:rsidRPr="00250439">
              <w:rPr>
                <w:rFonts w:eastAsia="맑은 고딕"/>
                <w:b/>
                <w:bCs/>
                <w:sz w:val="18"/>
                <w:szCs w:val="20"/>
              </w:rPr>
              <w:t>‘</w:t>
            </w:r>
            <w:r w:rsidRPr="00250439">
              <w:rPr>
                <w:rFonts w:eastAsia="맑은 고딕" w:hint="eastAsia"/>
                <w:b/>
                <w:bCs/>
                <w:sz w:val="18"/>
                <w:szCs w:val="20"/>
              </w:rPr>
              <w:t>해당없음</w:t>
            </w:r>
            <w:r w:rsidRPr="00250439">
              <w:rPr>
                <w:rFonts w:eastAsia="맑은 고딕"/>
                <w:b/>
                <w:bCs/>
                <w:sz w:val="18"/>
                <w:szCs w:val="20"/>
              </w:rPr>
              <w:t>’</w:t>
            </w:r>
            <w:r w:rsidRPr="00250439">
              <w:rPr>
                <w:rFonts w:eastAsia="맑은 고딕" w:hint="eastAsia"/>
                <w:b/>
                <w:bCs/>
                <w:sz w:val="18"/>
                <w:szCs w:val="20"/>
              </w:rPr>
              <w:t>으로 작성</w:t>
            </w:r>
          </w:p>
        </w:tc>
      </w:tr>
      <w:tr w:rsidR="003A1566" w:rsidRPr="003307FD" w14:paraId="772AA470" w14:textId="77777777" w:rsidTr="00217F32">
        <w:trPr>
          <w:trHeight w:val="5207"/>
        </w:trPr>
        <w:tc>
          <w:tcPr>
            <w:tcW w:w="8965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A79618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47360E3B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7FCCBC68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6C64CCDA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위와 같이 </w:t>
            </w:r>
            <w:r>
              <w:rPr>
                <w:rFonts w:eastAsia="맑은 고딕"/>
                <w:b/>
                <w:bCs/>
                <w:sz w:val="20"/>
              </w:rPr>
              <w:t>2</w:t>
            </w:r>
            <w:r>
              <w:rPr>
                <w:rFonts w:eastAsia="맑은 고딕" w:hint="eastAsia"/>
                <w:b/>
                <w:bCs/>
                <w:sz w:val="20"/>
              </w:rPr>
              <w:t>5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년도 법무법인 세움의 </w:t>
            </w:r>
            <w:r w:rsidRPr="003307FD">
              <w:rPr>
                <w:rFonts w:eastAsia="맑은 고딕"/>
                <w:b/>
                <w:bCs/>
                <w:sz w:val="20"/>
              </w:rPr>
              <w:t>&lt;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이룸&gt;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장학생으로 신청합니다.</w:t>
            </w:r>
          </w:p>
          <w:p w14:paraId="7213B6C3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79574282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2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0  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년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월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일</w:t>
            </w:r>
          </w:p>
          <w:p w14:paraId="239F762E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37858D6A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198EF905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                             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성명: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_</w:t>
            </w:r>
            <w:r w:rsidRPr="003307FD">
              <w:rPr>
                <w:rFonts w:eastAsia="맑은 고딕"/>
                <w:b/>
                <w:bCs/>
                <w:sz w:val="20"/>
              </w:rPr>
              <w:t>___________________________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인</w:t>
            </w:r>
          </w:p>
          <w:p w14:paraId="1CF402AB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58172965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0B9BE847" w14:textId="77777777" w:rsidR="003A1566" w:rsidRPr="003307FD" w:rsidRDefault="003A1566" w:rsidP="00217F32">
            <w:pPr>
              <w:spacing w:line="240" w:lineRule="auto"/>
              <w:jc w:val="center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법무법인 세움 귀중</w:t>
            </w:r>
          </w:p>
        </w:tc>
      </w:tr>
    </w:tbl>
    <w:p w14:paraId="2D32314D" w14:textId="0EF05259" w:rsidR="00016CB6" w:rsidRPr="003307FD" w:rsidRDefault="003A1566" w:rsidP="003A1566">
      <w:pPr>
        <w:spacing w:after="160" w:line="259" w:lineRule="auto"/>
        <w:ind w:left="200" w:hangingChars="100" w:hanging="200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/>
          <w:b/>
          <w:bCs/>
          <w:sz w:val="20"/>
          <w:szCs w:val="22"/>
        </w:rPr>
        <w:br w:type="page"/>
      </w:r>
    </w:p>
    <w:p w14:paraId="41FD174B" w14:textId="77777777" w:rsidR="003A1566" w:rsidRPr="003307FD" w:rsidRDefault="003A1566" w:rsidP="003A1566">
      <w:pPr>
        <w:spacing w:after="160" w:line="259" w:lineRule="auto"/>
        <w:jc w:val="center"/>
        <w:rPr>
          <w:rFonts w:ascii="맑은 고딕" w:eastAsia="맑은 고딕" w:hAnsi="맑은 고딕"/>
          <w:b/>
          <w:bCs/>
          <w:sz w:val="28"/>
          <w:szCs w:val="28"/>
        </w:rPr>
      </w:pP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lastRenderedPageBreak/>
        <w:t xml:space="preserve">자기소개서 </w:t>
      </w:r>
      <w:r w:rsidRPr="003307FD">
        <w:rPr>
          <w:rFonts w:ascii="맑은 고딕" w:eastAsia="맑은 고딕" w:hAnsi="맑은 고딕"/>
          <w:b/>
          <w:bCs/>
          <w:sz w:val="28"/>
          <w:szCs w:val="28"/>
        </w:rPr>
        <w:t>[</w:t>
      </w: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>학생용]</w:t>
      </w:r>
      <w:r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 (자유분량)</w:t>
      </w:r>
    </w:p>
    <w:tbl>
      <w:tblPr>
        <w:tblStyle w:val="2f"/>
        <w:tblpPr w:leftFromText="142" w:rightFromText="142" w:vertAnchor="text" w:horzAnchor="margin" w:tblpY="1"/>
        <w:tblW w:w="90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6"/>
      </w:tblGrid>
      <w:tr w:rsidR="00016CB6" w:rsidRPr="003307FD" w14:paraId="27115698" w14:textId="77777777" w:rsidTr="00016CB6">
        <w:trPr>
          <w:trHeight w:val="274"/>
        </w:trPr>
        <w:tc>
          <w:tcPr>
            <w:tcW w:w="9046" w:type="dxa"/>
            <w:shd w:val="clear" w:color="auto" w:fill="D9D9D9"/>
          </w:tcPr>
          <w:p w14:paraId="2B103015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1. 자기소개</w:t>
            </w:r>
          </w:p>
        </w:tc>
      </w:tr>
      <w:tr w:rsidR="00016CB6" w:rsidRPr="003307FD" w14:paraId="61075664" w14:textId="77777777" w:rsidTr="005773DD">
        <w:trPr>
          <w:trHeight w:val="2443"/>
        </w:trPr>
        <w:tc>
          <w:tcPr>
            <w:tcW w:w="9046" w:type="dxa"/>
          </w:tcPr>
          <w:p w14:paraId="5F33CB33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sz w:val="20"/>
              </w:rPr>
              <w:t>①</w:t>
            </w:r>
            <w:r w:rsidRPr="003307FD">
              <w:rPr>
                <w:rFonts w:eastAsia="맑은 고딕"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sz w:val="20"/>
              </w:rPr>
              <w:t>삶의 가치관 및 성격,</w:t>
            </w:r>
            <w:r w:rsidRPr="003307FD">
              <w:rPr>
                <w:rFonts w:eastAsia="맑은 고딕"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sz w:val="20"/>
              </w:rPr>
              <w:t>특기</w:t>
            </w:r>
          </w:p>
        </w:tc>
      </w:tr>
      <w:tr w:rsidR="00016CB6" w:rsidRPr="003307FD" w14:paraId="5BD24929" w14:textId="77777777" w:rsidTr="005773DD">
        <w:trPr>
          <w:trHeight w:val="2534"/>
        </w:trPr>
        <w:tc>
          <w:tcPr>
            <w:tcW w:w="9046" w:type="dxa"/>
          </w:tcPr>
          <w:p w14:paraId="718A259F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sz w:val="20"/>
              </w:rPr>
              <w:t>②</w:t>
            </w:r>
            <w:r w:rsidRPr="003307FD">
              <w:rPr>
                <w:rFonts w:eastAsia="맑은 고딕"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sz w:val="20"/>
              </w:rPr>
              <w:t>앞으로 살아가며 이루고자 하는 꿈</w:t>
            </w:r>
          </w:p>
        </w:tc>
      </w:tr>
      <w:tr w:rsidR="00016CB6" w:rsidRPr="003307FD" w14:paraId="118A178F" w14:textId="77777777" w:rsidTr="00016CB6">
        <w:trPr>
          <w:trHeight w:val="314"/>
        </w:trPr>
        <w:tc>
          <w:tcPr>
            <w:tcW w:w="9046" w:type="dxa"/>
            <w:shd w:val="clear" w:color="auto" w:fill="D9D9D9"/>
          </w:tcPr>
          <w:p w14:paraId="2D4D823D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/>
                <w:b/>
                <w:bCs/>
                <w:sz w:val="20"/>
              </w:rPr>
              <w:t>2.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 학업 계획 (목표하는 성적보다는 좋아하는 과목이나 진로와 연계하여 답변)</w:t>
            </w:r>
          </w:p>
        </w:tc>
      </w:tr>
      <w:tr w:rsidR="00016CB6" w:rsidRPr="003307FD" w14:paraId="69996A37" w14:textId="77777777" w:rsidTr="005773DD">
        <w:trPr>
          <w:trHeight w:val="3299"/>
        </w:trPr>
        <w:tc>
          <w:tcPr>
            <w:tcW w:w="9046" w:type="dxa"/>
          </w:tcPr>
          <w:p w14:paraId="79B681AB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016CB6" w:rsidRPr="003307FD" w14:paraId="58A7BFEC" w14:textId="77777777" w:rsidTr="00016CB6">
        <w:trPr>
          <w:trHeight w:val="327"/>
        </w:trPr>
        <w:tc>
          <w:tcPr>
            <w:tcW w:w="9046" w:type="dxa"/>
            <w:tcBorders>
              <w:bottom w:val="single" w:sz="8" w:space="0" w:color="auto"/>
            </w:tcBorders>
            <w:shd w:val="clear" w:color="auto" w:fill="D9D9D9"/>
          </w:tcPr>
          <w:p w14:paraId="3D8CABCE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3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.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교내ㆍ외 활동 및 봉사활동 계획</w:t>
            </w:r>
          </w:p>
        </w:tc>
      </w:tr>
      <w:tr w:rsidR="00016CB6" w:rsidRPr="003307FD" w14:paraId="19B97D5E" w14:textId="77777777" w:rsidTr="00016CB6">
        <w:trPr>
          <w:trHeight w:val="2529"/>
        </w:trPr>
        <w:tc>
          <w:tcPr>
            <w:tcW w:w="9046" w:type="dxa"/>
            <w:tcBorders>
              <w:top w:val="single" w:sz="8" w:space="0" w:color="auto"/>
              <w:bottom w:val="single" w:sz="12" w:space="0" w:color="auto"/>
            </w:tcBorders>
          </w:tcPr>
          <w:p w14:paraId="367AA284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</w:tbl>
    <w:p w14:paraId="7C0B49B3" w14:textId="77777777" w:rsidR="00016CB6" w:rsidRPr="003307FD" w:rsidRDefault="00016CB6" w:rsidP="00016CB6">
      <w:pPr>
        <w:spacing w:after="160" w:line="259" w:lineRule="auto"/>
        <w:rPr>
          <w:rFonts w:ascii="맑은 고딕" w:eastAsia="맑은 고딕" w:hAnsi="맑은 고딕"/>
          <w:sz w:val="20"/>
          <w:szCs w:val="22"/>
        </w:rPr>
      </w:pPr>
      <w:r w:rsidRPr="003307FD">
        <w:rPr>
          <w:rFonts w:ascii="맑은 고딕" w:eastAsia="맑은 고딕" w:hAnsi="맑은 고딕"/>
          <w:sz w:val="20"/>
          <w:szCs w:val="22"/>
        </w:rPr>
        <w:br w:type="page"/>
      </w:r>
    </w:p>
    <w:p w14:paraId="58174DF7" w14:textId="77777777" w:rsidR="00016CB6" w:rsidRPr="003307FD" w:rsidRDefault="00016CB6" w:rsidP="00016CB6">
      <w:pPr>
        <w:spacing w:after="160" w:line="259" w:lineRule="auto"/>
        <w:jc w:val="center"/>
        <w:rPr>
          <w:rFonts w:ascii="맑은 고딕" w:eastAsia="맑은 고딕" w:hAnsi="맑은 고딕"/>
          <w:b/>
          <w:bCs/>
          <w:sz w:val="28"/>
          <w:szCs w:val="28"/>
        </w:rPr>
      </w:pP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lastRenderedPageBreak/>
        <w:t xml:space="preserve">장학생 추천서 </w:t>
      </w:r>
      <w:r w:rsidRPr="003307FD">
        <w:rPr>
          <w:rFonts w:ascii="맑은 고딕" w:eastAsia="맑은 고딕" w:hAnsi="맑은 고딕"/>
          <w:b/>
          <w:bCs/>
          <w:sz w:val="28"/>
          <w:szCs w:val="28"/>
        </w:rPr>
        <w:t>[</w:t>
      </w: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>교사용]</w:t>
      </w:r>
    </w:p>
    <w:tbl>
      <w:tblPr>
        <w:tblStyle w:val="2f"/>
        <w:tblW w:w="9067" w:type="dxa"/>
        <w:tblLook w:val="04A0" w:firstRow="1" w:lastRow="0" w:firstColumn="1" w:lastColumn="0" w:noHBand="0" w:noVBand="1"/>
      </w:tblPr>
      <w:tblGrid>
        <w:gridCol w:w="1489"/>
        <w:gridCol w:w="1490"/>
        <w:gridCol w:w="1232"/>
        <w:gridCol w:w="1747"/>
        <w:gridCol w:w="1204"/>
        <w:gridCol w:w="1905"/>
      </w:tblGrid>
      <w:tr w:rsidR="00016CB6" w:rsidRPr="003307FD" w14:paraId="174872B9" w14:textId="77777777" w:rsidTr="00016CB6">
        <w:trPr>
          <w:trHeight w:val="870"/>
        </w:trPr>
        <w:tc>
          <w:tcPr>
            <w:tcW w:w="14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116D2FA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피추천인</w:t>
            </w:r>
          </w:p>
          <w:p w14:paraId="33A876EB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(장학생)성명</w:t>
            </w:r>
          </w:p>
        </w:tc>
        <w:tc>
          <w:tcPr>
            <w:tcW w:w="7578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E6F4C1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016CB6" w:rsidRPr="003307FD" w14:paraId="77BD326C" w14:textId="77777777" w:rsidTr="00016CB6">
        <w:trPr>
          <w:trHeight w:val="684"/>
        </w:trPr>
        <w:tc>
          <w:tcPr>
            <w:tcW w:w="14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165D82E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추천인 성명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346A9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35A9517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소속/직책</w:t>
            </w:r>
          </w:p>
        </w:tc>
        <w:tc>
          <w:tcPr>
            <w:tcW w:w="1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66912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7C9CFF3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연락처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43B7326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20"/>
              </w:rPr>
            </w:pPr>
          </w:p>
        </w:tc>
      </w:tr>
      <w:tr w:rsidR="00016CB6" w:rsidRPr="003307FD" w14:paraId="654109A2" w14:textId="77777777" w:rsidTr="00016CB6">
        <w:trPr>
          <w:trHeight w:val="7323"/>
        </w:trPr>
        <w:tc>
          <w:tcPr>
            <w:tcW w:w="148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0444D3A" w14:textId="77777777" w:rsidR="00016CB6" w:rsidRPr="003307FD" w:rsidRDefault="00016CB6" w:rsidP="00BC3A07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추천사유</w:t>
            </w:r>
          </w:p>
        </w:tc>
        <w:tc>
          <w:tcPr>
            <w:tcW w:w="75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7536470" w14:textId="77777777" w:rsidR="00016CB6" w:rsidRPr="003307FD" w:rsidRDefault="00016CB6" w:rsidP="00016CB6">
            <w:pPr>
              <w:spacing w:line="240" w:lineRule="auto"/>
              <w:rPr>
                <w:rFonts w:eastAsia="맑은 고딕"/>
                <w:sz w:val="18"/>
                <w:szCs w:val="18"/>
              </w:rPr>
            </w:pPr>
            <w:r w:rsidRPr="003307FD">
              <w:rPr>
                <w:rFonts w:eastAsia="맑은 고딕" w:hint="eastAsia"/>
                <w:sz w:val="18"/>
                <w:szCs w:val="18"/>
              </w:rPr>
              <w:t>(기록란이 부족할 때는 별지를 사용하여 작성해도 무방하며,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 xml:space="preserve">총 </w:t>
            </w:r>
            <w:r w:rsidRPr="003307FD">
              <w:rPr>
                <w:rFonts w:eastAsia="맑은 고딕"/>
                <w:sz w:val="18"/>
                <w:szCs w:val="18"/>
              </w:rPr>
              <w:t>2</w:t>
            </w:r>
            <w:r w:rsidRPr="003307FD">
              <w:rPr>
                <w:rFonts w:eastAsia="맑은 고딕" w:hint="eastAsia"/>
                <w:sz w:val="18"/>
                <w:szCs w:val="18"/>
              </w:rPr>
              <w:t>매를 넘지 않도록 함)</w:t>
            </w:r>
          </w:p>
        </w:tc>
      </w:tr>
      <w:tr w:rsidR="00016CB6" w:rsidRPr="003307FD" w14:paraId="3E5F9DC6" w14:textId="77777777" w:rsidTr="00016CB6">
        <w:trPr>
          <w:trHeight w:val="2237"/>
        </w:trPr>
        <w:tc>
          <w:tcPr>
            <w:tcW w:w="9067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B69BE" w14:textId="7A6AAFE0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귀 법인의 </w:t>
            </w:r>
            <w:r w:rsidR="003B2C0C">
              <w:rPr>
                <w:rFonts w:eastAsia="맑은 고딕"/>
                <w:b/>
                <w:bCs/>
                <w:sz w:val="20"/>
              </w:rPr>
              <w:t>2</w:t>
            </w:r>
            <w:r w:rsidR="002A32B1">
              <w:rPr>
                <w:rFonts w:eastAsia="맑은 고딕" w:hint="eastAsia"/>
                <w:b/>
                <w:bCs/>
                <w:sz w:val="20"/>
              </w:rPr>
              <w:t>5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년도 법무법인 세움의 </w:t>
            </w:r>
            <w:r w:rsidRPr="003307FD">
              <w:rPr>
                <w:rFonts w:eastAsia="맑은 고딕"/>
                <w:b/>
                <w:bCs/>
                <w:sz w:val="20"/>
              </w:rPr>
              <w:t>&lt;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이룸&gt;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장학생으로 위 학생을 추천합니다.</w:t>
            </w:r>
          </w:p>
          <w:p w14:paraId="35B441FD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5F5467F1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2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0  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년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월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일</w:t>
            </w:r>
          </w:p>
          <w:p w14:paraId="44246B02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4429F921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                                 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추천인:</w:t>
            </w:r>
            <w:r w:rsidRPr="003307FD">
              <w:rPr>
                <w:rFonts w:eastAsia="맑은 고딕"/>
                <w:b/>
                <w:bCs/>
                <w:sz w:val="20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_</w:t>
            </w:r>
            <w:r w:rsidRPr="003307FD">
              <w:rPr>
                <w:rFonts w:eastAsia="맑은 고딕"/>
                <w:b/>
                <w:bCs/>
                <w:sz w:val="20"/>
              </w:rPr>
              <w:t>___________________________</w:t>
            </w:r>
            <w:r w:rsidRPr="003307FD">
              <w:rPr>
                <w:rFonts w:eastAsia="맑은 고딕" w:hint="eastAsia"/>
                <w:b/>
                <w:bCs/>
                <w:sz w:val="20"/>
              </w:rPr>
              <w:t>인</w:t>
            </w:r>
          </w:p>
          <w:p w14:paraId="194732D2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b/>
                <w:bCs/>
                <w:sz w:val="20"/>
              </w:rPr>
            </w:pPr>
          </w:p>
          <w:p w14:paraId="5B754EDF" w14:textId="77777777" w:rsidR="00016CB6" w:rsidRPr="003307FD" w:rsidRDefault="00016CB6" w:rsidP="00016CB6">
            <w:pPr>
              <w:spacing w:line="240" w:lineRule="auto"/>
              <w:jc w:val="center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b/>
                <w:bCs/>
                <w:sz w:val="20"/>
              </w:rPr>
              <w:t>법무법인 세움 귀중</w:t>
            </w:r>
          </w:p>
        </w:tc>
      </w:tr>
    </w:tbl>
    <w:p w14:paraId="753489D2" w14:textId="77777777" w:rsidR="00016CB6" w:rsidRPr="003307FD" w:rsidRDefault="00016CB6" w:rsidP="00016CB6">
      <w:pPr>
        <w:spacing w:after="160" w:line="240" w:lineRule="auto"/>
        <w:ind w:left="200" w:hangingChars="100" w:hanging="200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※추천인의 소속,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직책,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 xml:space="preserve">연락처는 반드시 기록해야 합니다. 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>(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추천인 연락처는 상시 법인에서 연락할 수 있는 전화번호(핸드폰)를 기재할 것)</w:t>
      </w:r>
    </w:p>
    <w:p w14:paraId="7B9835C5" w14:textId="77777777" w:rsidR="00016CB6" w:rsidRPr="003307FD" w:rsidRDefault="00016CB6" w:rsidP="00016CB6">
      <w:pPr>
        <w:spacing w:after="160" w:line="240" w:lineRule="atLeast"/>
        <w:jc w:val="center"/>
        <w:rPr>
          <w:rFonts w:ascii="맑은 고딕" w:eastAsia="맑은 고딕" w:hAnsi="맑은 고딕"/>
          <w:b/>
          <w:bCs/>
          <w:sz w:val="28"/>
          <w:szCs w:val="28"/>
        </w:rPr>
      </w:pP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lastRenderedPageBreak/>
        <w:t>개인정보제공 및 활용 동의서</w:t>
      </w:r>
    </w:p>
    <w:p w14:paraId="3E704024" w14:textId="77777777" w:rsidR="00016CB6" w:rsidRPr="003307FD" w:rsidRDefault="00016CB6" w:rsidP="00BA0B90">
      <w:pPr>
        <w:spacing w:line="240" w:lineRule="atLeast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1. 개인정보 수집,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이용에 대한 동의</w:t>
      </w:r>
    </w:p>
    <w:p w14:paraId="73597A0B" w14:textId="69EA0F4C" w:rsidR="00016CB6" w:rsidRPr="003307FD" w:rsidRDefault="00016CB6" w:rsidP="00016CB6">
      <w:pPr>
        <w:spacing w:after="160" w:line="240" w:lineRule="atLeast"/>
        <w:rPr>
          <w:rFonts w:ascii="맑은 고딕" w:eastAsia="맑은 고딕" w:hAnsi="맑은 고딕"/>
          <w:sz w:val="20"/>
          <w:szCs w:val="22"/>
        </w:rPr>
      </w:pPr>
      <w:r w:rsidRPr="003307FD">
        <w:rPr>
          <w:rFonts w:ascii="맑은 고딕" w:eastAsia="맑은 고딕" w:hAnsi="맑은 고딕" w:hint="eastAsia"/>
          <w:sz w:val="20"/>
          <w:szCs w:val="22"/>
        </w:rPr>
        <w:t xml:space="preserve">법무법인세움(이하 </w:t>
      </w:r>
      <w:r w:rsidRPr="003307FD">
        <w:rPr>
          <w:rFonts w:ascii="맑은 고딕" w:eastAsia="맑은 고딕" w:hAnsi="맑은 고딕"/>
          <w:sz w:val="20"/>
          <w:szCs w:val="22"/>
        </w:rPr>
        <w:t>‘</w:t>
      </w:r>
      <w:r w:rsidRPr="003307FD">
        <w:rPr>
          <w:rFonts w:ascii="맑은 고딕" w:eastAsia="맑은 고딕" w:hAnsi="맑은 고딕" w:hint="eastAsia"/>
          <w:sz w:val="20"/>
          <w:szCs w:val="22"/>
        </w:rPr>
        <w:t>세움</w:t>
      </w:r>
      <w:r w:rsidRPr="003307FD">
        <w:rPr>
          <w:rFonts w:ascii="맑은 고딕" w:eastAsia="맑은 고딕" w:hAnsi="맑은 고딕"/>
          <w:sz w:val="20"/>
          <w:szCs w:val="22"/>
        </w:rPr>
        <w:t>’)</w:t>
      </w:r>
      <w:r w:rsidRPr="003307FD">
        <w:rPr>
          <w:rFonts w:ascii="맑은 고딕" w:eastAsia="맑은 고딕" w:hAnsi="맑은 고딕" w:hint="eastAsia"/>
          <w:sz w:val="20"/>
          <w:szCs w:val="22"/>
        </w:rPr>
        <w:t xml:space="preserve">은 </w:t>
      </w:r>
      <w:r w:rsidRPr="003307FD">
        <w:rPr>
          <w:rFonts w:ascii="맑은 고딕" w:eastAsia="맑은 고딕" w:hAnsi="맑은 고딕"/>
          <w:sz w:val="20"/>
          <w:szCs w:val="22"/>
        </w:rPr>
        <w:t>&lt;</w:t>
      </w:r>
      <w:r w:rsidRPr="003307FD">
        <w:rPr>
          <w:rFonts w:ascii="맑은 고딕" w:eastAsia="맑은 고딕" w:hAnsi="맑은 고딕" w:hint="eastAsia"/>
          <w:sz w:val="20"/>
          <w:szCs w:val="22"/>
        </w:rPr>
        <w:t>이룸</w:t>
      </w:r>
      <w:r w:rsidRPr="003307FD">
        <w:rPr>
          <w:rFonts w:ascii="맑은 고딕" w:eastAsia="맑은 고딕" w:hAnsi="맑은 고딕"/>
          <w:sz w:val="20"/>
          <w:szCs w:val="22"/>
        </w:rPr>
        <w:t>&gt;</w:t>
      </w:r>
      <w:r w:rsidRPr="003307FD">
        <w:rPr>
          <w:rFonts w:ascii="맑은 고딕" w:eastAsia="맑은 고딕" w:hAnsi="맑은 고딕" w:hint="eastAsia"/>
          <w:sz w:val="20"/>
          <w:szCs w:val="22"/>
        </w:rPr>
        <w:t xml:space="preserve"> 장학생(</w:t>
      </w:r>
      <w:r w:rsidR="002A32B1">
        <w:rPr>
          <w:rFonts w:ascii="맑은 고딕" w:eastAsia="맑은 고딕" w:hAnsi="맑은 고딕" w:hint="eastAsia"/>
          <w:sz w:val="20"/>
          <w:szCs w:val="22"/>
        </w:rPr>
        <w:t>6</w:t>
      </w:r>
      <w:r w:rsidR="003B2C0C">
        <w:rPr>
          <w:rFonts w:ascii="맑은 고딕" w:eastAsia="맑은 고딕" w:hAnsi="맑은 고딕" w:hint="eastAsia"/>
          <w:sz w:val="20"/>
          <w:szCs w:val="22"/>
        </w:rPr>
        <w:t>기</w:t>
      </w:r>
      <w:r w:rsidRPr="003307FD">
        <w:rPr>
          <w:rFonts w:ascii="맑은 고딕" w:eastAsia="맑은 고딕" w:hAnsi="맑은 고딕" w:hint="eastAsia"/>
          <w:sz w:val="20"/>
          <w:szCs w:val="22"/>
        </w:rPr>
        <w:t>)의 공정하고 객관적인 선발 및 심사를 위해 개인정보를 수집하고,</w:t>
      </w:r>
      <w:r w:rsidRPr="003307FD">
        <w:rPr>
          <w:rFonts w:ascii="맑은 고딕" w:eastAsia="맑은 고딕" w:hAnsi="맑은 고딕"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sz w:val="20"/>
          <w:szCs w:val="22"/>
        </w:rPr>
        <w:t>이용하고 있습니다.</w:t>
      </w:r>
      <w:r w:rsidRPr="003307FD">
        <w:rPr>
          <w:rFonts w:ascii="맑은 고딕" w:eastAsia="맑은 고딕" w:hAnsi="맑은 고딕"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sz w:val="20"/>
          <w:szCs w:val="22"/>
        </w:rPr>
        <w:t>내용을 자세히 읽으신 후 동의 여부를 결정하여 주시기 바랍니다.</w:t>
      </w:r>
    </w:p>
    <w:tbl>
      <w:tblPr>
        <w:tblStyle w:val="2f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16CB6" w:rsidRPr="003307FD" w14:paraId="405D76AA" w14:textId="77777777" w:rsidTr="005773DD">
        <w:tc>
          <w:tcPr>
            <w:tcW w:w="9016" w:type="dxa"/>
          </w:tcPr>
          <w:p w14:paraId="4AABF773" w14:textId="77777777" w:rsidR="00016CB6" w:rsidRPr="003307FD" w:rsidRDefault="00016CB6" w:rsidP="00016CB6">
            <w:pPr>
              <w:numPr>
                <w:ilvl w:val="0"/>
                <w:numId w:val="33"/>
              </w:numPr>
              <w:spacing w:line="240" w:lineRule="atLeast"/>
              <w:rPr>
                <w:rFonts w:eastAsia="맑은 고딕"/>
                <w:b/>
                <w:bCs/>
                <w:sz w:val="18"/>
                <w:szCs w:val="18"/>
              </w:rPr>
            </w:pP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개인정보 수집,</w:t>
            </w:r>
            <w:r w:rsidRPr="003307FD">
              <w:rPr>
                <w:rFonts w:eastAsia="맑은 고딕"/>
                <w:b/>
                <w:bCs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이용 목적</w:t>
            </w:r>
          </w:p>
          <w:p w14:paraId="4240CF91" w14:textId="77777777" w:rsidR="00016CB6" w:rsidRPr="003307FD" w:rsidRDefault="00016CB6" w:rsidP="00016CB6">
            <w:pPr>
              <w:spacing w:line="240" w:lineRule="atLeast"/>
              <w:ind w:left="760"/>
              <w:rPr>
                <w:rFonts w:eastAsia="맑은 고딕"/>
                <w:sz w:val="18"/>
                <w:szCs w:val="18"/>
              </w:rPr>
            </w:pPr>
            <w:r w:rsidRPr="003307FD">
              <w:rPr>
                <w:rFonts w:eastAsia="맑은 고딕" w:hint="eastAsia"/>
                <w:sz w:val="18"/>
                <w:szCs w:val="18"/>
              </w:rPr>
              <w:t xml:space="preserve">세움 </w:t>
            </w:r>
            <w:r w:rsidRPr="003307FD">
              <w:rPr>
                <w:rFonts w:eastAsia="맑은 고딕"/>
                <w:sz w:val="18"/>
                <w:szCs w:val="18"/>
              </w:rPr>
              <w:t>&lt;</w:t>
            </w:r>
            <w:r w:rsidRPr="003307FD">
              <w:rPr>
                <w:rFonts w:eastAsia="맑은 고딕" w:hint="eastAsia"/>
                <w:sz w:val="18"/>
                <w:szCs w:val="18"/>
              </w:rPr>
              <w:t>이룸&gt;장학금 지원사업 대상자 선정심사,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결과발표,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지원 제공,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후속 관리</w:t>
            </w:r>
          </w:p>
          <w:p w14:paraId="4B67D0E1" w14:textId="77777777" w:rsidR="00016CB6" w:rsidRPr="003307FD" w:rsidRDefault="00016CB6" w:rsidP="00016CB6">
            <w:pPr>
              <w:numPr>
                <w:ilvl w:val="0"/>
                <w:numId w:val="33"/>
              </w:numPr>
              <w:spacing w:line="240" w:lineRule="atLeast"/>
              <w:rPr>
                <w:rFonts w:eastAsia="맑은 고딕"/>
                <w:b/>
                <w:bCs/>
                <w:sz w:val="18"/>
                <w:szCs w:val="18"/>
              </w:rPr>
            </w:pP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개인정보 수집,</w:t>
            </w:r>
            <w:r w:rsidRPr="003307FD">
              <w:rPr>
                <w:rFonts w:eastAsia="맑은 고딕"/>
                <w:b/>
                <w:bCs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이용 항목</w:t>
            </w:r>
          </w:p>
          <w:p w14:paraId="68C53475" w14:textId="77777777" w:rsidR="00016CB6" w:rsidRPr="003307FD" w:rsidRDefault="00016CB6" w:rsidP="00016CB6">
            <w:pPr>
              <w:spacing w:line="240" w:lineRule="atLeast"/>
              <w:ind w:left="760"/>
              <w:rPr>
                <w:rFonts w:eastAsia="맑은 고딕"/>
                <w:sz w:val="18"/>
                <w:szCs w:val="18"/>
              </w:rPr>
            </w:pPr>
            <w:r w:rsidRPr="003307FD">
              <w:rPr>
                <w:rFonts w:eastAsia="맑은 고딕" w:hint="eastAsia"/>
                <w:sz w:val="18"/>
                <w:szCs w:val="18"/>
              </w:rPr>
              <w:t>법인의 장학생 선발을 위하여 필요한 개인정보(이름,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연락처,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보호자 성명과 소속 및 연락처,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학교/학과,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자기소개서,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경제상황,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사회보장서비스수급현황,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개인신상 내용(제출서류 내)</w:t>
            </w:r>
            <w:r w:rsidRPr="003307FD">
              <w:rPr>
                <w:rFonts w:eastAsia="맑은 고딕"/>
                <w:sz w:val="18"/>
                <w:szCs w:val="18"/>
              </w:rPr>
              <w:t xml:space="preserve">, </w:t>
            </w:r>
            <w:r w:rsidRPr="003307FD">
              <w:rPr>
                <w:rFonts w:eastAsia="맑은 고딕" w:hint="eastAsia"/>
                <w:sz w:val="18"/>
                <w:szCs w:val="18"/>
              </w:rPr>
              <w:t>학교생활기록부</w:t>
            </w:r>
          </w:p>
          <w:p w14:paraId="707A5BD8" w14:textId="5359B83D" w:rsidR="00016CB6" w:rsidRPr="003307FD" w:rsidRDefault="00016CB6" w:rsidP="00016CB6">
            <w:pPr>
              <w:numPr>
                <w:ilvl w:val="0"/>
                <w:numId w:val="33"/>
              </w:numPr>
              <w:spacing w:line="240" w:lineRule="atLeast"/>
              <w:rPr>
                <w:rFonts w:eastAsia="맑은 고딕"/>
                <w:b/>
                <w:bCs/>
                <w:sz w:val="18"/>
                <w:szCs w:val="18"/>
              </w:rPr>
            </w:pP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개인정보 보유 및 이용기간:</w:t>
            </w:r>
            <w:r w:rsidRPr="003307FD">
              <w:rPr>
                <w:rFonts w:eastAsia="맑은 고딕"/>
                <w:b/>
                <w:bCs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2</w:t>
            </w:r>
            <w:r w:rsidRPr="003307FD">
              <w:rPr>
                <w:rFonts w:eastAsia="맑은 고딕"/>
                <w:b/>
                <w:bCs/>
                <w:sz w:val="18"/>
                <w:szCs w:val="18"/>
              </w:rPr>
              <w:t>0</w:t>
            </w:r>
            <w:r w:rsidR="003B2C0C">
              <w:rPr>
                <w:rFonts w:eastAsia="맑은 고딕"/>
                <w:b/>
                <w:bCs/>
                <w:sz w:val="18"/>
                <w:szCs w:val="18"/>
              </w:rPr>
              <w:t>2</w:t>
            </w:r>
            <w:r w:rsidR="002A32B1">
              <w:rPr>
                <w:rFonts w:eastAsia="맑은 고딕" w:hint="eastAsia"/>
                <w:b/>
                <w:bCs/>
                <w:sz w:val="18"/>
                <w:szCs w:val="18"/>
              </w:rPr>
              <w:t>5</w:t>
            </w: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년 &lt;이룸&gt;</w:t>
            </w:r>
            <w:r w:rsidRPr="003307FD">
              <w:rPr>
                <w:rFonts w:eastAsia="맑은 고딕"/>
                <w:b/>
                <w:bCs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b/>
                <w:bCs/>
                <w:sz w:val="18"/>
                <w:szCs w:val="18"/>
              </w:rPr>
              <w:t>장학생 선발까지</w:t>
            </w:r>
          </w:p>
          <w:p w14:paraId="21226A87" w14:textId="77777777" w:rsidR="00016CB6" w:rsidRPr="003307FD" w:rsidRDefault="00016CB6" w:rsidP="00016CB6">
            <w:pPr>
              <w:spacing w:line="240" w:lineRule="atLeast"/>
              <w:ind w:left="760"/>
              <w:rPr>
                <w:rFonts w:eastAsia="맑은 고딕"/>
                <w:sz w:val="20"/>
              </w:rPr>
            </w:pPr>
            <w:r w:rsidRPr="003307FD">
              <w:rPr>
                <w:rFonts w:eastAsia="맑은 고딕" w:hint="eastAsia"/>
                <w:sz w:val="18"/>
                <w:szCs w:val="18"/>
              </w:rPr>
              <w:t xml:space="preserve">*세움의 </w:t>
            </w:r>
            <w:r w:rsidRPr="003307FD">
              <w:rPr>
                <w:rFonts w:eastAsia="맑은 고딕"/>
                <w:sz w:val="18"/>
                <w:szCs w:val="18"/>
              </w:rPr>
              <w:t>&lt;</w:t>
            </w:r>
            <w:r w:rsidRPr="003307FD">
              <w:rPr>
                <w:rFonts w:eastAsia="맑은 고딕" w:hint="eastAsia"/>
                <w:sz w:val="18"/>
                <w:szCs w:val="18"/>
              </w:rPr>
              <w:t>이룸&gt;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장학생으로 선정될 시,</w:t>
            </w:r>
            <w:r w:rsidRPr="003307FD">
              <w:rPr>
                <w:rFonts w:eastAsia="맑은 고딕"/>
                <w:sz w:val="18"/>
                <w:szCs w:val="18"/>
              </w:rPr>
              <w:t xml:space="preserve"> </w:t>
            </w:r>
            <w:r w:rsidRPr="003307FD">
              <w:rPr>
                <w:rFonts w:eastAsia="맑은 고딕" w:hint="eastAsia"/>
                <w:sz w:val="18"/>
                <w:szCs w:val="18"/>
              </w:rPr>
              <w:t>장학금 지급 및 장학생 관리를 위해 영구 보관하되,</w:t>
            </w:r>
            <w:r w:rsidRPr="003307FD">
              <w:rPr>
                <w:rFonts w:eastAsia="맑은 고딕"/>
                <w:sz w:val="18"/>
                <w:szCs w:val="18"/>
              </w:rPr>
              <w:t xml:space="preserve"> 10</w:t>
            </w:r>
            <w:r w:rsidRPr="003307FD">
              <w:rPr>
                <w:rFonts w:eastAsia="맑은 고딕" w:hint="eastAsia"/>
                <w:sz w:val="18"/>
                <w:szCs w:val="18"/>
              </w:rPr>
              <w:t>년 후에는 본인의 삭제 요청 시 해당정보를 지체없이 파기합니다.</w:t>
            </w:r>
          </w:p>
        </w:tc>
      </w:tr>
    </w:tbl>
    <w:p w14:paraId="3A0D0156" w14:textId="4A51AAA8" w:rsidR="00016CB6" w:rsidRPr="003307FD" w:rsidRDefault="00016CB6" w:rsidP="00BA0B90">
      <w:pPr>
        <w:spacing w:line="240" w:lineRule="atLeast"/>
        <w:rPr>
          <w:rFonts w:ascii="맑은 고딕" w:eastAsia="맑은 고딕" w:hAnsi="맑은 고딕"/>
          <w:b/>
          <w:bCs/>
          <w:sz w:val="16"/>
          <w:szCs w:val="16"/>
          <w:u w:val="single"/>
        </w:rPr>
      </w:pPr>
      <w:r w:rsidRPr="003307FD"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>※ 신청인은 본 개인정보 수집에 대한 동의를 거부하실 수 있습니다.</w:t>
      </w:r>
      <w:r w:rsidRPr="003307FD">
        <w:rPr>
          <w:rFonts w:ascii="맑은 고딕" w:eastAsia="맑은 고딕" w:hAnsi="맑은 고딕"/>
          <w:b/>
          <w:bCs/>
          <w:sz w:val="16"/>
          <w:szCs w:val="16"/>
          <w:u w:val="single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>다만,</w:t>
      </w:r>
      <w:r w:rsidRPr="003307FD">
        <w:rPr>
          <w:rFonts w:ascii="맑은 고딕" w:eastAsia="맑은 고딕" w:hAnsi="맑은 고딕"/>
          <w:b/>
          <w:bCs/>
          <w:sz w:val="16"/>
          <w:szCs w:val="16"/>
          <w:u w:val="single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 xml:space="preserve">이 경우에는 </w:t>
      </w:r>
      <w:r w:rsidRPr="003307FD">
        <w:rPr>
          <w:rFonts w:ascii="맑은 고딕" w:eastAsia="맑은 고딕" w:hAnsi="맑은 고딕"/>
          <w:b/>
          <w:bCs/>
          <w:sz w:val="16"/>
          <w:szCs w:val="16"/>
          <w:u w:val="single"/>
        </w:rPr>
        <w:t>&lt;</w:t>
      </w:r>
      <w:r w:rsidRPr="003307FD"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>이룸&gt;</w:t>
      </w:r>
      <w:r w:rsidRPr="003307FD">
        <w:rPr>
          <w:rFonts w:ascii="맑은 고딕" w:eastAsia="맑은 고딕" w:hAnsi="맑은 고딕"/>
          <w:b/>
          <w:bCs/>
          <w:sz w:val="16"/>
          <w:szCs w:val="16"/>
          <w:u w:val="single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>장학생으로 신청이 불가능합니다.</w:t>
      </w:r>
    </w:p>
    <w:p w14:paraId="1FF906D4" w14:textId="77777777" w:rsidR="00016CB6" w:rsidRPr="003307FD" w:rsidRDefault="00016CB6" w:rsidP="00BA0B90">
      <w:pPr>
        <w:spacing w:line="240" w:lineRule="atLeast"/>
        <w:rPr>
          <w:rFonts w:ascii="맑은 고딕" w:eastAsia="맑은 고딕" w:hAnsi="맑은 고딕"/>
          <w:sz w:val="20"/>
          <w:szCs w:val="22"/>
        </w:rPr>
      </w:pPr>
      <w:r w:rsidRPr="003307FD">
        <w:rPr>
          <w:rFonts w:ascii="맑은 고딕" w:eastAsia="맑은 고딕" w:hAnsi="맑은 고딕" w:hint="eastAsia"/>
          <w:sz w:val="20"/>
          <w:szCs w:val="22"/>
        </w:rPr>
        <w:t>본인은 세움의</w:t>
      </w:r>
      <w:r w:rsidRPr="003307FD">
        <w:rPr>
          <w:rFonts w:ascii="맑은 고딕" w:eastAsia="맑은 고딕" w:hAnsi="맑은 고딕"/>
          <w:sz w:val="20"/>
          <w:szCs w:val="22"/>
        </w:rPr>
        <w:t xml:space="preserve"> &lt;</w:t>
      </w:r>
      <w:r w:rsidRPr="003307FD">
        <w:rPr>
          <w:rFonts w:ascii="맑은 고딕" w:eastAsia="맑은 고딕" w:hAnsi="맑은 고딕" w:hint="eastAsia"/>
          <w:sz w:val="20"/>
          <w:szCs w:val="22"/>
        </w:rPr>
        <w:t>이룸&gt; 장학금 지원사업 개인정보 수집에 동의합니다.</w:t>
      </w:r>
    </w:p>
    <w:p w14:paraId="2F87AA8A" w14:textId="77777777" w:rsidR="00016CB6" w:rsidRPr="003307FD" w:rsidRDefault="00016CB6" w:rsidP="00016CB6">
      <w:pPr>
        <w:spacing w:after="160" w:line="240" w:lineRule="atLeast"/>
        <w:jc w:val="right"/>
        <w:rPr>
          <w:rFonts w:ascii="맑은 고딕" w:eastAsia="맑은 고딕" w:hAnsi="맑은 고딕"/>
          <w:b/>
          <w:bCs/>
          <w:sz w:val="18"/>
          <w:szCs w:val="18"/>
        </w:rPr>
      </w:pP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□ 동의 </w:t>
      </w:r>
      <w:r w:rsidRPr="003307FD">
        <w:rPr>
          <w:rFonts w:ascii="맑은 고딕" w:eastAsia="맑은 고딕" w:hAnsi="맑은 고딕"/>
          <w:b/>
          <w:bCs/>
          <w:sz w:val="18"/>
          <w:szCs w:val="18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 □</w:t>
      </w:r>
      <w:r w:rsidRPr="003307FD">
        <w:rPr>
          <w:rFonts w:ascii="맑은 고딕" w:eastAsia="맑은 고딕" w:hAnsi="맑은 고딕"/>
          <w:b/>
          <w:bCs/>
          <w:sz w:val="18"/>
          <w:szCs w:val="18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>동의하지 않음</w:t>
      </w:r>
    </w:p>
    <w:p w14:paraId="3E1DA1E6" w14:textId="77777777" w:rsidR="00016CB6" w:rsidRPr="003307FD" w:rsidRDefault="00016CB6" w:rsidP="00BA0B90">
      <w:pPr>
        <w:spacing w:line="240" w:lineRule="atLeast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2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 xml:space="preserve">. 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지원금 반환에 대한 동의</w:t>
      </w:r>
    </w:p>
    <w:p w14:paraId="11D8D704" w14:textId="77777777" w:rsidR="00016CB6" w:rsidRPr="003307FD" w:rsidRDefault="00016CB6" w:rsidP="00BA0B90">
      <w:pPr>
        <w:spacing w:line="240" w:lineRule="atLeast"/>
        <w:rPr>
          <w:rFonts w:ascii="맑은 고딕" w:eastAsia="맑은 고딕" w:hAnsi="맑은 고딕"/>
          <w:sz w:val="18"/>
          <w:szCs w:val="18"/>
        </w:rPr>
      </w:pPr>
      <w:r w:rsidRPr="003307FD">
        <w:rPr>
          <w:rFonts w:ascii="맑은 고딕" w:eastAsia="맑은 고딕" w:hAnsi="맑은 고딕" w:hint="eastAsia"/>
          <w:sz w:val="20"/>
          <w:szCs w:val="22"/>
        </w:rPr>
        <w:t>본인은 세움의</w:t>
      </w:r>
      <w:r w:rsidRPr="003307FD">
        <w:rPr>
          <w:rFonts w:ascii="맑은 고딕" w:eastAsia="맑은 고딕" w:hAnsi="맑은 고딕"/>
          <w:sz w:val="20"/>
          <w:szCs w:val="22"/>
        </w:rPr>
        <w:t xml:space="preserve"> &lt;</w:t>
      </w:r>
      <w:r w:rsidRPr="003307FD">
        <w:rPr>
          <w:rFonts w:ascii="맑은 고딕" w:eastAsia="맑은 고딕" w:hAnsi="맑은 고딕" w:hint="eastAsia"/>
          <w:sz w:val="20"/>
          <w:szCs w:val="22"/>
        </w:rPr>
        <w:t>이룸&gt; 장학금 대상자 지원을 신청함에 있어 거짓됨 없이 진실된 정보만을 제공하였으며,</w:t>
      </w:r>
      <w:r w:rsidRPr="003307FD">
        <w:rPr>
          <w:rFonts w:ascii="맑은 고딕" w:eastAsia="맑은 고딕" w:hAnsi="맑은 고딕"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sz w:val="20"/>
          <w:szCs w:val="22"/>
        </w:rPr>
        <w:t>만약 거짓된 내용과 부정한 방법에 의해 선정된 경우,</w:t>
      </w:r>
      <w:r w:rsidRPr="003307FD">
        <w:rPr>
          <w:rFonts w:ascii="맑은 고딕" w:eastAsia="맑은 고딕" w:hAnsi="맑은 고딕"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sz w:val="20"/>
          <w:szCs w:val="22"/>
        </w:rPr>
        <w:t>지원금을 법인과 협의 없이 법에 저촉되는 용도로 사용한 경우,</w:t>
      </w:r>
      <w:r w:rsidRPr="003307FD">
        <w:rPr>
          <w:rFonts w:ascii="맑은 고딕" w:eastAsia="맑은 고딕" w:hAnsi="맑은 고딕"/>
          <w:sz w:val="20"/>
          <w:szCs w:val="22"/>
        </w:rPr>
        <w:t xml:space="preserve"> </w:t>
      </w:r>
      <w:r w:rsidRPr="003307FD">
        <w:rPr>
          <w:rFonts w:ascii="맑은 고딕" w:eastAsia="맑은 고딕" w:hAnsi="맑은 고딕" w:hint="eastAsia"/>
          <w:sz w:val="20"/>
          <w:szCs w:val="22"/>
        </w:rPr>
        <w:t xml:space="preserve">타 기관 장학금 프로그램과 이중수혜 하였을 경우에 지원금 </w:t>
      </w:r>
      <w:r w:rsidRPr="00BC3A07">
        <w:rPr>
          <w:rFonts w:ascii="맑은 고딕" w:eastAsia="맑은 고딕" w:hAnsi="맑은 고딕" w:hint="eastAsia"/>
          <w:sz w:val="20"/>
          <w:szCs w:val="22"/>
        </w:rPr>
        <w:t>일부 또는 전부를 반환하는 것에 동의합니다.</w:t>
      </w:r>
    </w:p>
    <w:p w14:paraId="46BD727E" w14:textId="77777777" w:rsidR="00016CB6" w:rsidRPr="003307FD" w:rsidRDefault="00016CB6" w:rsidP="00016CB6">
      <w:pPr>
        <w:spacing w:after="160" w:line="240" w:lineRule="atLeast"/>
        <w:jc w:val="right"/>
        <w:rPr>
          <w:rFonts w:ascii="맑은 고딕" w:eastAsia="맑은 고딕" w:hAnsi="맑은 고딕"/>
          <w:b/>
          <w:bCs/>
          <w:sz w:val="18"/>
          <w:szCs w:val="18"/>
        </w:rPr>
      </w:pP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□ 동의 </w:t>
      </w:r>
      <w:r w:rsidRPr="003307FD">
        <w:rPr>
          <w:rFonts w:ascii="맑은 고딕" w:eastAsia="맑은 고딕" w:hAnsi="맑은 고딕"/>
          <w:b/>
          <w:bCs/>
          <w:sz w:val="18"/>
          <w:szCs w:val="18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 xml:space="preserve"> □</w:t>
      </w:r>
      <w:r w:rsidRPr="003307FD">
        <w:rPr>
          <w:rFonts w:ascii="맑은 고딕" w:eastAsia="맑은 고딕" w:hAnsi="맑은 고딕"/>
          <w:b/>
          <w:bCs/>
          <w:sz w:val="18"/>
          <w:szCs w:val="18"/>
        </w:rPr>
        <w:t xml:space="preserve"> </w:t>
      </w:r>
      <w:r w:rsidRPr="003307FD">
        <w:rPr>
          <w:rFonts w:ascii="맑은 고딕" w:eastAsia="맑은 고딕" w:hAnsi="맑은 고딕" w:hint="eastAsia"/>
          <w:b/>
          <w:bCs/>
          <w:sz w:val="18"/>
          <w:szCs w:val="18"/>
        </w:rPr>
        <w:t>동의하지 않음</w:t>
      </w:r>
    </w:p>
    <w:p w14:paraId="6CDE34E5" w14:textId="77777777" w:rsidR="00016CB6" w:rsidRPr="003307FD" w:rsidRDefault="00016CB6" w:rsidP="00BA0B90">
      <w:pPr>
        <w:spacing w:line="240" w:lineRule="atLeast"/>
        <w:jc w:val="right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년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ab/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월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ab/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일</w:t>
      </w:r>
    </w:p>
    <w:p w14:paraId="23A02F54" w14:textId="77777777" w:rsidR="00016CB6" w:rsidRPr="003307FD" w:rsidRDefault="00016CB6" w:rsidP="00BA0B90">
      <w:pPr>
        <w:spacing w:line="240" w:lineRule="atLeast"/>
        <w:jc w:val="right"/>
        <w:rPr>
          <w:rFonts w:ascii="맑은 고딕" w:eastAsia="맑은 고딕" w:hAnsi="맑은 고딕"/>
          <w:b/>
          <w:bCs/>
          <w:sz w:val="20"/>
          <w:szCs w:val="22"/>
        </w:rPr>
      </w:pP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성명(본인 또는 대리인)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>:</w:t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ab/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ab/>
      </w:r>
      <w:r w:rsidRPr="003307FD">
        <w:rPr>
          <w:rFonts w:ascii="맑은 고딕" w:eastAsia="맑은 고딕" w:hAnsi="맑은 고딕"/>
          <w:b/>
          <w:bCs/>
          <w:sz w:val="20"/>
          <w:szCs w:val="22"/>
        </w:rPr>
        <w:tab/>
        <w:t>(</w:t>
      </w:r>
      <w:r w:rsidRPr="003307FD">
        <w:rPr>
          <w:rFonts w:ascii="맑은 고딕" w:eastAsia="맑은 고딕" w:hAnsi="맑은 고딕" w:hint="eastAsia"/>
          <w:b/>
          <w:bCs/>
          <w:sz w:val="20"/>
          <w:szCs w:val="22"/>
        </w:rPr>
        <w:t>서명)</w:t>
      </w:r>
    </w:p>
    <w:p w14:paraId="7F316E25" w14:textId="37DD2170" w:rsidR="00016CB6" w:rsidRPr="00BA0B90" w:rsidRDefault="00016CB6" w:rsidP="00D068F2">
      <w:pPr>
        <w:spacing w:before="240" w:after="240" w:line="240" w:lineRule="atLeast"/>
        <w:jc w:val="center"/>
        <w:rPr>
          <w:rFonts w:ascii="맑은 고딕" w:eastAsia="맑은 고딕" w:hAnsi="맑은 고딕"/>
          <w:b/>
          <w:bCs/>
          <w:sz w:val="28"/>
          <w:szCs w:val="28"/>
        </w:rPr>
      </w:pPr>
      <w:r w:rsidRPr="003307FD">
        <w:rPr>
          <w:rFonts w:ascii="맑은 고딕" w:eastAsia="맑은 고딕" w:hAnsi="맑은 고딕" w:hint="eastAsia"/>
          <w:b/>
          <w:bCs/>
          <w:sz w:val="28"/>
          <w:szCs w:val="28"/>
        </w:rPr>
        <w:t>법무법인 세움 귀중</w:t>
      </w:r>
    </w:p>
    <w:sectPr w:rsidR="00016CB6" w:rsidRPr="00BA0B90" w:rsidSect="00E520F9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1304" w:footer="0" w:gutter="0"/>
      <w:cols w:space="425"/>
      <w:docGrid w:type="lines" w:linePitch="47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9DAD1" w14:textId="77777777" w:rsidR="00440C95" w:rsidRDefault="00440C95">
      <w:r>
        <w:separator/>
      </w:r>
    </w:p>
    <w:p w14:paraId="48DC68DB" w14:textId="77777777" w:rsidR="00440C95" w:rsidRDefault="00440C95"/>
    <w:p w14:paraId="4AAF66BC" w14:textId="77777777" w:rsidR="00440C95" w:rsidRDefault="00440C95"/>
  </w:endnote>
  <w:endnote w:type="continuationSeparator" w:id="0">
    <w:p w14:paraId="4C668E70" w14:textId="77777777" w:rsidR="00440C95" w:rsidRDefault="00440C95">
      <w:r>
        <w:continuationSeparator/>
      </w:r>
    </w:p>
    <w:p w14:paraId="15733A54" w14:textId="77777777" w:rsidR="00440C95" w:rsidRDefault="00440C95"/>
    <w:p w14:paraId="0091619D" w14:textId="77777777" w:rsidR="00440C95" w:rsidRDefault="00440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 Light">
    <w:altName w:val="맑은 고딕"/>
    <w:panose1 w:val="020B03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Noto Sans CJK KR Bold">
    <w:altName w:val="맑은 고딕"/>
    <w:panose1 w:val="020B0800000000000000"/>
    <w:charset w:val="81"/>
    <w:family w:val="swiss"/>
    <w:notTrueType/>
    <w:pitch w:val="variable"/>
    <w:sig w:usb0="30000207" w:usb1="2BDF3C10" w:usb2="00000016" w:usb3="00000000" w:csb0="002E0107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DBBE0" w14:textId="77777777" w:rsidR="00BC2B7F" w:rsidRDefault="00BC2B7F">
    <w:pPr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41E25">
      <w:rPr>
        <w:rStyle w:val="ab"/>
        <w:noProof/>
      </w:rPr>
      <w:t>2</w:t>
    </w:r>
    <w:r>
      <w:rPr>
        <w:rStyle w:val="ab"/>
      </w:rPr>
      <w:fldChar w:fldCharType="end"/>
    </w:r>
  </w:p>
  <w:p w14:paraId="419D527F" w14:textId="77777777" w:rsidR="00BC2B7F" w:rsidRDefault="00BC2B7F"/>
  <w:p w14:paraId="4B72AEF9" w14:textId="77777777" w:rsidR="00BC2B7F" w:rsidRDefault="00BC2B7F"/>
  <w:p w14:paraId="09AF6253" w14:textId="77777777" w:rsidR="00BC2B7F" w:rsidRDefault="00BC2B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18"/>
      <w:tblW w:w="1338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63"/>
      <w:gridCol w:w="6724"/>
    </w:tblGrid>
    <w:tr w:rsidR="00BD7659" w:rsidRPr="009F48F4" w14:paraId="1AB737B6" w14:textId="77777777" w:rsidTr="00E520F9">
      <w:trPr>
        <w:trHeight w:val="61"/>
        <w:jc w:val="center"/>
      </w:trPr>
      <w:tc>
        <w:tcPr>
          <w:tcW w:w="13382" w:type="dxa"/>
          <w:gridSpan w:val="2"/>
        </w:tcPr>
        <w:p w14:paraId="60C06F98" w14:textId="35F9C8AC" w:rsidR="00BD7659" w:rsidRPr="00DB073B" w:rsidRDefault="00BD7659" w:rsidP="00BD7659">
          <w:pPr>
            <w:pStyle w:val="ac"/>
            <w:spacing w:line="240" w:lineRule="auto"/>
            <w:jc w:val="center"/>
            <w:rPr>
              <w:rFonts w:ascii="HY신명조"/>
              <w:bCs/>
              <w:color w:val="7F7F7F" w:themeColor="text1" w:themeTint="80"/>
              <w:sz w:val="16"/>
            </w:rPr>
          </w:pP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begin"/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instrText>PAGE</w:instrText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separate"/>
          </w:r>
          <w:r w:rsidR="00F71876">
            <w:rPr>
              <w:rFonts w:ascii="HY신명조"/>
              <w:bCs/>
              <w:noProof/>
              <w:color w:val="7F7F7F" w:themeColor="text1" w:themeTint="80"/>
              <w:sz w:val="16"/>
            </w:rPr>
            <w:t>2</w:t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end"/>
          </w:r>
          <w:r w:rsidRPr="00DB073B">
            <w:rPr>
              <w:rFonts w:ascii="HY신명조" w:hint="eastAsia"/>
              <w:color w:val="7F7F7F" w:themeColor="text1" w:themeTint="80"/>
              <w:sz w:val="16"/>
              <w:lang w:val="ko-KR"/>
            </w:rPr>
            <w:t xml:space="preserve"> / </w:t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begin"/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instrText>NUMPAGES</w:instrText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separate"/>
          </w:r>
          <w:r w:rsidR="00F71876">
            <w:rPr>
              <w:rFonts w:ascii="HY신명조"/>
              <w:bCs/>
              <w:noProof/>
              <w:color w:val="7F7F7F" w:themeColor="text1" w:themeTint="80"/>
              <w:sz w:val="16"/>
            </w:rPr>
            <w:t>2</w:t>
          </w:r>
          <w:r w:rsidRPr="00DB073B">
            <w:rPr>
              <w:rFonts w:ascii="HY신명조" w:hint="eastAsia"/>
              <w:bCs/>
              <w:color w:val="7F7F7F" w:themeColor="text1" w:themeTint="80"/>
              <w:sz w:val="16"/>
            </w:rPr>
            <w:fldChar w:fldCharType="end"/>
          </w:r>
        </w:p>
        <w:p w14:paraId="5185F28F" w14:textId="77777777" w:rsidR="00BD7659" w:rsidRPr="009F48F4" w:rsidRDefault="00BD7659" w:rsidP="00BD7659">
          <w:pPr>
            <w:pStyle w:val="ac"/>
            <w:spacing w:line="240" w:lineRule="auto"/>
            <w:jc w:val="center"/>
            <w:rPr>
              <w:rFonts w:ascii="HY신명조"/>
              <w:bCs/>
            </w:rPr>
          </w:pPr>
        </w:p>
      </w:tc>
    </w:tr>
    <w:tr w:rsidR="00BD7659" w:rsidRPr="009F48F4" w14:paraId="3ECEC7C4" w14:textId="77777777" w:rsidTr="00E520F9">
      <w:trPr>
        <w:trHeight w:val="21"/>
        <w:jc w:val="center"/>
      </w:trPr>
      <w:tc>
        <w:tcPr>
          <w:tcW w:w="6663" w:type="dxa"/>
          <w:vAlign w:val="center"/>
        </w:tcPr>
        <w:p w14:paraId="01E0F9D8" w14:textId="77777777" w:rsidR="00BD7659" w:rsidRPr="009F48F4" w:rsidRDefault="00765388" w:rsidP="00F71876">
          <w:pPr>
            <w:tabs>
              <w:tab w:val="center" w:pos="4513"/>
              <w:tab w:val="right" w:pos="9026"/>
            </w:tabs>
            <w:snapToGrid w:val="0"/>
            <w:spacing w:line="240" w:lineRule="auto"/>
            <w:ind w:leftChars="504" w:left="1210" w:rightChars="436" w:right="1046"/>
            <w:rPr>
              <w:rFonts w:eastAsia="맑은 고딕" w:cs="Arial"/>
              <w:color w:val="E32F65"/>
              <w:kern w:val="0"/>
              <w:sz w:val="14"/>
              <w:szCs w:val="14"/>
            </w:rPr>
          </w:pPr>
          <w:r>
            <w:rPr>
              <w:rFonts w:eastAsia="맑은 고딕" w:cs="Arial"/>
              <w:noProof/>
              <w:color w:val="E32F65"/>
              <w:kern w:val="0"/>
              <w:sz w:val="14"/>
              <w:szCs w:val="14"/>
            </w:rPr>
            <w:drawing>
              <wp:inline distT="0" distB="0" distL="0" distR="0" wp14:anchorId="0602D247" wp14:editId="6B78A276">
                <wp:extent cx="1393574" cy="216000"/>
                <wp:effectExtent l="0" t="0" r="0" b="0"/>
                <wp:docPr id="25" name="그림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seum_logotype_4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3574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24" w:type="dxa"/>
          <w:vAlign w:val="center"/>
        </w:tcPr>
        <w:p w14:paraId="2EDD73D7" w14:textId="27C6C6FB" w:rsidR="00BD7659" w:rsidRPr="00BD7659" w:rsidRDefault="00E520F9" w:rsidP="00E520F9">
          <w:pPr>
            <w:tabs>
              <w:tab w:val="center" w:pos="4513"/>
              <w:tab w:val="right" w:pos="9026"/>
            </w:tabs>
            <w:snapToGrid w:val="0"/>
            <w:spacing w:line="168" w:lineRule="auto"/>
            <w:ind w:leftChars="62" w:left="149" w:rightChars="84" w:right="202"/>
            <w:jc w:val="left"/>
            <w:rPr>
              <w:rFonts w:eastAsia="맑은 고딕" w:cs="Arial"/>
              <w:color w:val="123467"/>
              <w:kern w:val="0"/>
              <w:sz w:val="16"/>
              <w:szCs w:val="17"/>
            </w:rPr>
          </w:pPr>
          <w:r w:rsidRPr="00E520F9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>서울특별시 강남구 테헤란로</w:t>
          </w:r>
          <w:r w:rsidRPr="00E520F9">
            <w:rPr>
              <w:rFonts w:eastAsia="맑은 고딕" w:cs="Arial"/>
              <w:color w:val="123467"/>
              <w:kern w:val="0"/>
              <w:sz w:val="16"/>
              <w:szCs w:val="17"/>
            </w:rPr>
            <w:t xml:space="preserve"> 211 </w:t>
          </w:r>
          <w:r w:rsidRPr="00E520F9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>한국고등교육재단빌딩</w:t>
          </w:r>
          <w:r w:rsidRPr="00E520F9">
            <w:rPr>
              <w:rFonts w:eastAsia="맑은 고딕" w:cs="Arial"/>
              <w:color w:val="123467"/>
              <w:kern w:val="0"/>
              <w:sz w:val="16"/>
              <w:szCs w:val="17"/>
            </w:rPr>
            <w:t xml:space="preserve"> </w:t>
          </w:r>
          <w:r w:rsidR="00600302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>5</w:t>
          </w:r>
          <w:r w:rsidRPr="00E520F9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 xml:space="preserve">층 </w:t>
          </w:r>
          <w:r w:rsidR="00BD7659" w:rsidRPr="00BD7659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>(06</w:t>
          </w:r>
          <w:r>
            <w:rPr>
              <w:rFonts w:eastAsia="맑은 고딕" w:cs="Arial"/>
              <w:color w:val="123467"/>
              <w:kern w:val="0"/>
              <w:sz w:val="16"/>
              <w:szCs w:val="17"/>
            </w:rPr>
            <w:t>141</w:t>
          </w:r>
          <w:r w:rsidR="00BD7659" w:rsidRPr="00BD7659">
            <w:rPr>
              <w:rFonts w:eastAsia="맑은 고딕" w:cs="Arial" w:hint="eastAsia"/>
              <w:color w:val="123467"/>
              <w:kern w:val="0"/>
              <w:sz w:val="16"/>
              <w:szCs w:val="17"/>
            </w:rPr>
            <w:t>)</w:t>
          </w:r>
        </w:p>
        <w:p w14:paraId="00B1C492" w14:textId="77777777" w:rsidR="00BD7659" w:rsidRPr="009F48F4" w:rsidRDefault="00BD7659" w:rsidP="00BD7659">
          <w:pPr>
            <w:tabs>
              <w:tab w:val="center" w:pos="4513"/>
              <w:tab w:val="right" w:pos="9026"/>
            </w:tabs>
            <w:snapToGrid w:val="0"/>
            <w:spacing w:line="168" w:lineRule="auto"/>
            <w:ind w:leftChars="100" w:left="240" w:rightChars="33" w:right="79"/>
            <w:jc w:val="center"/>
            <w:rPr>
              <w:rFonts w:eastAsia="맑은 고딕" w:cs="Arial"/>
              <w:color w:val="E32F65"/>
              <w:kern w:val="0"/>
              <w:sz w:val="16"/>
              <w:szCs w:val="17"/>
            </w:rPr>
          </w:pPr>
          <w:r w:rsidRPr="00BD7659">
            <w:rPr>
              <w:rFonts w:eastAsia="맑은 고딕" w:cs="Arial"/>
              <w:color w:val="123467"/>
              <w:kern w:val="0"/>
              <w:sz w:val="16"/>
              <w:szCs w:val="16"/>
            </w:rPr>
            <w:t>T.</w:t>
          </w:r>
          <w:r w:rsidR="00AE788C">
            <w:rPr>
              <w:rFonts w:eastAsia="맑은 고딕" w:cs="Arial"/>
              <w:color w:val="123467"/>
              <w:kern w:val="0"/>
              <w:sz w:val="16"/>
              <w:szCs w:val="16"/>
            </w:rPr>
            <w:t xml:space="preserve"> </w:t>
          </w:r>
          <w:r w:rsidRPr="00BD7659">
            <w:rPr>
              <w:rFonts w:eastAsia="맑은 고딕" w:cs="Arial"/>
              <w:color w:val="123467"/>
              <w:kern w:val="0"/>
              <w:sz w:val="16"/>
              <w:szCs w:val="16"/>
            </w:rPr>
            <w:t>0</w:t>
          </w:r>
          <w:r w:rsidRPr="00BD7659">
            <w:rPr>
              <w:rFonts w:eastAsia="맑은 고딕" w:cs="Arial" w:hint="eastAsia"/>
              <w:color w:val="123467"/>
              <w:kern w:val="0"/>
              <w:sz w:val="16"/>
              <w:szCs w:val="16"/>
            </w:rPr>
            <w:t>2-562-31</w:t>
          </w:r>
          <w:r w:rsidRPr="00BD7659">
            <w:rPr>
              <w:rFonts w:eastAsia="맑은 고딕" w:cs="Arial"/>
              <w:color w:val="123467"/>
              <w:kern w:val="0"/>
              <w:sz w:val="16"/>
              <w:szCs w:val="16"/>
            </w:rPr>
            <w:t>15</w:t>
          </w:r>
          <w:r w:rsidRPr="00BD7659">
            <w:rPr>
              <w:rFonts w:eastAsia="맑은 고딕" w:cs="Arial" w:hint="eastAsia"/>
              <w:color w:val="123467"/>
              <w:kern w:val="0"/>
              <w:sz w:val="16"/>
              <w:szCs w:val="16"/>
            </w:rPr>
            <w:t xml:space="preserve"> </w:t>
          </w:r>
          <w:r w:rsidRPr="00BD7659">
            <w:rPr>
              <w:rFonts w:eastAsia="맑은 고딕" w:cs="Arial"/>
              <w:color w:val="123467"/>
              <w:kern w:val="0"/>
              <w:sz w:val="16"/>
              <w:szCs w:val="16"/>
            </w:rPr>
            <w:t>| F.</w:t>
          </w:r>
          <w:r w:rsidR="00AE788C">
            <w:rPr>
              <w:rFonts w:eastAsia="맑은 고딕" w:cs="Arial"/>
              <w:color w:val="123467"/>
              <w:kern w:val="0"/>
              <w:sz w:val="16"/>
              <w:szCs w:val="16"/>
            </w:rPr>
            <w:t xml:space="preserve"> </w:t>
          </w:r>
          <w:r w:rsidRPr="00BD7659">
            <w:rPr>
              <w:rFonts w:eastAsia="맑은 고딕" w:cs="Arial"/>
              <w:color w:val="123467"/>
              <w:kern w:val="0"/>
              <w:sz w:val="16"/>
              <w:szCs w:val="16"/>
            </w:rPr>
            <w:t>02-562-3393 | www.</w:t>
          </w:r>
          <w:r w:rsidRPr="00BD7659">
            <w:rPr>
              <w:rFonts w:eastAsia="맑은 고딕" w:cs="Arial" w:hint="eastAsia"/>
              <w:color w:val="123467"/>
              <w:kern w:val="0"/>
              <w:sz w:val="16"/>
              <w:szCs w:val="16"/>
            </w:rPr>
            <w:t>seumlaw.com</w:t>
          </w:r>
        </w:p>
      </w:tc>
    </w:tr>
  </w:tbl>
  <w:p w14:paraId="1DD282EC" w14:textId="79CC5BCB" w:rsidR="00160C16" w:rsidRPr="00BD7659" w:rsidRDefault="00E73BA9" w:rsidP="00BD7659">
    <w:pPr>
      <w:ind w:right="780"/>
      <w:jc w:val="center"/>
      <w:rPr>
        <w:color w:val="E32F65"/>
        <w:sz w:val="20"/>
      </w:rPr>
    </w:pPr>
    <w:r w:rsidRPr="00F307A2">
      <w:rPr>
        <w:rFonts w:ascii="HY신명조"/>
        <w:bCs/>
        <w:noProof/>
        <w:sz w:val="16"/>
      </w:rPr>
      <mc:AlternateContent>
        <mc:Choice Requires="wps">
          <w:drawing>
            <wp:anchor distT="0" distB="0" distL="114300" distR="114300" simplePos="0" relativeHeight="251905024" behindDoc="0" locked="1" layoutInCell="1" allowOverlap="1" wp14:anchorId="622A635A" wp14:editId="0ABB0DBB">
              <wp:simplePos x="0" y="0"/>
              <wp:positionH relativeFrom="margin">
                <wp:posOffset>-529590</wp:posOffset>
              </wp:positionH>
              <wp:positionV relativeFrom="page">
                <wp:posOffset>10422890</wp:posOffset>
              </wp:positionV>
              <wp:extent cx="3405600" cy="288000"/>
              <wp:effectExtent l="0" t="0" r="4445" b="0"/>
              <wp:wrapNone/>
              <wp:docPr id="23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05600" cy="288000"/>
                      </a:xfrm>
                      <a:prstGeom prst="rect">
                        <a:avLst/>
                      </a:prstGeom>
                      <a:solidFill>
                        <a:srgbClr val="A6A7A8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D4241A" id="Rectangle 35" o:spid="_x0000_s1026" style="position:absolute;left:0;text-align:left;margin-left:-41.7pt;margin-top:820.7pt;width:268.15pt;height:22.7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" fillcolor="#a6a7a8" stroked="f">
              <w10:wrap anchorx="margin" anchory="page"/>
              <w10:anchorlock/>
            </v:rect>
          </w:pict>
        </mc:Fallback>
      </mc:AlternateContent>
    </w:r>
    <w:r w:rsidRPr="00F307A2">
      <w:rPr>
        <w:rFonts w:ascii="HY신명조"/>
        <w:bCs/>
        <w:noProof/>
        <w:sz w:val="16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1B368B84" wp14:editId="450A7555">
              <wp:simplePos x="0" y="0"/>
              <wp:positionH relativeFrom="column">
                <wp:posOffset>2867025</wp:posOffset>
              </wp:positionH>
              <wp:positionV relativeFrom="page">
                <wp:posOffset>10420350</wp:posOffset>
              </wp:positionV>
              <wp:extent cx="3405600" cy="288000"/>
              <wp:effectExtent l="0" t="0" r="4445" b="0"/>
              <wp:wrapNone/>
              <wp:docPr id="284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05600" cy="288000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7775BA" id="Rectangle 35" o:spid="_x0000_s1026" style="position:absolute;left:0;text-align:left;margin-left:225.75pt;margin-top:820.5pt;width:268.15pt;height:22.7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" fillcolor="#123467" stroked="f">
              <w10:wrap anchory="page"/>
              <w10:anchorlock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7" w:type="dxa"/>
      <w:tblInd w:w="-935" w:type="dxa"/>
      <w:tblLook w:val="04A0" w:firstRow="1" w:lastRow="0" w:firstColumn="1" w:lastColumn="0" w:noHBand="0" w:noVBand="1"/>
    </w:tblPr>
    <w:tblGrid>
      <w:gridCol w:w="5074"/>
      <w:gridCol w:w="5833"/>
    </w:tblGrid>
    <w:tr w:rsidR="000033BC" w:rsidRPr="000033BC" w14:paraId="29CF2764" w14:textId="77777777" w:rsidTr="004A3BA7">
      <w:trPr>
        <w:trHeight w:val="300"/>
      </w:trPr>
      <w:tc>
        <w:tcPr>
          <w:tcW w:w="5074" w:type="dxa"/>
          <w:shd w:val="clear" w:color="auto" w:fill="auto"/>
        </w:tcPr>
        <w:p w14:paraId="5061D951" w14:textId="77777777" w:rsidR="000033BC" w:rsidRPr="000033BC" w:rsidRDefault="003F59F6" w:rsidP="004A3BA7">
          <w:pPr>
            <w:tabs>
              <w:tab w:val="center" w:pos="4513"/>
              <w:tab w:val="right" w:pos="9026"/>
            </w:tabs>
            <w:snapToGrid w:val="0"/>
            <w:spacing w:line="240" w:lineRule="auto"/>
            <w:ind w:right="70"/>
            <w:rPr>
              <w:rFonts w:ascii="맑은 고딕" w:eastAsia="맑은 고딕" w:hAnsi="맑은 고딕" w:cs="Arial"/>
              <w:color w:val="123467"/>
              <w:kern w:val="0"/>
              <w:sz w:val="14"/>
              <w:szCs w:val="14"/>
            </w:rPr>
          </w:pPr>
          <w:r>
            <w:rPr>
              <w:rFonts w:ascii="맑은 고딕" w:hAnsi="맑은 고딕"/>
              <w:noProof/>
              <w:szCs w:val="24"/>
            </w:rPr>
            <mc:AlternateContent>
              <mc:Choice Requires="wps">
                <w:drawing>
                  <wp:anchor distT="0" distB="0" distL="114300" distR="114300" simplePos="0" relativeHeight="251882496" behindDoc="0" locked="0" layoutInCell="1" allowOverlap="1" wp14:anchorId="4201F93E" wp14:editId="1DF7F347">
                    <wp:simplePos x="0" y="0"/>
                    <wp:positionH relativeFrom="column">
                      <wp:posOffset>709295</wp:posOffset>
                    </wp:positionH>
                    <wp:positionV relativeFrom="paragraph">
                      <wp:posOffset>209550</wp:posOffset>
                    </wp:positionV>
                    <wp:extent cx="342900" cy="254000"/>
                    <wp:effectExtent l="0" t="0" r="0" b="0"/>
                    <wp:wrapNone/>
                    <wp:docPr id="4" name="AutoShape 2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900" cy="2540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58242B"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27" o:spid="_x0000_s1026" type="#_x0000_t109" style="position:absolute;left:0;text-align:left;margin-left:55.85pt;margin-top:16.5pt;width:27pt;height:20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"/>
                </w:pict>
              </mc:Fallback>
            </mc:AlternateContent>
          </w:r>
          <w:r>
            <w:rPr>
              <w:rFonts w:ascii="맑은 고딕" w:hAnsi="맑은 고딕"/>
              <w:noProof/>
              <w:szCs w:val="24"/>
            </w:rPr>
            <w:drawing>
              <wp:anchor distT="0" distB="0" distL="114300" distR="114300" simplePos="0" relativeHeight="251837440" behindDoc="0" locked="0" layoutInCell="1" allowOverlap="1" wp14:anchorId="481C3645" wp14:editId="4C3C9E45">
                <wp:simplePos x="0" y="0"/>
                <wp:positionH relativeFrom="column">
                  <wp:posOffset>-2540</wp:posOffset>
                </wp:positionH>
                <wp:positionV relativeFrom="paragraph">
                  <wp:posOffset>5080</wp:posOffset>
                </wp:positionV>
                <wp:extent cx="1864360" cy="287655"/>
                <wp:effectExtent l="0" t="0" r="0" b="0"/>
                <wp:wrapNone/>
                <wp:docPr id="1" name="그림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그림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4360" cy="2876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33" w:type="dxa"/>
          <w:shd w:val="clear" w:color="auto" w:fill="auto"/>
        </w:tcPr>
        <w:p w14:paraId="54DAD2DD" w14:textId="77777777" w:rsidR="000033BC" w:rsidRPr="000033BC" w:rsidRDefault="000033BC" w:rsidP="004A3BA7">
          <w:pPr>
            <w:tabs>
              <w:tab w:val="center" w:pos="4513"/>
              <w:tab w:val="right" w:pos="9026"/>
            </w:tabs>
            <w:snapToGrid w:val="0"/>
            <w:spacing w:line="168" w:lineRule="auto"/>
            <w:ind w:right="80"/>
            <w:jc w:val="right"/>
            <w:rPr>
              <w:rFonts w:ascii="맑은 고딕" w:eastAsia="맑은 고딕" w:hAnsi="맑은 고딕" w:cs="Arial"/>
              <w:color w:val="123467"/>
              <w:kern w:val="0"/>
              <w:sz w:val="16"/>
              <w:szCs w:val="17"/>
            </w:rPr>
          </w:pP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7"/>
            </w:rPr>
            <w:t xml:space="preserve">서울시 강남구 테헤란로 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7"/>
            </w:rPr>
            <w:t>8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7"/>
            </w:rPr>
            <w:t xml:space="preserve">길 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7"/>
            </w:rPr>
            <w:t xml:space="preserve">8 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7"/>
            </w:rPr>
            <w:t xml:space="preserve">홍은빌딩 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7"/>
            </w:rPr>
            <w:t>2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7"/>
            </w:rPr>
            <w:t>층 (06233)</w:t>
          </w:r>
        </w:p>
        <w:p w14:paraId="69D84B57" w14:textId="77777777" w:rsidR="000033BC" w:rsidRPr="000033BC" w:rsidRDefault="000033BC" w:rsidP="004A3BA7">
          <w:pPr>
            <w:tabs>
              <w:tab w:val="center" w:pos="4513"/>
              <w:tab w:val="right" w:pos="9026"/>
            </w:tabs>
            <w:snapToGrid w:val="0"/>
            <w:spacing w:line="168" w:lineRule="auto"/>
            <w:ind w:right="80"/>
            <w:jc w:val="right"/>
            <w:rPr>
              <w:rFonts w:ascii="맑은 고딕" w:eastAsia="맑은 고딕" w:hAnsi="맑은 고딕" w:cs="Arial"/>
              <w:color w:val="123467"/>
              <w:kern w:val="0"/>
              <w:sz w:val="16"/>
              <w:szCs w:val="17"/>
            </w:rPr>
          </w:pP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6"/>
            </w:rPr>
            <w:t>T.0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6"/>
            </w:rPr>
            <w:t>2-562-31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6"/>
            </w:rPr>
            <w:t>15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6"/>
            </w:rPr>
            <w:t xml:space="preserve"> 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6"/>
            </w:rPr>
            <w:t xml:space="preserve">| F.02-863-3255 | 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6"/>
            </w:rPr>
            <w:t>H</w:t>
          </w:r>
          <w:r w:rsidRPr="000033BC">
            <w:rPr>
              <w:rFonts w:ascii="맑은 고딕" w:eastAsia="맑은 고딕" w:hAnsi="맑은 고딕" w:cs="Arial"/>
              <w:color w:val="123467"/>
              <w:kern w:val="0"/>
              <w:sz w:val="16"/>
              <w:szCs w:val="16"/>
            </w:rPr>
            <w:t>.www.</w:t>
          </w:r>
          <w:r w:rsidRPr="000033BC">
            <w:rPr>
              <w:rFonts w:ascii="맑은 고딕" w:eastAsia="맑은 고딕" w:hAnsi="맑은 고딕" w:cs="Arial" w:hint="eastAsia"/>
              <w:color w:val="123467"/>
              <w:kern w:val="0"/>
              <w:sz w:val="16"/>
              <w:szCs w:val="16"/>
            </w:rPr>
            <w:t>seumlaw.com</w:t>
          </w:r>
        </w:p>
      </w:tc>
    </w:tr>
  </w:tbl>
  <w:p w14:paraId="0B26F88E" w14:textId="674895A5" w:rsidR="00BC2B7F" w:rsidRPr="000B39EC" w:rsidRDefault="003F59F6" w:rsidP="007E17DF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14912" behindDoc="0" locked="0" layoutInCell="1" allowOverlap="1" wp14:anchorId="2221D08A" wp14:editId="4C908EBD">
              <wp:simplePos x="0" y="0"/>
              <wp:positionH relativeFrom="column">
                <wp:posOffset>-607695</wp:posOffset>
              </wp:positionH>
              <wp:positionV relativeFrom="paragraph">
                <wp:posOffset>36830</wp:posOffset>
              </wp:positionV>
              <wp:extent cx="6760210" cy="288290"/>
              <wp:effectExtent l="0" t="0" r="0" b="0"/>
              <wp:wrapNone/>
              <wp:docPr id="3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0210" cy="288290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76A511" id="Rectangle 19" o:spid="_x0000_s1026" style="position:absolute;left:0;text-align:left;margin-left:-47.85pt;margin-top:2.9pt;width:532.3pt;height:22.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" fillcolor="#123467" stroked="f"/>
          </w:pict>
        </mc:Fallback>
      </mc:AlternateContent>
    </w:r>
    <w:r>
      <w:rPr>
        <w:noProof/>
      </w:rPr>
      <w:drawing>
        <wp:anchor distT="0" distB="0" distL="114300" distR="114300" simplePos="0" relativeHeight="251859968" behindDoc="0" locked="0" layoutInCell="1" allowOverlap="1" wp14:anchorId="5F08B0DC" wp14:editId="60C0C20C">
          <wp:simplePos x="0" y="0"/>
          <wp:positionH relativeFrom="column">
            <wp:posOffset>-569595</wp:posOffset>
          </wp:positionH>
          <wp:positionV relativeFrom="paragraph">
            <wp:posOffset>-272415</wp:posOffset>
          </wp:positionV>
          <wp:extent cx="1860550" cy="287020"/>
          <wp:effectExtent l="0" t="0" r="0" b="0"/>
          <wp:wrapNone/>
          <wp:docPr id="2" name="그림 2" descr="seum_logotype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seum_logotype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550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2B7F" w:rsidRPr="000B39EC">
      <w:rPr>
        <w:rStyle w:val="ab"/>
        <w:sz w:val="20"/>
      </w:rPr>
      <w:fldChar w:fldCharType="begin"/>
    </w:r>
    <w:r w:rsidR="00BC2B7F" w:rsidRPr="000B39EC">
      <w:rPr>
        <w:rStyle w:val="ab"/>
        <w:sz w:val="20"/>
      </w:rPr>
      <w:instrText xml:space="preserve"> PAGE </w:instrText>
    </w:r>
    <w:r w:rsidR="00BC2B7F" w:rsidRPr="000B39EC">
      <w:rPr>
        <w:rStyle w:val="ab"/>
        <w:sz w:val="20"/>
      </w:rPr>
      <w:fldChar w:fldCharType="separate"/>
    </w:r>
    <w:r w:rsidR="00160C16">
      <w:rPr>
        <w:rStyle w:val="ab"/>
        <w:noProof/>
        <w:sz w:val="20"/>
      </w:rPr>
      <w:t>1</w:t>
    </w:r>
    <w:r w:rsidR="00BC2B7F" w:rsidRPr="000B39EC">
      <w:rPr>
        <w:rStyle w:val="ab"/>
        <w:sz w:val="20"/>
      </w:rPr>
      <w:fldChar w:fldCharType="end"/>
    </w:r>
    <w:r w:rsidR="00BC2B7F" w:rsidRPr="000B39EC">
      <w:rPr>
        <w:rStyle w:val="ab"/>
        <w:rFonts w:hint="eastAsia"/>
        <w:sz w:val="20"/>
      </w:rPr>
      <w:t xml:space="preserve"> / </w:t>
    </w:r>
    <w:r w:rsidR="00BC2B7F" w:rsidRPr="000B39EC">
      <w:rPr>
        <w:rStyle w:val="ab"/>
        <w:sz w:val="20"/>
      </w:rPr>
      <w:fldChar w:fldCharType="begin"/>
    </w:r>
    <w:r w:rsidR="00BC2B7F" w:rsidRPr="000B39EC">
      <w:rPr>
        <w:rStyle w:val="ab"/>
        <w:sz w:val="20"/>
      </w:rPr>
      <w:instrText xml:space="preserve"> NUMPAGES </w:instrText>
    </w:r>
    <w:r w:rsidR="00BC2B7F" w:rsidRPr="000B39EC">
      <w:rPr>
        <w:rStyle w:val="ab"/>
        <w:sz w:val="20"/>
      </w:rPr>
      <w:fldChar w:fldCharType="separate"/>
    </w:r>
    <w:r w:rsidR="00A72124">
      <w:rPr>
        <w:rStyle w:val="ab"/>
        <w:noProof/>
        <w:sz w:val="20"/>
      </w:rPr>
      <w:t>1</w:t>
    </w:r>
    <w:r w:rsidR="00BC2B7F" w:rsidRPr="000B39EC">
      <w:rPr>
        <w:rStyle w:val="ab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6A96" w14:textId="77777777" w:rsidR="00440C95" w:rsidRDefault="00440C95" w:rsidP="00F57D98">
      <w:pPr>
        <w:spacing w:line="240" w:lineRule="atLeast"/>
      </w:pPr>
      <w:r>
        <w:separator/>
      </w:r>
    </w:p>
  </w:footnote>
  <w:footnote w:type="continuationSeparator" w:id="0">
    <w:p w14:paraId="271A71DB" w14:textId="77777777" w:rsidR="00440C95" w:rsidRDefault="00440C95" w:rsidP="00F57D98">
      <w:pPr>
        <w:spacing w:line="240" w:lineRule="atLeas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F05C" w14:textId="77777777" w:rsidR="000033BC" w:rsidRDefault="003F59F6">
    <w:pPr>
      <w:pStyle w:val="aa"/>
    </w:pPr>
    <w:r>
      <w:rPr>
        <w:noProof/>
      </w:rPr>
      <w:drawing>
        <wp:anchor distT="0" distB="0" distL="114300" distR="114300" simplePos="0" relativeHeight="251792384" behindDoc="0" locked="0" layoutInCell="1" allowOverlap="1" wp14:anchorId="23611450" wp14:editId="3D4412C6">
          <wp:simplePos x="0" y="0"/>
          <wp:positionH relativeFrom="column">
            <wp:posOffset>6000750</wp:posOffset>
          </wp:positionH>
          <wp:positionV relativeFrom="paragraph">
            <wp:posOffset>438150</wp:posOffset>
          </wp:positionV>
          <wp:extent cx="253365" cy="1019175"/>
          <wp:effectExtent l="0" t="0" r="0" b="0"/>
          <wp:wrapNone/>
          <wp:docPr id="21" name="그림 18" descr="seum_logo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seum_logo_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8925"/>
                  <a:stretch>
                    <a:fillRect/>
                  </a:stretch>
                </pic:blipFill>
                <pic:spPr bwMode="auto">
                  <a:xfrm>
                    <a:off x="0" y="0"/>
                    <a:ext cx="253365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69856" behindDoc="0" locked="0" layoutInCell="1" allowOverlap="1" wp14:anchorId="7C3903AC" wp14:editId="7791080C">
              <wp:simplePos x="0" y="0"/>
              <wp:positionH relativeFrom="column">
                <wp:posOffset>3040380</wp:posOffset>
              </wp:positionH>
              <wp:positionV relativeFrom="paragraph">
                <wp:posOffset>3658235</wp:posOffset>
              </wp:positionV>
              <wp:extent cx="6728460" cy="288290"/>
              <wp:effectExtent l="0" t="0" r="0" b="0"/>
              <wp:wrapNone/>
              <wp:docPr id="20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6728460" cy="288290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95D53" id="Rectangle 16" o:spid="_x0000_s1026" style="position:absolute;left:0;text-align:left;margin-left:239.4pt;margin-top:288.05pt;width:529.8pt;height:22.7pt;rotation:9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" fillcolor="#123467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7328" behindDoc="0" locked="0" layoutInCell="1" allowOverlap="1" wp14:anchorId="15EC22A7" wp14:editId="11EEB790">
              <wp:simplePos x="0" y="0"/>
              <wp:positionH relativeFrom="column">
                <wp:posOffset>4045585</wp:posOffset>
              </wp:positionH>
              <wp:positionV relativeFrom="paragraph">
                <wp:posOffset>4161790</wp:posOffset>
              </wp:positionV>
              <wp:extent cx="6729730" cy="287655"/>
              <wp:effectExtent l="1587" t="0" r="0" b="0"/>
              <wp:wrapNone/>
              <wp:docPr id="18" name="직사각형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6729730" cy="287655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E87A03" id="직사각형 9" o:spid="_x0000_s1026" style="position:absolute;left:0;text-align:left;margin-left:318.55pt;margin-top:327.7pt;width:529.9pt;height:22.65pt;rotation:-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" fillcolor="#123467" stroked="f" strokeweight="1pt">
              <v:path arrowok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7A56C772" wp14:editId="0E04C4E4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7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2272" behindDoc="0" locked="0" layoutInCell="1" allowOverlap="1" wp14:anchorId="05B02E64" wp14:editId="68020D6E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6" name="그림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9744" behindDoc="0" locked="0" layoutInCell="1" allowOverlap="1" wp14:anchorId="6C41D8B6" wp14:editId="31CA346A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5" name="그림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577767D" wp14:editId="35499F39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4" name="그림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12160" behindDoc="0" locked="0" layoutInCell="1" allowOverlap="1" wp14:anchorId="5A21AC3E" wp14:editId="646E29F1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3" name="그림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567104" behindDoc="0" locked="0" layoutInCell="1" allowOverlap="1" wp14:anchorId="32DDDF72" wp14:editId="714BF364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2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89632" behindDoc="0" locked="0" layoutInCell="1" allowOverlap="1" wp14:anchorId="03C36AC0" wp14:editId="09C5324D">
              <wp:simplePos x="0" y="0"/>
              <wp:positionH relativeFrom="column">
                <wp:posOffset>4045585</wp:posOffset>
              </wp:positionH>
              <wp:positionV relativeFrom="paragraph">
                <wp:posOffset>4161790</wp:posOffset>
              </wp:positionV>
              <wp:extent cx="6729730" cy="287655"/>
              <wp:effectExtent l="1587" t="0" r="0" b="0"/>
              <wp:wrapNone/>
              <wp:docPr id="11" name="직사각형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6729730" cy="287655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8B826E" id="직사각형 9" o:spid="_x0000_s1026" style="position:absolute;left:0;text-align:left;margin-left:318.55pt;margin-top:327.7pt;width:529.9pt;height:22.65pt;rotation:-90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" fillcolor="#123467" stroked="f" strokeweight="1pt">
              <v:path arrowok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522048" behindDoc="0" locked="0" layoutInCell="1" allowOverlap="1" wp14:anchorId="6DDE737E" wp14:editId="6D2767E5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10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44576" behindDoc="0" locked="0" layoutInCell="1" allowOverlap="1" wp14:anchorId="7CE48EC1" wp14:editId="1BC9B7AD">
              <wp:simplePos x="0" y="0"/>
              <wp:positionH relativeFrom="column">
                <wp:posOffset>4045585</wp:posOffset>
              </wp:positionH>
              <wp:positionV relativeFrom="paragraph">
                <wp:posOffset>4161790</wp:posOffset>
              </wp:positionV>
              <wp:extent cx="6729730" cy="287655"/>
              <wp:effectExtent l="1587" t="0" r="0" b="0"/>
              <wp:wrapNone/>
              <wp:docPr id="8" name="직사각형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6729730" cy="287655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18F754" id="직사각형 9" o:spid="_x0000_s1026" style="position:absolute;left:0;text-align:left;margin-left:318.55pt;margin-top:327.7pt;width:529.9pt;height:22.65pt;rotation:-90;z-index: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" fillcolor="#123467" stroked="f" strokeweight="1pt">
              <v:path arrowok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431936" behindDoc="0" locked="0" layoutInCell="1" allowOverlap="1" wp14:anchorId="6EB9A536" wp14:editId="24982883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7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54464" behindDoc="0" locked="0" layoutInCell="1" allowOverlap="1" wp14:anchorId="29217CA9" wp14:editId="7C56FA0F">
              <wp:simplePos x="0" y="0"/>
              <wp:positionH relativeFrom="column">
                <wp:posOffset>4045585</wp:posOffset>
              </wp:positionH>
              <wp:positionV relativeFrom="paragraph">
                <wp:posOffset>4161790</wp:posOffset>
              </wp:positionV>
              <wp:extent cx="6729730" cy="287655"/>
              <wp:effectExtent l="1587" t="0" r="0" b="0"/>
              <wp:wrapNone/>
              <wp:docPr id="6" name="직사각형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6729730" cy="287655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D9F9" id="직사각형 9" o:spid="_x0000_s1026" style="position:absolute;left:0;text-align:left;margin-left:318.55pt;margin-top:327.7pt;width:529.9pt;height:22.65pt;rotation:-90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" fillcolor="#123467" stroked="f" strokeweight="1pt">
              <v:path arrowok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476992" behindDoc="0" locked="0" layoutInCell="1" allowOverlap="1" wp14:anchorId="28B538C6" wp14:editId="2FC414CD">
          <wp:simplePos x="0" y="0"/>
          <wp:positionH relativeFrom="column">
            <wp:posOffset>6998335</wp:posOffset>
          </wp:positionH>
          <wp:positionV relativeFrom="paragraph">
            <wp:posOffset>942340</wp:posOffset>
          </wp:positionV>
          <wp:extent cx="244475" cy="1033145"/>
          <wp:effectExtent l="0" t="0" r="0" b="0"/>
          <wp:wrapNone/>
          <wp:docPr id="5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039"/>
                  <a:stretch>
                    <a:fillRect/>
                  </a:stretch>
                </pic:blipFill>
                <pic:spPr bwMode="auto">
                  <a:xfrm>
                    <a:off x="0" y="0"/>
                    <a:ext cx="24447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499520" behindDoc="0" locked="0" layoutInCell="1" allowOverlap="1" wp14:anchorId="512409F0" wp14:editId="105EBFFC">
              <wp:simplePos x="0" y="0"/>
              <wp:positionH relativeFrom="column">
                <wp:posOffset>4045585</wp:posOffset>
              </wp:positionH>
              <wp:positionV relativeFrom="paragraph">
                <wp:posOffset>4161790</wp:posOffset>
              </wp:positionV>
              <wp:extent cx="6729730" cy="287655"/>
              <wp:effectExtent l="1587" t="0" r="0" b="0"/>
              <wp:wrapNone/>
              <wp:docPr id="9" name="직사각형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6729730" cy="287655"/>
                      </a:xfrm>
                      <a:prstGeom prst="rect">
                        <a:avLst/>
                      </a:prstGeom>
                      <a:solidFill>
                        <a:srgbClr val="12346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5A4951" id="직사각형 9" o:spid="_x0000_s1026" style="position:absolute;left:0;text-align:left;margin-left:318.55pt;margin-top:327.7pt;width:529.9pt;height:22.65pt;rotation:-90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" fillcolor="#123467" stroked="f" strokeweight="1pt">
              <v:path arrowok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05AAB44"/>
    <w:lvl w:ilvl="0">
      <w:start w:val="1"/>
      <w:numFmt w:val="decimal"/>
      <w:pStyle w:val="5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1ED09AFA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0E30B7B4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1EC78A0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E6144740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000FE5E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4FC4A6E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A3299DE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F521A6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61293DC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78A7C1A"/>
    <w:multiLevelType w:val="hybridMultilevel"/>
    <w:tmpl w:val="246CA84E"/>
    <w:lvl w:ilvl="0" w:tplc="F4FC0EAC">
      <w:start w:val="1"/>
      <w:numFmt w:val="ganada"/>
      <w:lvlText w:val="%1."/>
      <w:lvlJc w:val="left"/>
      <w:pPr>
        <w:ind w:left="156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" w15:restartNumberingAfterBreak="0">
    <w:nsid w:val="10460E37"/>
    <w:multiLevelType w:val="hybridMultilevel"/>
    <w:tmpl w:val="F104A52E"/>
    <w:lvl w:ilvl="0" w:tplc="04090015">
      <w:start w:val="1"/>
      <w:numFmt w:val="ganada"/>
      <w:lvlText w:val="%1)"/>
      <w:lvlJc w:val="left"/>
      <w:pPr>
        <w:ind w:left="1200" w:hanging="40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 w15:restartNumberingAfterBreak="0">
    <w:nsid w:val="1C121DF6"/>
    <w:multiLevelType w:val="multilevel"/>
    <w:tmpl w:val="10F29822"/>
    <w:name w:val="Article"/>
    <w:lvl w:ilvl="0">
      <w:start w:val="1"/>
      <w:numFmt w:val="upperRoman"/>
      <w:suff w:val="nothing"/>
      <w:lvlText w:val="Article %1"/>
      <w:lvlJc w:val="left"/>
      <w:pPr>
        <w:ind w:left="0" w:firstLine="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252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3384"/>
        </w:tabs>
        <w:ind w:left="2160" w:firstLine="864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lvlText w:val="(%5)"/>
      <w:lvlJc w:val="left"/>
      <w:pPr>
        <w:tabs>
          <w:tab w:val="num" w:pos="3960"/>
        </w:tabs>
        <w:ind w:left="360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(%6)"/>
      <w:lvlJc w:val="left"/>
      <w:pPr>
        <w:tabs>
          <w:tab w:val="num" w:pos="252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(%8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3274FED"/>
    <w:multiLevelType w:val="multilevel"/>
    <w:tmpl w:val="BC6647AA"/>
    <w:name w:val="Legal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72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252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3600"/>
        </w:tabs>
        <w:ind w:left="216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."/>
      <w:lvlJc w:val="left"/>
      <w:pPr>
        <w:tabs>
          <w:tab w:val="num" w:pos="396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Roman"/>
      <w:lvlText w:val="%7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(%8)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6166273"/>
    <w:multiLevelType w:val="hybridMultilevel"/>
    <w:tmpl w:val="343647AC"/>
    <w:lvl w:ilvl="0" w:tplc="21760D9A">
      <w:start w:val="1"/>
      <w:numFmt w:val="decimal"/>
      <w:lvlText w:val="(%1)"/>
      <w:lvlJc w:val="left"/>
      <w:pPr>
        <w:ind w:left="1101" w:hanging="40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2B301AB2"/>
    <w:multiLevelType w:val="hybridMultilevel"/>
    <w:tmpl w:val="BA143C28"/>
    <w:lvl w:ilvl="0" w:tplc="BB6477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2C6F524A"/>
    <w:multiLevelType w:val="hybridMultilevel"/>
    <w:tmpl w:val="D01A185C"/>
    <w:lvl w:ilvl="0" w:tplc="3CDAF3BA">
      <w:start w:val="1"/>
      <w:numFmt w:val="ganada"/>
      <w:lvlText w:val="%1."/>
      <w:lvlJc w:val="left"/>
      <w:pPr>
        <w:ind w:left="760" w:hanging="476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6FD407D"/>
    <w:multiLevelType w:val="hybridMultilevel"/>
    <w:tmpl w:val="3B92DD84"/>
    <w:lvl w:ilvl="0" w:tplc="7084139E">
      <w:start w:val="1"/>
      <w:numFmt w:val="ganada"/>
      <w:lvlText w:val="(%1)"/>
      <w:lvlJc w:val="left"/>
      <w:pPr>
        <w:ind w:left="1501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01" w:hanging="400"/>
      </w:pPr>
    </w:lvl>
    <w:lvl w:ilvl="2" w:tplc="0409001B" w:tentative="1">
      <w:start w:val="1"/>
      <w:numFmt w:val="lowerRoman"/>
      <w:lvlText w:val="%3."/>
      <w:lvlJc w:val="right"/>
      <w:pPr>
        <w:ind w:left="2301" w:hanging="400"/>
      </w:pPr>
    </w:lvl>
    <w:lvl w:ilvl="3" w:tplc="0409000F" w:tentative="1">
      <w:start w:val="1"/>
      <w:numFmt w:val="decimal"/>
      <w:lvlText w:val="%4."/>
      <w:lvlJc w:val="left"/>
      <w:pPr>
        <w:ind w:left="2701" w:hanging="400"/>
      </w:pPr>
    </w:lvl>
    <w:lvl w:ilvl="4" w:tplc="04090019" w:tentative="1">
      <w:start w:val="1"/>
      <w:numFmt w:val="upperLetter"/>
      <w:lvlText w:val="%5."/>
      <w:lvlJc w:val="left"/>
      <w:pPr>
        <w:ind w:left="3101" w:hanging="400"/>
      </w:pPr>
    </w:lvl>
    <w:lvl w:ilvl="5" w:tplc="0409001B" w:tentative="1">
      <w:start w:val="1"/>
      <w:numFmt w:val="lowerRoman"/>
      <w:lvlText w:val="%6."/>
      <w:lvlJc w:val="right"/>
      <w:pPr>
        <w:ind w:left="3501" w:hanging="400"/>
      </w:pPr>
    </w:lvl>
    <w:lvl w:ilvl="6" w:tplc="0409000F" w:tentative="1">
      <w:start w:val="1"/>
      <w:numFmt w:val="decimal"/>
      <w:lvlText w:val="%7."/>
      <w:lvlJc w:val="left"/>
      <w:pPr>
        <w:ind w:left="3901" w:hanging="400"/>
      </w:pPr>
    </w:lvl>
    <w:lvl w:ilvl="7" w:tplc="04090019" w:tentative="1">
      <w:start w:val="1"/>
      <w:numFmt w:val="upperLetter"/>
      <w:lvlText w:val="%8."/>
      <w:lvlJc w:val="left"/>
      <w:pPr>
        <w:ind w:left="4301" w:hanging="400"/>
      </w:pPr>
    </w:lvl>
    <w:lvl w:ilvl="8" w:tplc="0409001B" w:tentative="1">
      <w:start w:val="1"/>
      <w:numFmt w:val="lowerRoman"/>
      <w:lvlText w:val="%9."/>
      <w:lvlJc w:val="right"/>
      <w:pPr>
        <w:ind w:left="4701" w:hanging="400"/>
      </w:pPr>
    </w:lvl>
  </w:abstractNum>
  <w:abstractNum w:abstractNumId="18" w15:restartNumberingAfterBreak="0">
    <w:nsid w:val="393D1EC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9" w15:restartNumberingAfterBreak="0">
    <w:nsid w:val="3A3421DB"/>
    <w:multiLevelType w:val="hybridMultilevel"/>
    <w:tmpl w:val="131EDF18"/>
    <w:lvl w:ilvl="0" w:tplc="6DC6CE0C">
      <w:start w:val="1"/>
      <w:numFmt w:val="decimal"/>
      <w:lvlText w:val="(%1)"/>
      <w:lvlJc w:val="left"/>
      <w:pPr>
        <w:ind w:left="1200" w:hanging="400"/>
      </w:pPr>
      <w:rPr>
        <w:rFonts w:hint="eastAsia"/>
      </w:rPr>
    </w:lvl>
    <w:lvl w:ilvl="1" w:tplc="6DC6CE0C">
      <w:start w:val="1"/>
      <w:numFmt w:val="decimal"/>
      <w:lvlText w:val="(%2)"/>
      <w:lvlJc w:val="left"/>
      <w:pPr>
        <w:ind w:left="-2537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-2137" w:hanging="400"/>
      </w:pPr>
    </w:lvl>
    <w:lvl w:ilvl="3" w:tplc="0409000F" w:tentative="1">
      <w:start w:val="1"/>
      <w:numFmt w:val="decimal"/>
      <w:lvlText w:val="%4."/>
      <w:lvlJc w:val="left"/>
      <w:pPr>
        <w:ind w:left="-1737" w:hanging="400"/>
      </w:pPr>
    </w:lvl>
    <w:lvl w:ilvl="4" w:tplc="04090019" w:tentative="1">
      <w:start w:val="1"/>
      <w:numFmt w:val="upperLetter"/>
      <w:lvlText w:val="%5."/>
      <w:lvlJc w:val="left"/>
      <w:pPr>
        <w:ind w:left="-1337" w:hanging="400"/>
      </w:pPr>
    </w:lvl>
    <w:lvl w:ilvl="5" w:tplc="0409001B" w:tentative="1">
      <w:start w:val="1"/>
      <w:numFmt w:val="lowerRoman"/>
      <w:lvlText w:val="%6."/>
      <w:lvlJc w:val="right"/>
      <w:pPr>
        <w:ind w:left="-937" w:hanging="400"/>
      </w:pPr>
    </w:lvl>
    <w:lvl w:ilvl="6" w:tplc="0409000F" w:tentative="1">
      <w:start w:val="1"/>
      <w:numFmt w:val="decimal"/>
      <w:lvlText w:val="%7."/>
      <w:lvlJc w:val="left"/>
      <w:pPr>
        <w:ind w:left="-537" w:hanging="400"/>
      </w:pPr>
    </w:lvl>
    <w:lvl w:ilvl="7" w:tplc="04090019" w:tentative="1">
      <w:start w:val="1"/>
      <w:numFmt w:val="upperLetter"/>
      <w:lvlText w:val="%8."/>
      <w:lvlJc w:val="left"/>
      <w:pPr>
        <w:ind w:left="-137" w:hanging="400"/>
      </w:pPr>
    </w:lvl>
    <w:lvl w:ilvl="8" w:tplc="0409001B" w:tentative="1">
      <w:start w:val="1"/>
      <w:numFmt w:val="lowerRoman"/>
      <w:lvlText w:val="%9."/>
      <w:lvlJc w:val="right"/>
      <w:pPr>
        <w:ind w:left="263" w:hanging="400"/>
      </w:pPr>
    </w:lvl>
  </w:abstractNum>
  <w:abstractNum w:abstractNumId="20" w15:restartNumberingAfterBreak="0">
    <w:nsid w:val="3E101CCC"/>
    <w:multiLevelType w:val="multilevel"/>
    <w:tmpl w:val="B16AC654"/>
    <w:name w:val="Tabbed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72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(%4)"/>
      <w:lvlJc w:val="left"/>
      <w:pPr>
        <w:tabs>
          <w:tab w:val="num" w:pos="3240"/>
        </w:tabs>
        <w:ind w:left="216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)"/>
      <w:lvlJc w:val="left"/>
      <w:pPr>
        <w:tabs>
          <w:tab w:val="num" w:pos="540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)"/>
      <w:lvlJc w:val="left"/>
      <w:pPr>
        <w:tabs>
          <w:tab w:val="num" w:pos="612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09F63F8"/>
    <w:multiLevelType w:val="multilevel"/>
    <w:tmpl w:val="D4A094DA"/>
    <w:name w:val="Standard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0" w:firstLine="43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)"/>
      <w:lvlJc w:val="left"/>
      <w:pPr>
        <w:tabs>
          <w:tab w:val="num" w:pos="5400"/>
        </w:tabs>
        <w:ind w:left="0" w:firstLine="50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6253EB5"/>
    <w:multiLevelType w:val="multilevel"/>
    <w:tmpl w:val="9294B72C"/>
    <w:name w:val="Legal3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  <w:caps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72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252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3600"/>
        </w:tabs>
        <w:ind w:left="216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lowerLetter"/>
      <w:lvlText w:val="(%7)"/>
      <w:lvlJc w:val="left"/>
      <w:pPr>
        <w:tabs>
          <w:tab w:val="num" w:pos="1080"/>
        </w:tabs>
        <w:ind w:left="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(%9)"/>
      <w:lvlJc w:val="left"/>
      <w:pPr>
        <w:tabs>
          <w:tab w:val="num" w:pos="252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0D66A86"/>
    <w:multiLevelType w:val="hybridMultilevel"/>
    <w:tmpl w:val="CFF81534"/>
    <w:lvl w:ilvl="0" w:tplc="46209DE2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4" w15:restartNumberingAfterBreak="0">
    <w:nsid w:val="51F5634C"/>
    <w:multiLevelType w:val="hybridMultilevel"/>
    <w:tmpl w:val="7F8448FC"/>
    <w:lvl w:ilvl="0" w:tplc="137CDBD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527E2152">
      <w:start w:val="1"/>
      <w:numFmt w:val="ganada"/>
      <w:lvlText w:val="%2."/>
      <w:lvlJc w:val="left"/>
      <w:pPr>
        <w:ind w:left="122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37C4801"/>
    <w:multiLevelType w:val="multilevel"/>
    <w:tmpl w:val="5008950A"/>
    <w:name w:val="Agrsv122"/>
    <w:lvl w:ilvl="0">
      <w:start w:val="5"/>
      <w:numFmt w:val="decimal"/>
      <w:lvlText w:val="%1."/>
      <w:lvlJc w:val="left"/>
      <w:pPr>
        <w:tabs>
          <w:tab w:val="num" w:pos="1800"/>
        </w:tabs>
        <w:ind w:left="0" w:firstLine="1440"/>
      </w:pPr>
      <w:rPr>
        <w:b w:val="0"/>
        <w:i w:val="0"/>
        <w:caps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2520"/>
        </w:tabs>
        <w:ind w:left="144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left"/>
      <w:pPr>
        <w:tabs>
          <w:tab w:val="num" w:pos="3600"/>
        </w:tabs>
        <w:ind w:left="2160" w:firstLine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64363F02"/>
    <w:multiLevelType w:val="multilevel"/>
    <w:tmpl w:val="EE5614D2"/>
    <w:name w:val="NYCorp1"/>
    <w:lvl w:ilvl="0">
      <w:start w:val="1"/>
      <w:numFmt w:val="upperRoman"/>
      <w:suff w:val="nothing"/>
      <w:lvlText w:val="ARTICLE %1"/>
      <w:lvlJc w:val="left"/>
      <w:pPr>
        <w:ind w:left="0" w:firstLine="0"/>
      </w:pPr>
      <w:rPr>
        <w:b w:val="0"/>
        <w:i w:val="0"/>
        <w:caps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SECTION %1.%2."/>
      <w:lvlJc w:val="left"/>
      <w:pPr>
        <w:tabs>
          <w:tab w:val="num" w:pos="324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0" w:firstLine="144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(%4)"/>
      <w:lvlJc w:val="right"/>
      <w:pPr>
        <w:tabs>
          <w:tab w:val="num" w:pos="2520"/>
        </w:tabs>
        <w:ind w:left="0" w:firstLine="21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0" w:firstLine="288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650D7FAC"/>
    <w:multiLevelType w:val="multilevel"/>
    <w:tmpl w:val="04090023"/>
    <w:styleLink w:val="a1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ganada"/>
      <w:lvlText w:val="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none"/>
      <w:lvlText w:val=""/>
      <w:lvlJc w:val="left"/>
      <w:pPr>
        <w:tabs>
          <w:tab w:val="num" w:pos="1559"/>
        </w:tabs>
        <w:ind w:left="1559" w:hanging="283"/>
      </w:pPr>
    </w:lvl>
    <w:lvl w:ilvl="4">
      <w:start w:val="1"/>
      <w:numFmt w:val="none"/>
      <w:lvlText w:val=""/>
      <w:lvlJc w:val="left"/>
      <w:pPr>
        <w:tabs>
          <w:tab w:val="num" w:pos="1984"/>
        </w:tabs>
        <w:ind w:left="1984" w:hanging="425"/>
      </w:pPr>
    </w:lvl>
    <w:lvl w:ilvl="5">
      <w:start w:val="1"/>
      <w:numFmt w:val="none"/>
      <w:lvlText w:val=""/>
      <w:lvlJc w:val="left"/>
      <w:pPr>
        <w:tabs>
          <w:tab w:val="num" w:pos="2409"/>
        </w:tabs>
        <w:ind w:left="2409" w:hanging="425"/>
      </w:p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426"/>
      </w:pPr>
    </w:lvl>
    <w:lvl w:ilvl="7">
      <w:start w:val="1"/>
      <w:numFmt w:val="none"/>
      <w:lvlText w:val=""/>
      <w:lvlJc w:val="left"/>
      <w:pPr>
        <w:tabs>
          <w:tab w:val="num" w:pos="3260"/>
        </w:tabs>
        <w:ind w:left="3260" w:hanging="425"/>
      </w:pPr>
    </w:lvl>
    <w:lvl w:ilvl="8">
      <w:start w:val="1"/>
      <w:numFmt w:val="none"/>
      <w:lvlText w:val=""/>
      <w:lvlJc w:val="left"/>
      <w:pPr>
        <w:tabs>
          <w:tab w:val="num" w:pos="3685"/>
        </w:tabs>
        <w:ind w:left="3685" w:hanging="425"/>
      </w:pPr>
    </w:lvl>
  </w:abstractNum>
  <w:abstractNum w:abstractNumId="28" w15:restartNumberingAfterBreak="0">
    <w:nsid w:val="68F0089F"/>
    <w:multiLevelType w:val="hybridMultilevel"/>
    <w:tmpl w:val="5A46BEDE"/>
    <w:lvl w:ilvl="0" w:tplc="C5A044CC">
      <w:start w:val="1"/>
      <w:numFmt w:val="ganada"/>
      <w:lvlText w:val="%1."/>
      <w:lvlJc w:val="left"/>
      <w:pPr>
        <w:ind w:left="4937" w:hanging="400"/>
      </w:pPr>
      <w:rPr>
        <w:rFonts w:hint="eastAsia"/>
      </w:rPr>
    </w:lvl>
    <w:lvl w:ilvl="1" w:tplc="D6BEDA34">
      <w:start w:val="1"/>
      <w:numFmt w:val="decimal"/>
      <w:lvlText w:val="(%2)"/>
      <w:lvlJc w:val="left"/>
      <w:pPr>
        <w:ind w:left="27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12" w:hanging="400"/>
      </w:pPr>
    </w:lvl>
    <w:lvl w:ilvl="3" w:tplc="0409000F" w:tentative="1">
      <w:start w:val="1"/>
      <w:numFmt w:val="decimal"/>
      <w:lvlText w:val="%4."/>
      <w:lvlJc w:val="left"/>
      <w:pPr>
        <w:ind w:left="3612" w:hanging="400"/>
      </w:pPr>
    </w:lvl>
    <w:lvl w:ilvl="4" w:tplc="04090019" w:tentative="1">
      <w:start w:val="1"/>
      <w:numFmt w:val="upperLetter"/>
      <w:lvlText w:val="%5."/>
      <w:lvlJc w:val="left"/>
      <w:pPr>
        <w:ind w:left="4012" w:hanging="400"/>
      </w:pPr>
    </w:lvl>
    <w:lvl w:ilvl="5" w:tplc="0409001B" w:tentative="1">
      <w:start w:val="1"/>
      <w:numFmt w:val="lowerRoman"/>
      <w:lvlText w:val="%6."/>
      <w:lvlJc w:val="right"/>
      <w:pPr>
        <w:ind w:left="4412" w:hanging="400"/>
      </w:pPr>
    </w:lvl>
    <w:lvl w:ilvl="6" w:tplc="0409000F" w:tentative="1">
      <w:start w:val="1"/>
      <w:numFmt w:val="decimal"/>
      <w:lvlText w:val="%7."/>
      <w:lvlJc w:val="left"/>
      <w:pPr>
        <w:ind w:left="4812" w:hanging="400"/>
      </w:pPr>
    </w:lvl>
    <w:lvl w:ilvl="7" w:tplc="04090019" w:tentative="1">
      <w:start w:val="1"/>
      <w:numFmt w:val="upperLetter"/>
      <w:lvlText w:val="%8."/>
      <w:lvlJc w:val="left"/>
      <w:pPr>
        <w:ind w:left="5212" w:hanging="400"/>
      </w:pPr>
    </w:lvl>
    <w:lvl w:ilvl="8" w:tplc="0409001B" w:tentative="1">
      <w:start w:val="1"/>
      <w:numFmt w:val="lowerRoman"/>
      <w:lvlText w:val="%9."/>
      <w:lvlJc w:val="right"/>
      <w:pPr>
        <w:ind w:left="5612" w:hanging="400"/>
      </w:pPr>
    </w:lvl>
  </w:abstractNum>
  <w:abstractNum w:abstractNumId="29" w15:restartNumberingAfterBreak="0">
    <w:nsid w:val="6E254CA0"/>
    <w:multiLevelType w:val="hybridMultilevel"/>
    <w:tmpl w:val="D16E0C54"/>
    <w:lvl w:ilvl="0" w:tplc="D61A2F8E">
      <w:start w:val="1"/>
      <w:numFmt w:val="ganada"/>
      <w:lvlText w:val="%1)"/>
      <w:lvlJc w:val="left"/>
      <w:pPr>
        <w:ind w:left="1200" w:hanging="40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0" w15:restartNumberingAfterBreak="0">
    <w:nsid w:val="6F904312"/>
    <w:multiLevelType w:val="hybridMultilevel"/>
    <w:tmpl w:val="A182A73E"/>
    <w:lvl w:ilvl="0" w:tplc="CC8487B4">
      <w:start w:val="6"/>
      <w:numFmt w:val="bullet"/>
      <w:lvlText w:val="-"/>
      <w:lvlJc w:val="left"/>
      <w:pPr>
        <w:ind w:left="1160" w:hanging="360"/>
      </w:pPr>
      <w:rPr>
        <w:rFonts w:ascii="Noto Sans CJK KR Light" w:eastAsia="Noto Sans CJK KR Light" w:hAnsi="Noto Sans CJK KR Light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1" w15:restartNumberingAfterBreak="0">
    <w:nsid w:val="6FB3723B"/>
    <w:multiLevelType w:val="hybridMultilevel"/>
    <w:tmpl w:val="40C06A9E"/>
    <w:lvl w:ilvl="0" w:tplc="831AFD82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2" w15:restartNumberingAfterBreak="0">
    <w:nsid w:val="700D6DF5"/>
    <w:multiLevelType w:val="multilevel"/>
    <w:tmpl w:val="1B142F7E"/>
    <w:lvl w:ilvl="0">
      <w:start w:val="1"/>
      <w:numFmt w:val="upperRoman"/>
      <w:lvlText w:val="%1."/>
      <w:lvlJc w:val="left"/>
      <w:pPr>
        <w:tabs>
          <w:tab w:val="num" w:pos="1418"/>
        </w:tabs>
        <w:ind w:left="1418" w:hanging="1418"/>
      </w:pPr>
      <w:rPr>
        <w:rFonts w:ascii="Times New Roman" w:eastAsia="HY신명조" w:hAnsi="Times New Roman" w:hint="default"/>
        <w:b/>
        <w:i w:val="0"/>
        <w:sz w:val="26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ganada"/>
      <w:lvlText w:val="%3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decimal"/>
      <w:lvlText w:val="(%4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4">
      <w:start w:val="1"/>
      <w:numFmt w:val="ganada"/>
      <w:lvlText w:val="(%5)"/>
      <w:lvlJc w:val="left"/>
      <w:pPr>
        <w:tabs>
          <w:tab w:val="num" w:pos="1701"/>
        </w:tabs>
        <w:ind w:left="1701" w:hanging="425"/>
      </w:pPr>
      <w:rPr>
        <w:rFonts w:ascii="바탕체" w:eastAsia="바탕체" w:hint="eastAsia"/>
        <w:spacing w:val="-32"/>
        <w:sz w:val="22"/>
      </w:rPr>
    </w:lvl>
    <w:lvl w:ilvl="5">
      <w:start w:val="1"/>
      <w:numFmt w:val="none"/>
      <w:pStyle w:val="BKL6"/>
      <w:lvlText w:val=""/>
      <w:lvlJc w:val="left"/>
      <w:pPr>
        <w:tabs>
          <w:tab w:val="num" w:pos="2409"/>
        </w:tabs>
        <w:ind w:left="2409" w:hanging="425"/>
      </w:pPr>
      <w:rPr>
        <w:rFonts w:hint="eastAsia"/>
      </w:rPr>
    </w:lvl>
    <w:lvl w:ilvl="6">
      <w:start w:val="1"/>
      <w:numFmt w:val="none"/>
      <w:pStyle w:val="BKL7"/>
      <w:lvlText w:val=""/>
      <w:lvlJc w:val="left"/>
      <w:pPr>
        <w:tabs>
          <w:tab w:val="num" w:pos="2835"/>
        </w:tabs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260"/>
        </w:tabs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3685"/>
        </w:tabs>
        <w:ind w:left="3685" w:hanging="425"/>
      </w:pPr>
      <w:rPr>
        <w:rFonts w:hint="eastAsia"/>
      </w:rPr>
    </w:lvl>
  </w:abstractNum>
  <w:abstractNum w:abstractNumId="33" w15:restartNumberingAfterBreak="0">
    <w:nsid w:val="713430EE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4" w15:restartNumberingAfterBreak="0">
    <w:nsid w:val="71DA055C"/>
    <w:multiLevelType w:val="hybridMultilevel"/>
    <w:tmpl w:val="915CE29C"/>
    <w:lvl w:ilvl="0" w:tplc="4678E95C">
      <w:start w:val="1"/>
      <w:numFmt w:val="bullet"/>
      <w:lvlText w:val="-"/>
      <w:lvlJc w:val="left"/>
      <w:pPr>
        <w:ind w:left="1600" w:hanging="400"/>
      </w:pPr>
      <w:rPr>
        <w:rFonts w:ascii="Times New Roman" w:eastAsia="바탕체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5" w15:restartNumberingAfterBreak="0">
    <w:nsid w:val="79714795"/>
    <w:multiLevelType w:val="hybridMultilevel"/>
    <w:tmpl w:val="4B601556"/>
    <w:lvl w:ilvl="0" w:tplc="209669D4">
      <w:start w:val="6"/>
      <w:numFmt w:val="bullet"/>
      <w:lvlText w:val="-"/>
      <w:lvlJc w:val="left"/>
      <w:pPr>
        <w:ind w:left="1160" w:hanging="360"/>
      </w:pPr>
      <w:rPr>
        <w:rFonts w:ascii="Noto Sans CJK KR Bold" w:eastAsia="Noto Sans CJK KR Bold" w:hAnsi="Noto Sans CJK KR Bold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6" w15:restartNumberingAfterBreak="0">
    <w:nsid w:val="79FD28D0"/>
    <w:multiLevelType w:val="multilevel"/>
    <w:tmpl w:val="D54C792E"/>
    <w:lvl w:ilvl="0">
      <w:start w:val="1"/>
      <w:numFmt w:val="upperRoman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새굴림" w:hAnsi="Times New Roman" w:hint="default"/>
        <w:b/>
        <w:i w:val="0"/>
        <w:sz w:val="26"/>
      </w:rPr>
    </w:lvl>
    <w:lvl w:ilvl="1">
      <w:start w:val="1"/>
      <w:numFmt w:val="decimal"/>
      <w:pStyle w:val="21"/>
      <w:lvlText w:val="%2."/>
      <w:lvlJc w:val="left"/>
      <w:pPr>
        <w:tabs>
          <w:tab w:val="num" w:pos="425"/>
        </w:tabs>
        <w:ind w:left="425" w:hanging="425"/>
      </w:pPr>
      <w:rPr>
        <w:rFonts w:hint="eastAsia"/>
        <w:lang w:val="en-US"/>
      </w:rPr>
    </w:lvl>
    <w:lvl w:ilvl="2">
      <w:start w:val="1"/>
      <w:numFmt w:val="ganada"/>
      <w:pStyle w:val="31"/>
      <w:lvlText w:val="%3."/>
      <w:lvlJc w:val="left"/>
      <w:pPr>
        <w:tabs>
          <w:tab w:val="num" w:pos="567"/>
        </w:tabs>
        <w:ind w:left="567" w:hanging="454"/>
      </w:pPr>
      <w:rPr>
        <w:rFonts w:hint="eastAsia"/>
      </w:rPr>
    </w:lvl>
    <w:lvl w:ilvl="3">
      <w:start w:val="1"/>
      <w:numFmt w:val="decimal"/>
      <w:pStyle w:val="41"/>
      <w:lvlText w:val="%4)"/>
      <w:lvlJc w:val="left"/>
      <w:pPr>
        <w:tabs>
          <w:tab w:val="num" w:pos="680"/>
        </w:tabs>
        <w:ind w:left="680" w:hanging="453"/>
      </w:pPr>
      <w:rPr>
        <w:rFonts w:hint="eastAsia"/>
      </w:rPr>
    </w:lvl>
    <w:lvl w:ilvl="4">
      <w:start w:val="1"/>
      <w:numFmt w:val="ganada"/>
      <w:pStyle w:val="51"/>
      <w:lvlText w:val="%5)"/>
      <w:lvlJc w:val="left"/>
      <w:pPr>
        <w:tabs>
          <w:tab w:val="num" w:pos="851"/>
        </w:tabs>
        <w:ind w:left="851" w:hanging="511"/>
      </w:pPr>
      <w:rPr>
        <w:rFonts w:ascii="바탕체" w:eastAsia="바탕체" w:hint="eastAsia"/>
        <w:sz w:val="22"/>
        <w:lang w:val="en-US"/>
      </w:rPr>
    </w:lvl>
    <w:lvl w:ilvl="5">
      <w:start w:val="1"/>
      <w:numFmt w:val="none"/>
      <w:lvlText w:val=""/>
      <w:lvlJc w:val="left"/>
      <w:pPr>
        <w:tabs>
          <w:tab w:val="num" w:pos="2409"/>
        </w:tabs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3260"/>
        </w:tabs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3685"/>
        </w:tabs>
        <w:ind w:left="3685" w:hanging="425"/>
      </w:pPr>
      <w:rPr>
        <w:rFonts w:hint="eastAsia"/>
      </w:rPr>
    </w:lvl>
  </w:abstractNum>
  <w:abstractNum w:abstractNumId="37" w15:restartNumberingAfterBreak="0">
    <w:nsid w:val="7B4E32DC"/>
    <w:multiLevelType w:val="hybridMultilevel"/>
    <w:tmpl w:val="C9D8DE80"/>
    <w:lvl w:ilvl="0" w:tplc="1E946480">
      <w:start w:val="1"/>
      <w:numFmt w:val="decimal"/>
      <w:lvlText w:val="%1."/>
      <w:lvlJc w:val="left"/>
      <w:pPr>
        <w:ind w:left="800" w:hanging="400"/>
      </w:pPr>
      <w:rPr>
        <w:rFonts w:hint="eastAsia"/>
        <w:u w:val="none"/>
      </w:rPr>
    </w:lvl>
    <w:lvl w:ilvl="1" w:tplc="58C27930">
      <w:start w:val="1"/>
      <w:numFmt w:val="decimal"/>
      <w:lvlText w:val="%2)"/>
      <w:lvlJc w:val="left"/>
      <w:pPr>
        <w:ind w:left="1160" w:hanging="360"/>
      </w:pPr>
      <w:rPr>
        <w:rFonts w:hint="eastAsia"/>
      </w:rPr>
    </w:lvl>
    <w:lvl w:ilvl="2" w:tplc="C0F4D05E">
      <w:start w:val="2"/>
      <w:numFmt w:val="bullet"/>
      <w:lvlText w:val="※"/>
      <w:lvlJc w:val="left"/>
      <w:pPr>
        <w:ind w:left="1560" w:hanging="360"/>
      </w:pPr>
      <w:rPr>
        <w:rFonts w:ascii="Noto Sans CJK KR Light" w:eastAsia="Noto Sans CJK KR Light" w:hAnsi="Noto Sans CJK KR Light" w:cs="Times New Roman" w:hint="eastAsia"/>
      </w:rPr>
    </w:lvl>
    <w:lvl w:ilvl="3" w:tplc="60DEB7FE">
      <w:start w:val="4"/>
      <w:numFmt w:val="koreanCounting"/>
      <w:lvlText w:val="%4)"/>
      <w:lvlJc w:val="left"/>
      <w:pPr>
        <w:ind w:left="1960" w:hanging="36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7E6959A0"/>
    <w:multiLevelType w:val="hybridMultilevel"/>
    <w:tmpl w:val="6FBE6278"/>
    <w:lvl w:ilvl="0" w:tplc="7084139E">
      <w:start w:val="1"/>
      <w:numFmt w:val="ganada"/>
      <w:lvlText w:val="(%1)"/>
      <w:lvlJc w:val="left"/>
      <w:pPr>
        <w:ind w:left="826" w:hanging="40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-1299" w:hanging="400"/>
      </w:pPr>
    </w:lvl>
    <w:lvl w:ilvl="2" w:tplc="7748729C">
      <w:start w:val="1"/>
      <w:numFmt w:val="decimal"/>
      <w:lvlText w:val="(%3)"/>
      <w:lvlJc w:val="left"/>
      <w:pPr>
        <w:ind w:left="-939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-499" w:hanging="400"/>
      </w:pPr>
    </w:lvl>
    <w:lvl w:ilvl="4" w:tplc="04090019">
      <w:start w:val="1"/>
      <w:numFmt w:val="upperLetter"/>
      <w:lvlText w:val="%5."/>
      <w:lvlJc w:val="left"/>
      <w:pPr>
        <w:ind w:left="-99" w:hanging="400"/>
      </w:pPr>
    </w:lvl>
    <w:lvl w:ilvl="5" w:tplc="0409001B">
      <w:start w:val="1"/>
      <w:numFmt w:val="lowerRoman"/>
      <w:lvlText w:val="%6."/>
      <w:lvlJc w:val="right"/>
      <w:pPr>
        <w:ind w:left="301" w:hanging="400"/>
      </w:pPr>
    </w:lvl>
    <w:lvl w:ilvl="6" w:tplc="0409000F">
      <w:start w:val="1"/>
      <w:numFmt w:val="decimal"/>
      <w:lvlText w:val="%7."/>
      <w:lvlJc w:val="left"/>
      <w:pPr>
        <w:ind w:left="701" w:hanging="400"/>
      </w:pPr>
    </w:lvl>
    <w:lvl w:ilvl="7" w:tplc="21760D9A">
      <w:start w:val="1"/>
      <w:numFmt w:val="decimal"/>
      <w:lvlText w:val="(%8)"/>
      <w:lvlJc w:val="left"/>
      <w:pPr>
        <w:ind w:left="1101" w:hanging="400"/>
      </w:pPr>
      <w:rPr>
        <w:rFonts w:hint="default"/>
        <w:b/>
      </w:rPr>
    </w:lvl>
    <w:lvl w:ilvl="8" w:tplc="0409001B">
      <w:start w:val="1"/>
      <w:numFmt w:val="lowerRoman"/>
      <w:lvlText w:val="%9."/>
      <w:lvlJc w:val="right"/>
      <w:pPr>
        <w:ind w:left="1501" w:hanging="400"/>
      </w:pPr>
    </w:lvl>
  </w:abstractNum>
  <w:num w:numId="1" w16cid:durableId="1401058631">
    <w:abstractNumId w:val="36"/>
  </w:num>
  <w:num w:numId="2" w16cid:durableId="1523394862">
    <w:abstractNumId w:val="32"/>
  </w:num>
  <w:num w:numId="3" w16cid:durableId="133760051">
    <w:abstractNumId w:val="9"/>
  </w:num>
  <w:num w:numId="4" w16cid:durableId="1295019598">
    <w:abstractNumId w:val="7"/>
  </w:num>
  <w:num w:numId="5" w16cid:durableId="1809279760">
    <w:abstractNumId w:val="6"/>
  </w:num>
  <w:num w:numId="6" w16cid:durableId="1876195857">
    <w:abstractNumId w:val="5"/>
  </w:num>
  <w:num w:numId="7" w16cid:durableId="1661545297">
    <w:abstractNumId w:val="4"/>
  </w:num>
  <w:num w:numId="8" w16cid:durableId="391655053">
    <w:abstractNumId w:val="8"/>
  </w:num>
  <w:num w:numId="9" w16cid:durableId="1748501486">
    <w:abstractNumId w:val="3"/>
  </w:num>
  <w:num w:numId="10" w16cid:durableId="1749302770">
    <w:abstractNumId w:val="2"/>
  </w:num>
  <w:num w:numId="11" w16cid:durableId="2025937450">
    <w:abstractNumId w:val="1"/>
  </w:num>
  <w:num w:numId="12" w16cid:durableId="1906061978">
    <w:abstractNumId w:val="0"/>
  </w:num>
  <w:num w:numId="13" w16cid:durableId="71707260">
    <w:abstractNumId w:val="18"/>
  </w:num>
  <w:num w:numId="14" w16cid:durableId="2142116763">
    <w:abstractNumId w:val="33"/>
  </w:num>
  <w:num w:numId="15" w16cid:durableId="1920023480">
    <w:abstractNumId w:val="27"/>
  </w:num>
  <w:num w:numId="16" w16cid:durableId="20288697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6303637">
    <w:abstractNumId w:val="24"/>
  </w:num>
  <w:num w:numId="18" w16cid:durableId="160581606">
    <w:abstractNumId w:val="28"/>
  </w:num>
  <w:num w:numId="19" w16cid:durableId="499468873">
    <w:abstractNumId w:val="31"/>
  </w:num>
  <w:num w:numId="20" w16cid:durableId="1110928458">
    <w:abstractNumId w:val="38"/>
  </w:num>
  <w:num w:numId="21" w16cid:durableId="1131483232">
    <w:abstractNumId w:val="19"/>
  </w:num>
  <w:num w:numId="22" w16cid:durableId="322511550">
    <w:abstractNumId w:val="10"/>
  </w:num>
  <w:num w:numId="23" w16cid:durableId="1057629049">
    <w:abstractNumId w:val="14"/>
  </w:num>
  <w:num w:numId="24" w16cid:durableId="407390114">
    <w:abstractNumId w:val="17"/>
  </w:num>
  <w:num w:numId="25" w16cid:durableId="1694265876">
    <w:abstractNumId w:val="15"/>
  </w:num>
  <w:num w:numId="26" w16cid:durableId="1909877853">
    <w:abstractNumId w:val="37"/>
  </w:num>
  <w:num w:numId="27" w16cid:durableId="1828862748">
    <w:abstractNumId w:val="23"/>
  </w:num>
  <w:num w:numId="28" w16cid:durableId="727261240">
    <w:abstractNumId w:val="34"/>
  </w:num>
  <w:num w:numId="29" w16cid:durableId="588083439">
    <w:abstractNumId w:val="29"/>
  </w:num>
  <w:num w:numId="30" w16cid:durableId="1394155585">
    <w:abstractNumId w:val="11"/>
  </w:num>
  <w:num w:numId="31" w16cid:durableId="246577545">
    <w:abstractNumId w:val="30"/>
  </w:num>
  <w:num w:numId="32" w16cid:durableId="960571544">
    <w:abstractNumId w:val="35"/>
  </w:num>
  <w:num w:numId="33" w16cid:durableId="105002971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8"/>
  <w:drawingGridVerticalSpacing w:val="477"/>
  <w:displayHorizontalDrawingGridEvery w:val="0"/>
  <w:noPunctuationKerning/>
  <w:characterSpacingControl w:val="doNotCompress"/>
  <w:noLineBreaksAfter w:lang="ko-KR" w:val="([\{£¥‘“〈《「『【〔＄（［｛￦"/>
  <w:noLineBreaksBefore w:lang="ko-KR" w:val="!%),.:;?]}¢°·’”′″℃〉》」』】〕！％），．：；？］｝￠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A89"/>
    <w:rsid w:val="00000C3A"/>
    <w:rsid w:val="00001217"/>
    <w:rsid w:val="000015E5"/>
    <w:rsid w:val="00001627"/>
    <w:rsid w:val="00002428"/>
    <w:rsid w:val="00002A09"/>
    <w:rsid w:val="000033BC"/>
    <w:rsid w:val="00004BCA"/>
    <w:rsid w:val="00005941"/>
    <w:rsid w:val="000111B3"/>
    <w:rsid w:val="0001488E"/>
    <w:rsid w:val="000149FB"/>
    <w:rsid w:val="00016CB6"/>
    <w:rsid w:val="00017B44"/>
    <w:rsid w:val="000212BC"/>
    <w:rsid w:val="000237C8"/>
    <w:rsid w:val="00024D52"/>
    <w:rsid w:val="00031783"/>
    <w:rsid w:val="00034858"/>
    <w:rsid w:val="00036377"/>
    <w:rsid w:val="00036F23"/>
    <w:rsid w:val="000372D5"/>
    <w:rsid w:val="00037B16"/>
    <w:rsid w:val="00040C0B"/>
    <w:rsid w:val="0004114B"/>
    <w:rsid w:val="00044503"/>
    <w:rsid w:val="00044B78"/>
    <w:rsid w:val="00044B95"/>
    <w:rsid w:val="0005290E"/>
    <w:rsid w:val="00054E08"/>
    <w:rsid w:val="00055DDC"/>
    <w:rsid w:val="00056F0C"/>
    <w:rsid w:val="00062E61"/>
    <w:rsid w:val="00063E1B"/>
    <w:rsid w:val="00064892"/>
    <w:rsid w:val="00064C30"/>
    <w:rsid w:val="00067954"/>
    <w:rsid w:val="00067DA9"/>
    <w:rsid w:val="00067E3C"/>
    <w:rsid w:val="00073DB7"/>
    <w:rsid w:val="00074489"/>
    <w:rsid w:val="00074A20"/>
    <w:rsid w:val="00075507"/>
    <w:rsid w:val="00077A99"/>
    <w:rsid w:val="00081563"/>
    <w:rsid w:val="0008329D"/>
    <w:rsid w:val="00084077"/>
    <w:rsid w:val="00085E31"/>
    <w:rsid w:val="00085EA6"/>
    <w:rsid w:val="00087725"/>
    <w:rsid w:val="00087FCC"/>
    <w:rsid w:val="00090F4E"/>
    <w:rsid w:val="0009174C"/>
    <w:rsid w:val="00092174"/>
    <w:rsid w:val="0009477C"/>
    <w:rsid w:val="00094DBB"/>
    <w:rsid w:val="00094F87"/>
    <w:rsid w:val="00095049"/>
    <w:rsid w:val="000953DD"/>
    <w:rsid w:val="00097775"/>
    <w:rsid w:val="000A0441"/>
    <w:rsid w:val="000A157F"/>
    <w:rsid w:val="000A410B"/>
    <w:rsid w:val="000A4B24"/>
    <w:rsid w:val="000A4F4F"/>
    <w:rsid w:val="000A60BA"/>
    <w:rsid w:val="000A6396"/>
    <w:rsid w:val="000A69CB"/>
    <w:rsid w:val="000B2090"/>
    <w:rsid w:val="000B327D"/>
    <w:rsid w:val="000B3716"/>
    <w:rsid w:val="000B39EC"/>
    <w:rsid w:val="000B3F86"/>
    <w:rsid w:val="000B4EA2"/>
    <w:rsid w:val="000B535A"/>
    <w:rsid w:val="000B6F1E"/>
    <w:rsid w:val="000C463C"/>
    <w:rsid w:val="000C50B6"/>
    <w:rsid w:val="000C5859"/>
    <w:rsid w:val="000C68E5"/>
    <w:rsid w:val="000C7BC1"/>
    <w:rsid w:val="000D0CF3"/>
    <w:rsid w:val="000D1635"/>
    <w:rsid w:val="000D20CE"/>
    <w:rsid w:val="000D3D55"/>
    <w:rsid w:val="000D3E25"/>
    <w:rsid w:val="000D4C72"/>
    <w:rsid w:val="000D5316"/>
    <w:rsid w:val="000D7A8F"/>
    <w:rsid w:val="000D7AA3"/>
    <w:rsid w:val="000E0400"/>
    <w:rsid w:val="000E2B93"/>
    <w:rsid w:val="000E46DD"/>
    <w:rsid w:val="000E4B04"/>
    <w:rsid w:val="000E539A"/>
    <w:rsid w:val="000E75DE"/>
    <w:rsid w:val="000E78C0"/>
    <w:rsid w:val="000F1C0A"/>
    <w:rsid w:val="000F2FDA"/>
    <w:rsid w:val="000F3CAA"/>
    <w:rsid w:val="000F42A4"/>
    <w:rsid w:val="000F4BBF"/>
    <w:rsid w:val="000F4BDC"/>
    <w:rsid w:val="000F4FE5"/>
    <w:rsid w:val="000F5BF8"/>
    <w:rsid w:val="000F6009"/>
    <w:rsid w:val="000F61EF"/>
    <w:rsid w:val="000F62F3"/>
    <w:rsid w:val="000F72D7"/>
    <w:rsid w:val="000F7F07"/>
    <w:rsid w:val="001047E3"/>
    <w:rsid w:val="00104A93"/>
    <w:rsid w:val="00104B06"/>
    <w:rsid w:val="001053C4"/>
    <w:rsid w:val="001102FE"/>
    <w:rsid w:val="00112044"/>
    <w:rsid w:val="001120B2"/>
    <w:rsid w:val="001126EC"/>
    <w:rsid w:val="001141E6"/>
    <w:rsid w:val="00115804"/>
    <w:rsid w:val="00116047"/>
    <w:rsid w:val="0011673E"/>
    <w:rsid w:val="001205F9"/>
    <w:rsid w:val="0012064A"/>
    <w:rsid w:val="00121B89"/>
    <w:rsid w:val="0012538E"/>
    <w:rsid w:val="001255C0"/>
    <w:rsid w:val="001258D2"/>
    <w:rsid w:val="00125E66"/>
    <w:rsid w:val="00125EB4"/>
    <w:rsid w:val="00125ED2"/>
    <w:rsid w:val="00126BE5"/>
    <w:rsid w:val="0012745F"/>
    <w:rsid w:val="0012779F"/>
    <w:rsid w:val="001302D2"/>
    <w:rsid w:val="00131096"/>
    <w:rsid w:val="00131884"/>
    <w:rsid w:val="00132C85"/>
    <w:rsid w:val="00132E83"/>
    <w:rsid w:val="001335DF"/>
    <w:rsid w:val="001338BD"/>
    <w:rsid w:val="0013424E"/>
    <w:rsid w:val="00136AFB"/>
    <w:rsid w:val="00137196"/>
    <w:rsid w:val="00137315"/>
    <w:rsid w:val="0014069C"/>
    <w:rsid w:val="00140AD7"/>
    <w:rsid w:val="00140DF6"/>
    <w:rsid w:val="001436F0"/>
    <w:rsid w:val="0014592E"/>
    <w:rsid w:val="0014643C"/>
    <w:rsid w:val="0014731D"/>
    <w:rsid w:val="00154357"/>
    <w:rsid w:val="00160C16"/>
    <w:rsid w:val="00160E97"/>
    <w:rsid w:val="00161DAE"/>
    <w:rsid w:val="00161ECD"/>
    <w:rsid w:val="001636A9"/>
    <w:rsid w:val="0016384F"/>
    <w:rsid w:val="001670E9"/>
    <w:rsid w:val="00167F4B"/>
    <w:rsid w:val="001723C6"/>
    <w:rsid w:val="001748C3"/>
    <w:rsid w:val="001765B0"/>
    <w:rsid w:val="001771C0"/>
    <w:rsid w:val="001772FA"/>
    <w:rsid w:val="001810DC"/>
    <w:rsid w:val="001824B6"/>
    <w:rsid w:val="0018690D"/>
    <w:rsid w:val="00190CD5"/>
    <w:rsid w:val="00191EEC"/>
    <w:rsid w:val="001955BA"/>
    <w:rsid w:val="00196CF4"/>
    <w:rsid w:val="00197443"/>
    <w:rsid w:val="0019756C"/>
    <w:rsid w:val="001A04FF"/>
    <w:rsid w:val="001A0C66"/>
    <w:rsid w:val="001A2E1D"/>
    <w:rsid w:val="001A403B"/>
    <w:rsid w:val="001A4184"/>
    <w:rsid w:val="001A4D02"/>
    <w:rsid w:val="001A56AB"/>
    <w:rsid w:val="001A5A9F"/>
    <w:rsid w:val="001A74ED"/>
    <w:rsid w:val="001B0303"/>
    <w:rsid w:val="001B0B02"/>
    <w:rsid w:val="001B0D95"/>
    <w:rsid w:val="001B18EC"/>
    <w:rsid w:val="001B1F04"/>
    <w:rsid w:val="001B1F16"/>
    <w:rsid w:val="001B3382"/>
    <w:rsid w:val="001B46FF"/>
    <w:rsid w:val="001B4979"/>
    <w:rsid w:val="001B61D6"/>
    <w:rsid w:val="001B632B"/>
    <w:rsid w:val="001B66D5"/>
    <w:rsid w:val="001B6BAA"/>
    <w:rsid w:val="001B6DB0"/>
    <w:rsid w:val="001C02A7"/>
    <w:rsid w:val="001C067C"/>
    <w:rsid w:val="001C13A4"/>
    <w:rsid w:val="001C155D"/>
    <w:rsid w:val="001C27BF"/>
    <w:rsid w:val="001C5555"/>
    <w:rsid w:val="001C5652"/>
    <w:rsid w:val="001C5893"/>
    <w:rsid w:val="001C61F2"/>
    <w:rsid w:val="001C7035"/>
    <w:rsid w:val="001D0495"/>
    <w:rsid w:val="001D05B5"/>
    <w:rsid w:val="001D3307"/>
    <w:rsid w:val="001D3367"/>
    <w:rsid w:val="001D41EE"/>
    <w:rsid w:val="001D4F94"/>
    <w:rsid w:val="001D6E3E"/>
    <w:rsid w:val="001E2EFC"/>
    <w:rsid w:val="001E2F46"/>
    <w:rsid w:val="001E38B9"/>
    <w:rsid w:val="001E3BF6"/>
    <w:rsid w:val="001E6CA3"/>
    <w:rsid w:val="001E6D0B"/>
    <w:rsid w:val="001F0259"/>
    <w:rsid w:val="001F170E"/>
    <w:rsid w:val="001F51EF"/>
    <w:rsid w:val="001F5E71"/>
    <w:rsid w:val="001F603C"/>
    <w:rsid w:val="00201381"/>
    <w:rsid w:val="00201595"/>
    <w:rsid w:val="002024B8"/>
    <w:rsid w:val="00203362"/>
    <w:rsid w:val="00205EBA"/>
    <w:rsid w:val="002073FB"/>
    <w:rsid w:val="00211FBA"/>
    <w:rsid w:val="00213048"/>
    <w:rsid w:val="00214019"/>
    <w:rsid w:val="0022027B"/>
    <w:rsid w:val="002216E6"/>
    <w:rsid w:val="00221C94"/>
    <w:rsid w:val="00221CFE"/>
    <w:rsid w:val="00223645"/>
    <w:rsid w:val="00224A4C"/>
    <w:rsid w:val="00225FC0"/>
    <w:rsid w:val="00225FE9"/>
    <w:rsid w:val="002346BE"/>
    <w:rsid w:val="00235B84"/>
    <w:rsid w:val="002367EB"/>
    <w:rsid w:val="00237295"/>
    <w:rsid w:val="00237AD0"/>
    <w:rsid w:val="00241506"/>
    <w:rsid w:val="00241BEC"/>
    <w:rsid w:val="002444D7"/>
    <w:rsid w:val="00244908"/>
    <w:rsid w:val="00244F9D"/>
    <w:rsid w:val="00247E76"/>
    <w:rsid w:val="0025198D"/>
    <w:rsid w:val="00253D51"/>
    <w:rsid w:val="002540A6"/>
    <w:rsid w:val="00254B81"/>
    <w:rsid w:val="00257266"/>
    <w:rsid w:val="00257DD2"/>
    <w:rsid w:val="0026287F"/>
    <w:rsid w:val="00262BB2"/>
    <w:rsid w:val="00263FB8"/>
    <w:rsid w:val="002647C7"/>
    <w:rsid w:val="002668BB"/>
    <w:rsid w:val="00267871"/>
    <w:rsid w:val="00267BCA"/>
    <w:rsid w:val="00270D4E"/>
    <w:rsid w:val="002728E5"/>
    <w:rsid w:val="00275E24"/>
    <w:rsid w:val="00275E6C"/>
    <w:rsid w:val="00276466"/>
    <w:rsid w:val="00277252"/>
    <w:rsid w:val="002811DC"/>
    <w:rsid w:val="002816D0"/>
    <w:rsid w:val="00281827"/>
    <w:rsid w:val="00281D85"/>
    <w:rsid w:val="00290F17"/>
    <w:rsid w:val="0029579D"/>
    <w:rsid w:val="00296487"/>
    <w:rsid w:val="00296C3C"/>
    <w:rsid w:val="00297CDE"/>
    <w:rsid w:val="002A1FB2"/>
    <w:rsid w:val="002A32B1"/>
    <w:rsid w:val="002A3C0B"/>
    <w:rsid w:val="002A62D8"/>
    <w:rsid w:val="002A6C15"/>
    <w:rsid w:val="002A6D37"/>
    <w:rsid w:val="002B2FB5"/>
    <w:rsid w:val="002B5955"/>
    <w:rsid w:val="002B7723"/>
    <w:rsid w:val="002C668A"/>
    <w:rsid w:val="002C6780"/>
    <w:rsid w:val="002C6988"/>
    <w:rsid w:val="002D2091"/>
    <w:rsid w:val="002D2CAA"/>
    <w:rsid w:val="002D37C6"/>
    <w:rsid w:val="002D609C"/>
    <w:rsid w:val="002D65EF"/>
    <w:rsid w:val="002D6E19"/>
    <w:rsid w:val="002D736D"/>
    <w:rsid w:val="002E1747"/>
    <w:rsid w:val="002E33E8"/>
    <w:rsid w:val="002E531A"/>
    <w:rsid w:val="002E53C0"/>
    <w:rsid w:val="002E55D0"/>
    <w:rsid w:val="002E78E5"/>
    <w:rsid w:val="002E7ED9"/>
    <w:rsid w:val="002E7EF8"/>
    <w:rsid w:val="002F11BE"/>
    <w:rsid w:val="002F27FC"/>
    <w:rsid w:val="002F2F20"/>
    <w:rsid w:val="002F4548"/>
    <w:rsid w:val="002F4A24"/>
    <w:rsid w:val="002F4D99"/>
    <w:rsid w:val="002F66C4"/>
    <w:rsid w:val="002F71A9"/>
    <w:rsid w:val="00300B2D"/>
    <w:rsid w:val="00304E7B"/>
    <w:rsid w:val="003052E7"/>
    <w:rsid w:val="0030600B"/>
    <w:rsid w:val="00307F5A"/>
    <w:rsid w:val="003144CF"/>
    <w:rsid w:val="0031506F"/>
    <w:rsid w:val="0032120A"/>
    <w:rsid w:val="003221CF"/>
    <w:rsid w:val="003242EF"/>
    <w:rsid w:val="00325F03"/>
    <w:rsid w:val="003262A2"/>
    <w:rsid w:val="003262E3"/>
    <w:rsid w:val="003278D7"/>
    <w:rsid w:val="003307FD"/>
    <w:rsid w:val="00330ACE"/>
    <w:rsid w:val="003337D3"/>
    <w:rsid w:val="003340B9"/>
    <w:rsid w:val="0033425C"/>
    <w:rsid w:val="00337C65"/>
    <w:rsid w:val="00337D6F"/>
    <w:rsid w:val="0034036B"/>
    <w:rsid w:val="00340829"/>
    <w:rsid w:val="00341409"/>
    <w:rsid w:val="00343BE5"/>
    <w:rsid w:val="00346186"/>
    <w:rsid w:val="0034634D"/>
    <w:rsid w:val="00346411"/>
    <w:rsid w:val="00346A90"/>
    <w:rsid w:val="00346CDE"/>
    <w:rsid w:val="00351CBE"/>
    <w:rsid w:val="00351EBF"/>
    <w:rsid w:val="00354477"/>
    <w:rsid w:val="0035501D"/>
    <w:rsid w:val="00355826"/>
    <w:rsid w:val="00356567"/>
    <w:rsid w:val="00356EC9"/>
    <w:rsid w:val="0036088E"/>
    <w:rsid w:val="003623E4"/>
    <w:rsid w:val="00363DBE"/>
    <w:rsid w:val="00363EF4"/>
    <w:rsid w:val="00365BF5"/>
    <w:rsid w:val="003706CB"/>
    <w:rsid w:val="00372E45"/>
    <w:rsid w:val="00373AD8"/>
    <w:rsid w:val="00374427"/>
    <w:rsid w:val="00374728"/>
    <w:rsid w:val="003761B6"/>
    <w:rsid w:val="0037636E"/>
    <w:rsid w:val="00376554"/>
    <w:rsid w:val="00380E79"/>
    <w:rsid w:val="003820A8"/>
    <w:rsid w:val="0038246A"/>
    <w:rsid w:val="00383263"/>
    <w:rsid w:val="00384A6F"/>
    <w:rsid w:val="00386436"/>
    <w:rsid w:val="003906D0"/>
    <w:rsid w:val="00390D76"/>
    <w:rsid w:val="003935F1"/>
    <w:rsid w:val="00393DA4"/>
    <w:rsid w:val="00395A38"/>
    <w:rsid w:val="00397344"/>
    <w:rsid w:val="003A1566"/>
    <w:rsid w:val="003A1994"/>
    <w:rsid w:val="003A38B9"/>
    <w:rsid w:val="003A3D84"/>
    <w:rsid w:val="003A56A5"/>
    <w:rsid w:val="003A65D6"/>
    <w:rsid w:val="003A7438"/>
    <w:rsid w:val="003A7615"/>
    <w:rsid w:val="003B024E"/>
    <w:rsid w:val="003B0BB5"/>
    <w:rsid w:val="003B12C1"/>
    <w:rsid w:val="003B25BA"/>
    <w:rsid w:val="003B2C0C"/>
    <w:rsid w:val="003B3A83"/>
    <w:rsid w:val="003B3EFA"/>
    <w:rsid w:val="003B4774"/>
    <w:rsid w:val="003B53C5"/>
    <w:rsid w:val="003B6D67"/>
    <w:rsid w:val="003B7478"/>
    <w:rsid w:val="003C0385"/>
    <w:rsid w:val="003C18BC"/>
    <w:rsid w:val="003C2185"/>
    <w:rsid w:val="003C5E4A"/>
    <w:rsid w:val="003C6196"/>
    <w:rsid w:val="003D0B20"/>
    <w:rsid w:val="003D1B1E"/>
    <w:rsid w:val="003D295E"/>
    <w:rsid w:val="003D47A3"/>
    <w:rsid w:val="003D62D3"/>
    <w:rsid w:val="003D6EC1"/>
    <w:rsid w:val="003E1429"/>
    <w:rsid w:val="003E2969"/>
    <w:rsid w:val="003E42F9"/>
    <w:rsid w:val="003E4A49"/>
    <w:rsid w:val="003E4EDE"/>
    <w:rsid w:val="003E583A"/>
    <w:rsid w:val="003E680E"/>
    <w:rsid w:val="003E7AE2"/>
    <w:rsid w:val="003F0AE1"/>
    <w:rsid w:val="003F0B2A"/>
    <w:rsid w:val="003F144B"/>
    <w:rsid w:val="003F3BEF"/>
    <w:rsid w:val="003F43C4"/>
    <w:rsid w:val="003F4737"/>
    <w:rsid w:val="003F48C7"/>
    <w:rsid w:val="003F59F6"/>
    <w:rsid w:val="004027FF"/>
    <w:rsid w:val="00403CCD"/>
    <w:rsid w:val="00404204"/>
    <w:rsid w:val="00406159"/>
    <w:rsid w:val="0040669B"/>
    <w:rsid w:val="00406D2D"/>
    <w:rsid w:val="00407A75"/>
    <w:rsid w:val="004124C6"/>
    <w:rsid w:val="004132B6"/>
    <w:rsid w:val="00414B9F"/>
    <w:rsid w:val="00415109"/>
    <w:rsid w:val="00415DDC"/>
    <w:rsid w:val="00420D94"/>
    <w:rsid w:val="0042133F"/>
    <w:rsid w:val="00421B30"/>
    <w:rsid w:val="00421ED2"/>
    <w:rsid w:val="00423F41"/>
    <w:rsid w:val="004249E8"/>
    <w:rsid w:val="00424A64"/>
    <w:rsid w:val="00424E6E"/>
    <w:rsid w:val="00424ED6"/>
    <w:rsid w:val="00424F1C"/>
    <w:rsid w:val="00426112"/>
    <w:rsid w:val="004263EE"/>
    <w:rsid w:val="004272F0"/>
    <w:rsid w:val="0042740C"/>
    <w:rsid w:val="00427799"/>
    <w:rsid w:val="004305EB"/>
    <w:rsid w:val="00432AB4"/>
    <w:rsid w:val="00433973"/>
    <w:rsid w:val="00433B19"/>
    <w:rsid w:val="00435271"/>
    <w:rsid w:val="00436F25"/>
    <w:rsid w:val="00440C95"/>
    <w:rsid w:val="004448E8"/>
    <w:rsid w:val="004467D9"/>
    <w:rsid w:val="004502B3"/>
    <w:rsid w:val="0045042A"/>
    <w:rsid w:val="004528CC"/>
    <w:rsid w:val="00452C4D"/>
    <w:rsid w:val="00453812"/>
    <w:rsid w:val="00454D13"/>
    <w:rsid w:val="0045647A"/>
    <w:rsid w:val="00461866"/>
    <w:rsid w:val="00462324"/>
    <w:rsid w:val="00464A0D"/>
    <w:rsid w:val="00467B14"/>
    <w:rsid w:val="00467CAC"/>
    <w:rsid w:val="0047090F"/>
    <w:rsid w:val="00470FA9"/>
    <w:rsid w:val="00471F8F"/>
    <w:rsid w:val="0047249B"/>
    <w:rsid w:val="0047580D"/>
    <w:rsid w:val="004767BC"/>
    <w:rsid w:val="004771A7"/>
    <w:rsid w:val="004779E0"/>
    <w:rsid w:val="004804E7"/>
    <w:rsid w:val="0048085C"/>
    <w:rsid w:val="004809BE"/>
    <w:rsid w:val="00481B94"/>
    <w:rsid w:val="004820F9"/>
    <w:rsid w:val="00484941"/>
    <w:rsid w:val="00484DB4"/>
    <w:rsid w:val="0049016F"/>
    <w:rsid w:val="0049095E"/>
    <w:rsid w:val="00490F0E"/>
    <w:rsid w:val="00492523"/>
    <w:rsid w:val="00493F06"/>
    <w:rsid w:val="00495028"/>
    <w:rsid w:val="004A04BA"/>
    <w:rsid w:val="004A0E77"/>
    <w:rsid w:val="004A12D8"/>
    <w:rsid w:val="004A271F"/>
    <w:rsid w:val="004A2CBF"/>
    <w:rsid w:val="004A3BA7"/>
    <w:rsid w:val="004A5B49"/>
    <w:rsid w:val="004A5F9B"/>
    <w:rsid w:val="004A7993"/>
    <w:rsid w:val="004B178F"/>
    <w:rsid w:val="004B1D5B"/>
    <w:rsid w:val="004B57AD"/>
    <w:rsid w:val="004B64D4"/>
    <w:rsid w:val="004B6A39"/>
    <w:rsid w:val="004B7211"/>
    <w:rsid w:val="004C37A0"/>
    <w:rsid w:val="004C4016"/>
    <w:rsid w:val="004C4B93"/>
    <w:rsid w:val="004C4E34"/>
    <w:rsid w:val="004C6B52"/>
    <w:rsid w:val="004C6B57"/>
    <w:rsid w:val="004D1FC8"/>
    <w:rsid w:val="004D2800"/>
    <w:rsid w:val="004D3F0F"/>
    <w:rsid w:val="004D5A75"/>
    <w:rsid w:val="004E294F"/>
    <w:rsid w:val="004E7E22"/>
    <w:rsid w:val="004F2D48"/>
    <w:rsid w:val="004F5A74"/>
    <w:rsid w:val="00500114"/>
    <w:rsid w:val="0050219E"/>
    <w:rsid w:val="0050239A"/>
    <w:rsid w:val="00503453"/>
    <w:rsid w:val="005042E6"/>
    <w:rsid w:val="005059C4"/>
    <w:rsid w:val="005101FC"/>
    <w:rsid w:val="00511CDF"/>
    <w:rsid w:val="00513262"/>
    <w:rsid w:val="005132D8"/>
    <w:rsid w:val="0051739D"/>
    <w:rsid w:val="00517ACC"/>
    <w:rsid w:val="005221F3"/>
    <w:rsid w:val="00523DDB"/>
    <w:rsid w:val="00524A75"/>
    <w:rsid w:val="005267CC"/>
    <w:rsid w:val="00526ADA"/>
    <w:rsid w:val="0052768C"/>
    <w:rsid w:val="0053217D"/>
    <w:rsid w:val="00533CC5"/>
    <w:rsid w:val="00536B64"/>
    <w:rsid w:val="005370BB"/>
    <w:rsid w:val="00537C5E"/>
    <w:rsid w:val="005407AF"/>
    <w:rsid w:val="00540EE2"/>
    <w:rsid w:val="00541528"/>
    <w:rsid w:val="005419CB"/>
    <w:rsid w:val="005430BD"/>
    <w:rsid w:val="00543196"/>
    <w:rsid w:val="00543848"/>
    <w:rsid w:val="00544569"/>
    <w:rsid w:val="005502D5"/>
    <w:rsid w:val="0055186A"/>
    <w:rsid w:val="00551F42"/>
    <w:rsid w:val="005562BC"/>
    <w:rsid w:val="0055676B"/>
    <w:rsid w:val="00556B47"/>
    <w:rsid w:val="0055750E"/>
    <w:rsid w:val="00557A46"/>
    <w:rsid w:val="0056093B"/>
    <w:rsid w:val="00560BD1"/>
    <w:rsid w:val="0056237C"/>
    <w:rsid w:val="005645DC"/>
    <w:rsid w:val="005650A0"/>
    <w:rsid w:val="00565D2E"/>
    <w:rsid w:val="005665D2"/>
    <w:rsid w:val="00566804"/>
    <w:rsid w:val="005675E6"/>
    <w:rsid w:val="00573E0B"/>
    <w:rsid w:val="005740B2"/>
    <w:rsid w:val="005750BF"/>
    <w:rsid w:val="00576F3A"/>
    <w:rsid w:val="005773FB"/>
    <w:rsid w:val="005775C0"/>
    <w:rsid w:val="00582377"/>
    <w:rsid w:val="005834AF"/>
    <w:rsid w:val="005862C3"/>
    <w:rsid w:val="00590AD4"/>
    <w:rsid w:val="00591D12"/>
    <w:rsid w:val="00593FAA"/>
    <w:rsid w:val="005951C1"/>
    <w:rsid w:val="00596467"/>
    <w:rsid w:val="005A076D"/>
    <w:rsid w:val="005A08A0"/>
    <w:rsid w:val="005A2926"/>
    <w:rsid w:val="005A45A1"/>
    <w:rsid w:val="005A54B0"/>
    <w:rsid w:val="005A6AD9"/>
    <w:rsid w:val="005A765D"/>
    <w:rsid w:val="005B17DA"/>
    <w:rsid w:val="005B4B13"/>
    <w:rsid w:val="005B7B9D"/>
    <w:rsid w:val="005C0979"/>
    <w:rsid w:val="005C09A0"/>
    <w:rsid w:val="005C0C6D"/>
    <w:rsid w:val="005C2126"/>
    <w:rsid w:val="005C3895"/>
    <w:rsid w:val="005D1158"/>
    <w:rsid w:val="005D354A"/>
    <w:rsid w:val="005D3BF3"/>
    <w:rsid w:val="005D6091"/>
    <w:rsid w:val="005D6461"/>
    <w:rsid w:val="005E17CA"/>
    <w:rsid w:val="005E1EAA"/>
    <w:rsid w:val="005E2947"/>
    <w:rsid w:val="005E33C9"/>
    <w:rsid w:val="005E535C"/>
    <w:rsid w:val="005E7906"/>
    <w:rsid w:val="005F1678"/>
    <w:rsid w:val="005F262D"/>
    <w:rsid w:val="005F70E4"/>
    <w:rsid w:val="00600302"/>
    <w:rsid w:val="006004DB"/>
    <w:rsid w:val="006027DE"/>
    <w:rsid w:val="006029CB"/>
    <w:rsid w:val="00603BB4"/>
    <w:rsid w:val="00603C4D"/>
    <w:rsid w:val="00604ACA"/>
    <w:rsid w:val="00605BB5"/>
    <w:rsid w:val="00606E5D"/>
    <w:rsid w:val="006102B0"/>
    <w:rsid w:val="00611269"/>
    <w:rsid w:val="00612287"/>
    <w:rsid w:val="00612442"/>
    <w:rsid w:val="006140A6"/>
    <w:rsid w:val="00621604"/>
    <w:rsid w:val="00623999"/>
    <w:rsid w:val="0062533A"/>
    <w:rsid w:val="0063099A"/>
    <w:rsid w:val="006313C6"/>
    <w:rsid w:val="00633638"/>
    <w:rsid w:val="00633895"/>
    <w:rsid w:val="00634033"/>
    <w:rsid w:val="00635297"/>
    <w:rsid w:val="00635D2D"/>
    <w:rsid w:val="00635EFE"/>
    <w:rsid w:val="006363FB"/>
    <w:rsid w:val="0064221D"/>
    <w:rsid w:val="00645CBD"/>
    <w:rsid w:val="00646FF8"/>
    <w:rsid w:val="0065171D"/>
    <w:rsid w:val="00652971"/>
    <w:rsid w:val="00654CB9"/>
    <w:rsid w:val="00655622"/>
    <w:rsid w:val="0065745C"/>
    <w:rsid w:val="0065787A"/>
    <w:rsid w:val="0066202F"/>
    <w:rsid w:val="00662E83"/>
    <w:rsid w:val="006639AA"/>
    <w:rsid w:val="00664A19"/>
    <w:rsid w:val="00664BD5"/>
    <w:rsid w:val="00665F5E"/>
    <w:rsid w:val="006673A4"/>
    <w:rsid w:val="00670C88"/>
    <w:rsid w:val="006712FB"/>
    <w:rsid w:val="00671B75"/>
    <w:rsid w:val="0067291C"/>
    <w:rsid w:val="00673FA2"/>
    <w:rsid w:val="006770F9"/>
    <w:rsid w:val="00685A5D"/>
    <w:rsid w:val="0068632A"/>
    <w:rsid w:val="00686F1E"/>
    <w:rsid w:val="00690D7B"/>
    <w:rsid w:val="00692D5A"/>
    <w:rsid w:val="006935B9"/>
    <w:rsid w:val="00693FB7"/>
    <w:rsid w:val="006A1E46"/>
    <w:rsid w:val="006A2E41"/>
    <w:rsid w:val="006A3839"/>
    <w:rsid w:val="006A4DF8"/>
    <w:rsid w:val="006A5966"/>
    <w:rsid w:val="006A5BBD"/>
    <w:rsid w:val="006A5BEC"/>
    <w:rsid w:val="006A6ACD"/>
    <w:rsid w:val="006B0654"/>
    <w:rsid w:val="006B0E44"/>
    <w:rsid w:val="006B3119"/>
    <w:rsid w:val="006B594A"/>
    <w:rsid w:val="006B7892"/>
    <w:rsid w:val="006C0828"/>
    <w:rsid w:val="006C19EE"/>
    <w:rsid w:val="006C423F"/>
    <w:rsid w:val="006C4A03"/>
    <w:rsid w:val="006C58B2"/>
    <w:rsid w:val="006C7009"/>
    <w:rsid w:val="006D0A83"/>
    <w:rsid w:val="006D1394"/>
    <w:rsid w:val="006D1977"/>
    <w:rsid w:val="006D4468"/>
    <w:rsid w:val="006D4C20"/>
    <w:rsid w:val="006E095C"/>
    <w:rsid w:val="006E0CB3"/>
    <w:rsid w:val="006E1C00"/>
    <w:rsid w:val="006E305C"/>
    <w:rsid w:val="006E36C0"/>
    <w:rsid w:val="006E5FC3"/>
    <w:rsid w:val="006E6B87"/>
    <w:rsid w:val="006F00CB"/>
    <w:rsid w:val="006F0CC1"/>
    <w:rsid w:val="006F188E"/>
    <w:rsid w:val="006F18B0"/>
    <w:rsid w:val="006F1EEE"/>
    <w:rsid w:val="006F3788"/>
    <w:rsid w:val="006F66A2"/>
    <w:rsid w:val="006F6977"/>
    <w:rsid w:val="006F7123"/>
    <w:rsid w:val="00701530"/>
    <w:rsid w:val="00702BF4"/>
    <w:rsid w:val="00703EA2"/>
    <w:rsid w:val="00711D02"/>
    <w:rsid w:val="00712F95"/>
    <w:rsid w:val="00720A59"/>
    <w:rsid w:val="00720FDE"/>
    <w:rsid w:val="00723B10"/>
    <w:rsid w:val="00730249"/>
    <w:rsid w:val="00731759"/>
    <w:rsid w:val="00733A98"/>
    <w:rsid w:val="00736A30"/>
    <w:rsid w:val="00736B5D"/>
    <w:rsid w:val="00737B90"/>
    <w:rsid w:val="007407AB"/>
    <w:rsid w:val="00740D1C"/>
    <w:rsid w:val="00741524"/>
    <w:rsid w:val="00741839"/>
    <w:rsid w:val="007422B4"/>
    <w:rsid w:val="007454DD"/>
    <w:rsid w:val="00746BD3"/>
    <w:rsid w:val="00747BB5"/>
    <w:rsid w:val="007501B4"/>
    <w:rsid w:val="007503B4"/>
    <w:rsid w:val="007508D0"/>
    <w:rsid w:val="00752177"/>
    <w:rsid w:val="007557A6"/>
    <w:rsid w:val="0075625B"/>
    <w:rsid w:val="00757692"/>
    <w:rsid w:val="00757A34"/>
    <w:rsid w:val="00757AC9"/>
    <w:rsid w:val="0076014C"/>
    <w:rsid w:val="007623E2"/>
    <w:rsid w:val="00765388"/>
    <w:rsid w:val="00766BD0"/>
    <w:rsid w:val="00770C3F"/>
    <w:rsid w:val="0077141C"/>
    <w:rsid w:val="00772392"/>
    <w:rsid w:val="007739A7"/>
    <w:rsid w:val="007741E7"/>
    <w:rsid w:val="007743D3"/>
    <w:rsid w:val="007754E8"/>
    <w:rsid w:val="007762C2"/>
    <w:rsid w:val="00776690"/>
    <w:rsid w:val="00777A74"/>
    <w:rsid w:val="00780A97"/>
    <w:rsid w:val="00785492"/>
    <w:rsid w:val="00785C9E"/>
    <w:rsid w:val="007867E2"/>
    <w:rsid w:val="007918CC"/>
    <w:rsid w:val="00792381"/>
    <w:rsid w:val="00792515"/>
    <w:rsid w:val="00793614"/>
    <w:rsid w:val="00793C4D"/>
    <w:rsid w:val="0079635D"/>
    <w:rsid w:val="00797AFB"/>
    <w:rsid w:val="00797F5D"/>
    <w:rsid w:val="007A082E"/>
    <w:rsid w:val="007A25EF"/>
    <w:rsid w:val="007A26B9"/>
    <w:rsid w:val="007A2F6B"/>
    <w:rsid w:val="007A44FB"/>
    <w:rsid w:val="007A45B1"/>
    <w:rsid w:val="007B076B"/>
    <w:rsid w:val="007B3386"/>
    <w:rsid w:val="007B4441"/>
    <w:rsid w:val="007B4BCC"/>
    <w:rsid w:val="007C3073"/>
    <w:rsid w:val="007C3F7C"/>
    <w:rsid w:val="007C43FE"/>
    <w:rsid w:val="007C50F7"/>
    <w:rsid w:val="007C5E41"/>
    <w:rsid w:val="007C73FE"/>
    <w:rsid w:val="007C7DAD"/>
    <w:rsid w:val="007D0602"/>
    <w:rsid w:val="007D0705"/>
    <w:rsid w:val="007D1901"/>
    <w:rsid w:val="007D1A84"/>
    <w:rsid w:val="007D2B49"/>
    <w:rsid w:val="007D4D04"/>
    <w:rsid w:val="007D7058"/>
    <w:rsid w:val="007E17DF"/>
    <w:rsid w:val="007E26EA"/>
    <w:rsid w:val="007E2FA6"/>
    <w:rsid w:val="007E4A6C"/>
    <w:rsid w:val="007E5F12"/>
    <w:rsid w:val="007E647F"/>
    <w:rsid w:val="007F017B"/>
    <w:rsid w:val="007F0E19"/>
    <w:rsid w:val="007F1085"/>
    <w:rsid w:val="007F1AFD"/>
    <w:rsid w:val="007F3AEE"/>
    <w:rsid w:val="007F5155"/>
    <w:rsid w:val="007F7BA9"/>
    <w:rsid w:val="00800163"/>
    <w:rsid w:val="00801690"/>
    <w:rsid w:val="008018D3"/>
    <w:rsid w:val="00804546"/>
    <w:rsid w:val="008057E1"/>
    <w:rsid w:val="00806603"/>
    <w:rsid w:val="00806CAC"/>
    <w:rsid w:val="00811166"/>
    <w:rsid w:val="008130B4"/>
    <w:rsid w:val="00817FFA"/>
    <w:rsid w:val="008207C9"/>
    <w:rsid w:val="008218D1"/>
    <w:rsid w:val="00822109"/>
    <w:rsid w:val="00822807"/>
    <w:rsid w:val="00823D1A"/>
    <w:rsid w:val="0082506A"/>
    <w:rsid w:val="00825380"/>
    <w:rsid w:val="00825DD8"/>
    <w:rsid w:val="00825F0F"/>
    <w:rsid w:val="00826145"/>
    <w:rsid w:val="00834B6C"/>
    <w:rsid w:val="00835B5A"/>
    <w:rsid w:val="00835B6D"/>
    <w:rsid w:val="00836315"/>
    <w:rsid w:val="008365B6"/>
    <w:rsid w:val="0083791B"/>
    <w:rsid w:val="008418B3"/>
    <w:rsid w:val="00841A2A"/>
    <w:rsid w:val="00842793"/>
    <w:rsid w:val="00843E93"/>
    <w:rsid w:val="00843ECE"/>
    <w:rsid w:val="00844944"/>
    <w:rsid w:val="00846A4C"/>
    <w:rsid w:val="00847377"/>
    <w:rsid w:val="0085022E"/>
    <w:rsid w:val="00851FD8"/>
    <w:rsid w:val="00853481"/>
    <w:rsid w:val="00853C49"/>
    <w:rsid w:val="00855C67"/>
    <w:rsid w:val="0085606B"/>
    <w:rsid w:val="0085636A"/>
    <w:rsid w:val="00856913"/>
    <w:rsid w:val="00856942"/>
    <w:rsid w:val="0085771F"/>
    <w:rsid w:val="00857C68"/>
    <w:rsid w:val="0086000F"/>
    <w:rsid w:val="00861227"/>
    <w:rsid w:val="008617A6"/>
    <w:rsid w:val="0086188D"/>
    <w:rsid w:val="00861AB0"/>
    <w:rsid w:val="00861B53"/>
    <w:rsid w:val="00862904"/>
    <w:rsid w:val="00864A06"/>
    <w:rsid w:val="00865D01"/>
    <w:rsid w:val="008674A6"/>
    <w:rsid w:val="00867D12"/>
    <w:rsid w:val="008716DF"/>
    <w:rsid w:val="00872AE0"/>
    <w:rsid w:val="00874BED"/>
    <w:rsid w:val="00877656"/>
    <w:rsid w:val="00883513"/>
    <w:rsid w:val="008839B6"/>
    <w:rsid w:val="00883AEB"/>
    <w:rsid w:val="00886131"/>
    <w:rsid w:val="00891D16"/>
    <w:rsid w:val="00893A2F"/>
    <w:rsid w:val="008941AA"/>
    <w:rsid w:val="0089484E"/>
    <w:rsid w:val="00894E21"/>
    <w:rsid w:val="00896B89"/>
    <w:rsid w:val="00897C52"/>
    <w:rsid w:val="008A160C"/>
    <w:rsid w:val="008A2911"/>
    <w:rsid w:val="008A41BA"/>
    <w:rsid w:val="008A42A4"/>
    <w:rsid w:val="008A469F"/>
    <w:rsid w:val="008A4EA4"/>
    <w:rsid w:val="008B0645"/>
    <w:rsid w:val="008B112A"/>
    <w:rsid w:val="008B3276"/>
    <w:rsid w:val="008B66E9"/>
    <w:rsid w:val="008B786D"/>
    <w:rsid w:val="008C0480"/>
    <w:rsid w:val="008C5D7C"/>
    <w:rsid w:val="008C6A3A"/>
    <w:rsid w:val="008D0AAC"/>
    <w:rsid w:val="008D25C8"/>
    <w:rsid w:val="008D397D"/>
    <w:rsid w:val="008D7251"/>
    <w:rsid w:val="008D7822"/>
    <w:rsid w:val="008D7D8F"/>
    <w:rsid w:val="008E1EFD"/>
    <w:rsid w:val="008E31B5"/>
    <w:rsid w:val="008E4EE9"/>
    <w:rsid w:val="008E50C3"/>
    <w:rsid w:val="008E5BFE"/>
    <w:rsid w:val="008E5D87"/>
    <w:rsid w:val="008E5E57"/>
    <w:rsid w:val="008E6601"/>
    <w:rsid w:val="008E7F22"/>
    <w:rsid w:val="008F05F2"/>
    <w:rsid w:val="008F367D"/>
    <w:rsid w:val="008F4D07"/>
    <w:rsid w:val="008F5074"/>
    <w:rsid w:val="008F7C35"/>
    <w:rsid w:val="008F7EF0"/>
    <w:rsid w:val="0090163F"/>
    <w:rsid w:val="0090251C"/>
    <w:rsid w:val="0090257B"/>
    <w:rsid w:val="0090288F"/>
    <w:rsid w:val="0090331B"/>
    <w:rsid w:val="009055D9"/>
    <w:rsid w:val="00905FB4"/>
    <w:rsid w:val="0090686B"/>
    <w:rsid w:val="00907423"/>
    <w:rsid w:val="00910EF2"/>
    <w:rsid w:val="00911400"/>
    <w:rsid w:val="00913A96"/>
    <w:rsid w:val="00914697"/>
    <w:rsid w:val="0091688D"/>
    <w:rsid w:val="00920604"/>
    <w:rsid w:val="009215A7"/>
    <w:rsid w:val="00921A8B"/>
    <w:rsid w:val="00921BDD"/>
    <w:rsid w:val="009234EE"/>
    <w:rsid w:val="009248EB"/>
    <w:rsid w:val="00924DC7"/>
    <w:rsid w:val="009254EE"/>
    <w:rsid w:val="009258DB"/>
    <w:rsid w:val="00927B1D"/>
    <w:rsid w:val="00932CCB"/>
    <w:rsid w:val="0093471B"/>
    <w:rsid w:val="0093586D"/>
    <w:rsid w:val="00937B86"/>
    <w:rsid w:val="00937E0A"/>
    <w:rsid w:val="00942BEA"/>
    <w:rsid w:val="00943450"/>
    <w:rsid w:val="00945174"/>
    <w:rsid w:val="009468CA"/>
    <w:rsid w:val="00946F85"/>
    <w:rsid w:val="00947730"/>
    <w:rsid w:val="00955403"/>
    <w:rsid w:val="00956A17"/>
    <w:rsid w:val="00956C11"/>
    <w:rsid w:val="009612AA"/>
    <w:rsid w:val="009618F6"/>
    <w:rsid w:val="00962E1D"/>
    <w:rsid w:val="00963972"/>
    <w:rsid w:val="00963A66"/>
    <w:rsid w:val="00963CDF"/>
    <w:rsid w:val="0096467F"/>
    <w:rsid w:val="00965253"/>
    <w:rsid w:val="00966DB3"/>
    <w:rsid w:val="009670D6"/>
    <w:rsid w:val="00975A89"/>
    <w:rsid w:val="0097754D"/>
    <w:rsid w:val="00984075"/>
    <w:rsid w:val="009841B7"/>
    <w:rsid w:val="0098434C"/>
    <w:rsid w:val="00986C24"/>
    <w:rsid w:val="00987155"/>
    <w:rsid w:val="0098727B"/>
    <w:rsid w:val="00992104"/>
    <w:rsid w:val="00994076"/>
    <w:rsid w:val="00994A20"/>
    <w:rsid w:val="0099590E"/>
    <w:rsid w:val="00995F4C"/>
    <w:rsid w:val="0099756E"/>
    <w:rsid w:val="00997EDD"/>
    <w:rsid w:val="009A0BBB"/>
    <w:rsid w:val="009A14F6"/>
    <w:rsid w:val="009A1D84"/>
    <w:rsid w:val="009A3179"/>
    <w:rsid w:val="009A359F"/>
    <w:rsid w:val="009A3C2C"/>
    <w:rsid w:val="009A55B8"/>
    <w:rsid w:val="009B136C"/>
    <w:rsid w:val="009B7871"/>
    <w:rsid w:val="009C09DF"/>
    <w:rsid w:val="009C1C3F"/>
    <w:rsid w:val="009C1E6E"/>
    <w:rsid w:val="009C3B5E"/>
    <w:rsid w:val="009C3D1F"/>
    <w:rsid w:val="009C542B"/>
    <w:rsid w:val="009C6387"/>
    <w:rsid w:val="009C641E"/>
    <w:rsid w:val="009C741A"/>
    <w:rsid w:val="009C755F"/>
    <w:rsid w:val="009D245E"/>
    <w:rsid w:val="009D31B2"/>
    <w:rsid w:val="009D3605"/>
    <w:rsid w:val="009D44A5"/>
    <w:rsid w:val="009D5623"/>
    <w:rsid w:val="009E05B5"/>
    <w:rsid w:val="009E4941"/>
    <w:rsid w:val="009E610E"/>
    <w:rsid w:val="009E63B4"/>
    <w:rsid w:val="009E7103"/>
    <w:rsid w:val="009E7796"/>
    <w:rsid w:val="009F0E18"/>
    <w:rsid w:val="009F212E"/>
    <w:rsid w:val="009F25A9"/>
    <w:rsid w:val="009F422C"/>
    <w:rsid w:val="009F490E"/>
    <w:rsid w:val="009F510B"/>
    <w:rsid w:val="009F59E9"/>
    <w:rsid w:val="00A013DC"/>
    <w:rsid w:val="00A01C53"/>
    <w:rsid w:val="00A03987"/>
    <w:rsid w:val="00A03CD8"/>
    <w:rsid w:val="00A06A80"/>
    <w:rsid w:val="00A109AC"/>
    <w:rsid w:val="00A10A34"/>
    <w:rsid w:val="00A111FA"/>
    <w:rsid w:val="00A11ACA"/>
    <w:rsid w:val="00A121B6"/>
    <w:rsid w:val="00A1282C"/>
    <w:rsid w:val="00A1395D"/>
    <w:rsid w:val="00A1650D"/>
    <w:rsid w:val="00A16FEA"/>
    <w:rsid w:val="00A17072"/>
    <w:rsid w:val="00A2117D"/>
    <w:rsid w:val="00A2152D"/>
    <w:rsid w:val="00A21F9C"/>
    <w:rsid w:val="00A233CD"/>
    <w:rsid w:val="00A25B39"/>
    <w:rsid w:val="00A30771"/>
    <w:rsid w:val="00A31127"/>
    <w:rsid w:val="00A3126D"/>
    <w:rsid w:val="00A3164A"/>
    <w:rsid w:val="00A3419C"/>
    <w:rsid w:val="00A344B7"/>
    <w:rsid w:val="00A35216"/>
    <w:rsid w:val="00A356DF"/>
    <w:rsid w:val="00A40E58"/>
    <w:rsid w:val="00A431C1"/>
    <w:rsid w:val="00A437F5"/>
    <w:rsid w:val="00A44EAF"/>
    <w:rsid w:val="00A46EDC"/>
    <w:rsid w:val="00A50EFF"/>
    <w:rsid w:val="00A5117B"/>
    <w:rsid w:val="00A54202"/>
    <w:rsid w:val="00A54453"/>
    <w:rsid w:val="00A54AEC"/>
    <w:rsid w:val="00A550FE"/>
    <w:rsid w:val="00A56B7D"/>
    <w:rsid w:val="00A56E1D"/>
    <w:rsid w:val="00A61212"/>
    <w:rsid w:val="00A622C2"/>
    <w:rsid w:val="00A636DD"/>
    <w:rsid w:val="00A700C5"/>
    <w:rsid w:val="00A708D4"/>
    <w:rsid w:val="00A70BF7"/>
    <w:rsid w:val="00A71D2F"/>
    <w:rsid w:val="00A72124"/>
    <w:rsid w:val="00A762FC"/>
    <w:rsid w:val="00A80818"/>
    <w:rsid w:val="00A80C68"/>
    <w:rsid w:val="00A825C5"/>
    <w:rsid w:val="00A82DB4"/>
    <w:rsid w:val="00A83701"/>
    <w:rsid w:val="00A84B3C"/>
    <w:rsid w:val="00A95682"/>
    <w:rsid w:val="00A95BA3"/>
    <w:rsid w:val="00A968CB"/>
    <w:rsid w:val="00A97D02"/>
    <w:rsid w:val="00AA006D"/>
    <w:rsid w:val="00AA1666"/>
    <w:rsid w:val="00AA17B7"/>
    <w:rsid w:val="00AA25CD"/>
    <w:rsid w:val="00AA2798"/>
    <w:rsid w:val="00AB00D8"/>
    <w:rsid w:val="00AB1128"/>
    <w:rsid w:val="00AB2EFB"/>
    <w:rsid w:val="00AB66F4"/>
    <w:rsid w:val="00AB6FDA"/>
    <w:rsid w:val="00AB7839"/>
    <w:rsid w:val="00AC0E00"/>
    <w:rsid w:val="00AC2DC0"/>
    <w:rsid w:val="00AC3709"/>
    <w:rsid w:val="00AC464A"/>
    <w:rsid w:val="00AC615E"/>
    <w:rsid w:val="00AC7647"/>
    <w:rsid w:val="00AD04F1"/>
    <w:rsid w:val="00AD0744"/>
    <w:rsid w:val="00AD1B53"/>
    <w:rsid w:val="00AD396D"/>
    <w:rsid w:val="00AD3C15"/>
    <w:rsid w:val="00AD3C85"/>
    <w:rsid w:val="00AD58EF"/>
    <w:rsid w:val="00AD6102"/>
    <w:rsid w:val="00AD7030"/>
    <w:rsid w:val="00AD7FFE"/>
    <w:rsid w:val="00AE046A"/>
    <w:rsid w:val="00AE1C74"/>
    <w:rsid w:val="00AE4A1A"/>
    <w:rsid w:val="00AE5CD2"/>
    <w:rsid w:val="00AE788C"/>
    <w:rsid w:val="00AE7D69"/>
    <w:rsid w:val="00AF1C0C"/>
    <w:rsid w:val="00AF4A9B"/>
    <w:rsid w:val="00B003E4"/>
    <w:rsid w:val="00B02BDB"/>
    <w:rsid w:val="00B03B56"/>
    <w:rsid w:val="00B04C1E"/>
    <w:rsid w:val="00B1054D"/>
    <w:rsid w:val="00B1334A"/>
    <w:rsid w:val="00B159F6"/>
    <w:rsid w:val="00B16A6D"/>
    <w:rsid w:val="00B16E0A"/>
    <w:rsid w:val="00B17894"/>
    <w:rsid w:val="00B218D9"/>
    <w:rsid w:val="00B218FC"/>
    <w:rsid w:val="00B21C79"/>
    <w:rsid w:val="00B2260F"/>
    <w:rsid w:val="00B25AB2"/>
    <w:rsid w:val="00B26E4B"/>
    <w:rsid w:val="00B26FE9"/>
    <w:rsid w:val="00B31318"/>
    <w:rsid w:val="00B31473"/>
    <w:rsid w:val="00B32B18"/>
    <w:rsid w:val="00B3460C"/>
    <w:rsid w:val="00B357D5"/>
    <w:rsid w:val="00B402E3"/>
    <w:rsid w:val="00B40AB1"/>
    <w:rsid w:val="00B40D48"/>
    <w:rsid w:val="00B43A72"/>
    <w:rsid w:val="00B46FC6"/>
    <w:rsid w:val="00B47902"/>
    <w:rsid w:val="00B50571"/>
    <w:rsid w:val="00B530FF"/>
    <w:rsid w:val="00B53CC6"/>
    <w:rsid w:val="00B54C97"/>
    <w:rsid w:val="00B5713A"/>
    <w:rsid w:val="00B60292"/>
    <w:rsid w:val="00B60B60"/>
    <w:rsid w:val="00B62D26"/>
    <w:rsid w:val="00B65A9C"/>
    <w:rsid w:val="00B66568"/>
    <w:rsid w:val="00B7189B"/>
    <w:rsid w:val="00B77C9C"/>
    <w:rsid w:val="00B80F4E"/>
    <w:rsid w:val="00B82241"/>
    <w:rsid w:val="00B830FE"/>
    <w:rsid w:val="00B8448F"/>
    <w:rsid w:val="00B84D25"/>
    <w:rsid w:val="00B8589E"/>
    <w:rsid w:val="00B90AB4"/>
    <w:rsid w:val="00B923ED"/>
    <w:rsid w:val="00B927C4"/>
    <w:rsid w:val="00B93A9C"/>
    <w:rsid w:val="00B93AFB"/>
    <w:rsid w:val="00B943F5"/>
    <w:rsid w:val="00B956DA"/>
    <w:rsid w:val="00B9671B"/>
    <w:rsid w:val="00B97729"/>
    <w:rsid w:val="00BA0618"/>
    <w:rsid w:val="00BA0B90"/>
    <w:rsid w:val="00BA2E70"/>
    <w:rsid w:val="00BA448E"/>
    <w:rsid w:val="00BA50EC"/>
    <w:rsid w:val="00BA56EA"/>
    <w:rsid w:val="00BA60CA"/>
    <w:rsid w:val="00BA78ED"/>
    <w:rsid w:val="00BB37BA"/>
    <w:rsid w:val="00BB6E42"/>
    <w:rsid w:val="00BC14C7"/>
    <w:rsid w:val="00BC23D3"/>
    <w:rsid w:val="00BC2B7F"/>
    <w:rsid w:val="00BC334D"/>
    <w:rsid w:val="00BC3A07"/>
    <w:rsid w:val="00BC4082"/>
    <w:rsid w:val="00BC54FA"/>
    <w:rsid w:val="00BC584E"/>
    <w:rsid w:val="00BC6907"/>
    <w:rsid w:val="00BC69CF"/>
    <w:rsid w:val="00BD2309"/>
    <w:rsid w:val="00BD2FF2"/>
    <w:rsid w:val="00BD4697"/>
    <w:rsid w:val="00BD530A"/>
    <w:rsid w:val="00BD68C1"/>
    <w:rsid w:val="00BD6961"/>
    <w:rsid w:val="00BD7659"/>
    <w:rsid w:val="00BE132B"/>
    <w:rsid w:val="00BE211F"/>
    <w:rsid w:val="00BE2903"/>
    <w:rsid w:val="00BE39E2"/>
    <w:rsid w:val="00BE49A9"/>
    <w:rsid w:val="00BE5EC1"/>
    <w:rsid w:val="00BE6A3A"/>
    <w:rsid w:val="00BE7010"/>
    <w:rsid w:val="00BE74B7"/>
    <w:rsid w:val="00BE7BCC"/>
    <w:rsid w:val="00BF6AED"/>
    <w:rsid w:val="00BF7445"/>
    <w:rsid w:val="00BF7FBD"/>
    <w:rsid w:val="00C01F70"/>
    <w:rsid w:val="00C047B4"/>
    <w:rsid w:val="00C05EA9"/>
    <w:rsid w:val="00C06013"/>
    <w:rsid w:val="00C0753F"/>
    <w:rsid w:val="00C108CB"/>
    <w:rsid w:val="00C130DF"/>
    <w:rsid w:val="00C1361F"/>
    <w:rsid w:val="00C13896"/>
    <w:rsid w:val="00C139E8"/>
    <w:rsid w:val="00C13E09"/>
    <w:rsid w:val="00C15678"/>
    <w:rsid w:val="00C174E1"/>
    <w:rsid w:val="00C20A57"/>
    <w:rsid w:val="00C20C89"/>
    <w:rsid w:val="00C210DD"/>
    <w:rsid w:val="00C21D76"/>
    <w:rsid w:val="00C22ED5"/>
    <w:rsid w:val="00C23619"/>
    <w:rsid w:val="00C23BC0"/>
    <w:rsid w:val="00C24F57"/>
    <w:rsid w:val="00C267C2"/>
    <w:rsid w:val="00C31914"/>
    <w:rsid w:val="00C324AA"/>
    <w:rsid w:val="00C33934"/>
    <w:rsid w:val="00C343CE"/>
    <w:rsid w:val="00C344F8"/>
    <w:rsid w:val="00C35E7A"/>
    <w:rsid w:val="00C407D0"/>
    <w:rsid w:val="00C41630"/>
    <w:rsid w:val="00C4320B"/>
    <w:rsid w:val="00C43529"/>
    <w:rsid w:val="00C43A35"/>
    <w:rsid w:val="00C43F18"/>
    <w:rsid w:val="00C45523"/>
    <w:rsid w:val="00C47810"/>
    <w:rsid w:val="00C52045"/>
    <w:rsid w:val="00C5214C"/>
    <w:rsid w:val="00C528B8"/>
    <w:rsid w:val="00C52BFB"/>
    <w:rsid w:val="00C5465C"/>
    <w:rsid w:val="00C5576B"/>
    <w:rsid w:val="00C5714E"/>
    <w:rsid w:val="00C57381"/>
    <w:rsid w:val="00C61D0F"/>
    <w:rsid w:val="00C61F02"/>
    <w:rsid w:val="00C62184"/>
    <w:rsid w:val="00C647E2"/>
    <w:rsid w:val="00C728E1"/>
    <w:rsid w:val="00C75D69"/>
    <w:rsid w:val="00C768A6"/>
    <w:rsid w:val="00C76CA2"/>
    <w:rsid w:val="00C81365"/>
    <w:rsid w:val="00C81FDE"/>
    <w:rsid w:val="00C82769"/>
    <w:rsid w:val="00C82D07"/>
    <w:rsid w:val="00C85981"/>
    <w:rsid w:val="00C90181"/>
    <w:rsid w:val="00C9057B"/>
    <w:rsid w:val="00C90938"/>
    <w:rsid w:val="00C943E7"/>
    <w:rsid w:val="00C944A9"/>
    <w:rsid w:val="00C945C3"/>
    <w:rsid w:val="00C94EC6"/>
    <w:rsid w:val="00CA265B"/>
    <w:rsid w:val="00CA4E66"/>
    <w:rsid w:val="00CA5669"/>
    <w:rsid w:val="00CA56FF"/>
    <w:rsid w:val="00CA7158"/>
    <w:rsid w:val="00CB0AB5"/>
    <w:rsid w:val="00CB12A3"/>
    <w:rsid w:val="00CB1467"/>
    <w:rsid w:val="00CB1F8E"/>
    <w:rsid w:val="00CB3999"/>
    <w:rsid w:val="00CB5068"/>
    <w:rsid w:val="00CB5D4E"/>
    <w:rsid w:val="00CB69EA"/>
    <w:rsid w:val="00CC0920"/>
    <w:rsid w:val="00CC0EEB"/>
    <w:rsid w:val="00CC1C43"/>
    <w:rsid w:val="00CC3F42"/>
    <w:rsid w:val="00CD02C2"/>
    <w:rsid w:val="00CD104F"/>
    <w:rsid w:val="00CD1BE0"/>
    <w:rsid w:val="00CD4A5C"/>
    <w:rsid w:val="00CD6D39"/>
    <w:rsid w:val="00CE04AE"/>
    <w:rsid w:val="00CE0B47"/>
    <w:rsid w:val="00CE1F42"/>
    <w:rsid w:val="00CE4471"/>
    <w:rsid w:val="00CE4896"/>
    <w:rsid w:val="00CE4C4D"/>
    <w:rsid w:val="00CE69A9"/>
    <w:rsid w:val="00CF1C5F"/>
    <w:rsid w:val="00CF28F1"/>
    <w:rsid w:val="00CF2DC5"/>
    <w:rsid w:val="00CF3E63"/>
    <w:rsid w:val="00CF55C1"/>
    <w:rsid w:val="00D0124F"/>
    <w:rsid w:val="00D02F7D"/>
    <w:rsid w:val="00D058B5"/>
    <w:rsid w:val="00D068F2"/>
    <w:rsid w:val="00D101FF"/>
    <w:rsid w:val="00D1193D"/>
    <w:rsid w:val="00D1393B"/>
    <w:rsid w:val="00D17CB1"/>
    <w:rsid w:val="00D21A8A"/>
    <w:rsid w:val="00D237EF"/>
    <w:rsid w:val="00D23EAC"/>
    <w:rsid w:val="00D25B8D"/>
    <w:rsid w:val="00D274AE"/>
    <w:rsid w:val="00D3258A"/>
    <w:rsid w:val="00D3355E"/>
    <w:rsid w:val="00D33C91"/>
    <w:rsid w:val="00D34489"/>
    <w:rsid w:val="00D345E2"/>
    <w:rsid w:val="00D35D3C"/>
    <w:rsid w:val="00D36A4B"/>
    <w:rsid w:val="00D37E61"/>
    <w:rsid w:val="00D40BB3"/>
    <w:rsid w:val="00D41E25"/>
    <w:rsid w:val="00D434CC"/>
    <w:rsid w:val="00D43EF3"/>
    <w:rsid w:val="00D4443B"/>
    <w:rsid w:val="00D47B66"/>
    <w:rsid w:val="00D47B6F"/>
    <w:rsid w:val="00D517A9"/>
    <w:rsid w:val="00D524B6"/>
    <w:rsid w:val="00D548E2"/>
    <w:rsid w:val="00D54A73"/>
    <w:rsid w:val="00D54BD8"/>
    <w:rsid w:val="00D55BBE"/>
    <w:rsid w:val="00D647F2"/>
    <w:rsid w:val="00D664F5"/>
    <w:rsid w:val="00D71276"/>
    <w:rsid w:val="00D71649"/>
    <w:rsid w:val="00D74CF5"/>
    <w:rsid w:val="00D7512B"/>
    <w:rsid w:val="00D75F8E"/>
    <w:rsid w:val="00D77799"/>
    <w:rsid w:val="00D778BD"/>
    <w:rsid w:val="00D77BC7"/>
    <w:rsid w:val="00D80E0B"/>
    <w:rsid w:val="00D80F88"/>
    <w:rsid w:val="00D82075"/>
    <w:rsid w:val="00D93CF6"/>
    <w:rsid w:val="00D95818"/>
    <w:rsid w:val="00D973E0"/>
    <w:rsid w:val="00D97B0D"/>
    <w:rsid w:val="00DA2068"/>
    <w:rsid w:val="00DA22FA"/>
    <w:rsid w:val="00DA3431"/>
    <w:rsid w:val="00DA6253"/>
    <w:rsid w:val="00DB073B"/>
    <w:rsid w:val="00DB0A86"/>
    <w:rsid w:val="00DB152A"/>
    <w:rsid w:val="00DB3330"/>
    <w:rsid w:val="00DB3833"/>
    <w:rsid w:val="00DC0301"/>
    <w:rsid w:val="00DC4F46"/>
    <w:rsid w:val="00DC537E"/>
    <w:rsid w:val="00DC5FB9"/>
    <w:rsid w:val="00DC7041"/>
    <w:rsid w:val="00DC796F"/>
    <w:rsid w:val="00DD0746"/>
    <w:rsid w:val="00DD1BD5"/>
    <w:rsid w:val="00DD2A1A"/>
    <w:rsid w:val="00DD4F09"/>
    <w:rsid w:val="00DD6A02"/>
    <w:rsid w:val="00DE0CC7"/>
    <w:rsid w:val="00DE0F83"/>
    <w:rsid w:val="00DE5ABF"/>
    <w:rsid w:val="00DE65B2"/>
    <w:rsid w:val="00DE768A"/>
    <w:rsid w:val="00DE7CC0"/>
    <w:rsid w:val="00DE7D24"/>
    <w:rsid w:val="00DF0814"/>
    <w:rsid w:val="00DF3A7F"/>
    <w:rsid w:val="00DF470C"/>
    <w:rsid w:val="00DF6B7E"/>
    <w:rsid w:val="00DF6C55"/>
    <w:rsid w:val="00DF7FEE"/>
    <w:rsid w:val="00E00A62"/>
    <w:rsid w:val="00E02274"/>
    <w:rsid w:val="00E02882"/>
    <w:rsid w:val="00E03E0B"/>
    <w:rsid w:val="00E05049"/>
    <w:rsid w:val="00E0690A"/>
    <w:rsid w:val="00E12B92"/>
    <w:rsid w:val="00E13021"/>
    <w:rsid w:val="00E13518"/>
    <w:rsid w:val="00E146C9"/>
    <w:rsid w:val="00E14A3C"/>
    <w:rsid w:val="00E158BD"/>
    <w:rsid w:val="00E16D9A"/>
    <w:rsid w:val="00E16DF1"/>
    <w:rsid w:val="00E211E1"/>
    <w:rsid w:val="00E225F9"/>
    <w:rsid w:val="00E23050"/>
    <w:rsid w:val="00E230E3"/>
    <w:rsid w:val="00E276F2"/>
    <w:rsid w:val="00E27CFB"/>
    <w:rsid w:val="00E300EA"/>
    <w:rsid w:val="00E30121"/>
    <w:rsid w:val="00E32413"/>
    <w:rsid w:val="00E41B78"/>
    <w:rsid w:val="00E42FC9"/>
    <w:rsid w:val="00E4502F"/>
    <w:rsid w:val="00E46172"/>
    <w:rsid w:val="00E46B8B"/>
    <w:rsid w:val="00E51A90"/>
    <w:rsid w:val="00E520F9"/>
    <w:rsid w:val="00E53619"/>
    <w:rsid w:val="00E5402C"/>
    <w:rsid w:val="00E56181"/>
    <w:rsid w:val="00E5626E"/>
    <w:rsid w:val="00E56EDE"/>
    <w:rsid w:val="00E62AF3"/>
    <w:rsid w:val="00E638A4"/>
    <w:rsid w:val="00E654C3"/>
    <w:rsid w:val="00E6608B"/>
    <w:rsid w:val="00E6745D"/>
    <w:rsid w:val="00E715AE"/>
    <w:rsid w:val="00E73BA9"/>
    <w:rsid w:val="00E74106"/>
    <w:rsid w:val="00E74C52"/>
    <w:rsid w:val="00E74F65"/>
    <w:rsid w:val="00E76B6C"/>
    <w:rsid w:val="00E7764A"/>
    <w:rsid w:val="00E81BCC"/>
    <w:rsid w:val="00E83996"/>
    <w:rsid w:val="00E83A34"/>
    <w:rsid w:val="00E85741"/>
    <w:rsid w:val="00E903D9"/>
    <w:rsid w:val="00E90C8C"/>
    <w:rsid w:val="00E92494"/>
    <w:rsid w:val="00E9269A"/>
    <w:rsid w:val="00E938DB"/>
    <w:rsid w:val="00E93D22"/>
    <w:rsid w:val="00E94D8B"/>
    <w:rsid w:val="00E9607D"/>
    <w:rsid w:val="00E975D6"/>
    <w:rsid w:val="00EA046A"/>
    <w:rsid w:val="00EA075A"/>
    <w:rsid w:val="00EA09BE"/>
    <w:rsid w:val="00EA10BC"/>
    <w:rsid w:val="00EA2828"/>
    <w:rsid w:val="00EA422C"/>
    <w:rsid w:val="00EA4AE2"/>
    <w:rsid w:val="00EA554B"/>
    <w:rsid w:val="00EA581E"/>
    <w:rsid w:val="00EA6B97"/>
    <w:rsid w:val="00EA731F"/>
    <w:rsid w:val="00EA75B5"/>
    <w:rsid w:val="00EA7680"/>
    <w:rsid w:val="00EB48ED"/>
    <w:rsid w:val="00EB6D2D"/>
    <w:rsid w:val="00EB70B0"/>
    <w:rsid w:val="00EC298E"/>
    <w:rsid w:val="00EC3F2D"/>
    <w:rsid w:val="00EC4C23"/>
    <w:rsid w:val="00EC78EB"/>
    <w:rsid w:val="00ED03E0"/>
    <w:rsid w:val="00ED0D79"/>
    <w:rsid w:val="00ED0F46"/>
    <w:rsid w:val="00ED3C3E"/>
    <w:rsid w:val="00ED3CC5"/>
    <w:rsid w:val="00ED4684"/>
    <w:rsid w:val="00EE05B7"/>
    <w:rsid w:val="00EE3138"/>
    <w:rsid w:val="00EE3D7C"/>
    <w:rsid w:val="00EE56C8"/>
    <w:rsid w:val="00EE5DE9"/>
    <w:rsid w:val="00EE6E21"/>
    <w:rsid w:val="00EF0B6B"/>
    <w:rsid w:val="00EF195B"/>
    <w:rsid w:val="00EF2351"/>
    <w:rsid w:val="00EF2F95"/>
    <w:rsid w:val="00EF3C53"/>
    <w:rsid w:val="00EF4057"/>
    <w:rsid w:val="00EF40BA"/>
    <w:rsid w:val="00EF465C"/>
    <w:rsid w:val="00EF5BF9"/>
    <w:rsid w:val="00EF5F61"/>
    <w:rsid w:val="00EF76BF"/>
    <w:rsid w:val="00EF78B6"/>
    <w:rsid w:val="00F02A09"/>
    <w:rsid w:val="00F02D75"/>
    <w:rsid w:val="00F02E1D"/>
    <w:rsid w:val="00F03124"/>
    <w:rsid w:val="00F038E6"/>
    <w:rsid w:val="00F04CC0"/>
    <w:rsid w:val="00F05614"/>
    <w:rsid w:val="00F058FE"/>
    <w:rsid w:val="00F0668A"/>
    <w:rsid w:val="00F1051A"/>
    <w:rsid w:val="00F135E5"/>
    <w:rsid w:val="00F14484"/>
    <w:rsid w:val="00F169BC"/>
    <w:rsid w:val="00F21E85"/>
    <w:rsid w:val="00F22897"/>
    <w:rsid w:val="00F24AC9"/>
    <w:rsid w:val="00F24C14"/>
    <w:rsid w:val="00F258BB"/>
    <w:rsid w:val="00F27957"/>
    <w:rsid w:val="00F27F51"/>
    <w:rsid w:val="00F307A2"/>
    <w:rsid w:val="00F30DFF"/>
    <w:rsid w:val="00F3145A"/>
    <w:rsid w:val="00F330C5"/>
    <w:rsid w:val="00F35938"/>
    <w:rsid w:val="00F35E9D"/>
    <w:rsid w:val="00F37704"/>
    <w:rsid w:val="00F40729"/>
    <w:rsid w:val="00F41738"/>
    <w:rsid w:val="00F420AA"/>
    <w:rsid w:val="00F45316"/>
    <w:rsid w:val="00F50958"/>
    <w:rsid w:val="00F50B67"/>
    <w:rsid w:val="00F50D78"/>
    <w:rsid w:val="00F510A2"/>
    <w:rsid w:val="00F51D85"/>
    <w:rsid w:val="00F5368A"/>
    <w:rsid w:val="00F537EC"/>
    <w:rsid w:val="00F56372"/>
    <w:rsid w:val="00F57569"/>
    <w:rsid w:val="00F57D98"/>
    <w:rsid w:val="00F60A35"/>
    <w:rsid w:val="00F60A99"/>
    <w:rsid w:val="00F61AA3"/>
    <w:rsid w:val="00F62BB3"/>
    <w:rsid w:val="00F632A4"/>
    <w:rsid w:val="00F63C3C"/>
    <w:rsid w:val="00F6426F"/>
    <w:rsid w:val="00F663B6"/>
    <w:rsid w:val="00F66422"/>
    <w:rsid w:val="00F66C58"/>
    <w:rsid w:val="00F67B68"/>
    <w:rsid w:val="00F67CDC"/>
    <w:rsid w:val="00F7090F"/>
    <w:rsid w:val="00F71876"/>
    <w:rsid w:val="00F7276B"/>
    <w:rsid w:val="00F73092"/>
    <w:rsid w:val="00F7322D"/>
    <w:rsid w:val="00F73E8E"/>
    <w:rsid w:val="00F74E2C"/>
    <w:rsid w:val="00F7533B"/>
    <w:rsid w:val="00F7652F"/>
    <w:rsid w:val="00F770DA"/>
    <w:rsid w:val="00F770FB"/>
    <w:rsid w:val="00F776F9"/>
    <w:rsid w:val="00F77DBE"/>
    <w:rsid w:val="00F8035E"/>
    <w:rsid w:val="00F80E1D"/>
    <w:rsid w:val="00F81D27"/>
    <w:rsid w:val="00F823F0"/>
    <w:rsid w:val="00F831B3"/>
    <w:rsid w:val="00F84E6E"/>
    <w:rsid w:val="00F8641E"/>
    <w:rsid w:val="00F9403B"/>
    <w:rsid w:val="00F97C66"/>
    <w:rsid w:val="00FA0BF0"/>
    <w:rsid w:val="00FA3B6B"/>
    <w:rsid w:val="00FA4407"/>
    <w:rsid w:val="00FA479C"/>
    <w:rsid w:val="00FA5690"/>
    <w:rsid w:val="00FA671E"/>
    <w:rsid w:val="00FA7808"/>
    <w:rsid w:val="00FA7B70"/>
    <w:rsid w:val="00FA7F4F"/>
    <w:rsid w:val="00FB117B"/>
    <w:rsid w:val="00FB21AB"/>
    <w:rsid w:val="00FB243A"/>
    <w:rsid w:val="00FB4923"/>
    <w:rsid w:val="00FB5CA7"/>
    <w:rsid w:val="00FC121E"/>
    <w:rsid w:val="00FC1788"/>
    <w:rsid w:val="00FC1A0B"/>
    <w:rsid w:val="00FC4457"/>
    <w:rsid w:val="00FC53C0"/>
    <w:rsid w:val="00FC722D"/>
    <w:rsid w:val="00FC7927"/>
    <w:rsid w:val="00FD088D"/>
    <w:rsid w:val="00FD0EE4"/>
    <w:rsid w:val="00FD0F6B"/>
    <w:rsid w:val="00FD1E7B"/>
    <w:rsid w:val="00FD2942"/>
    <w:rsid w:val="00FD5B29"/>
    <w:rsid w:val="00FD6A7A"/>
    <w:rsid w:val="00FE016E"/>
    <w:rsid w:val="00FE023B"/>
    <w:rsid w:val="00FE058A"/>
    <w:rsid w:val="00FE0D98"/>
    <w:rsid w:val="00FE1889"/>
    <w:rsid w:val="00FE3A2F"/>
    <w:rsid w:val="00FE707E"/>
    <w:rsid w:val="00FF1D9E"/>
    <w:rsid w:val="00FF2BE4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18D1CCFD"/>
  <w15:docId w15:val="{6DE0DA8B-7960-472E-A326-47469C06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5370BB"/>
    <w:pPr>
      <w:widowControl w:val="0"/>
      <w:wordWrap w:val="0"/>
      <w:autoSpaceDE w:val="0"/>
      <w:autoSpaceDN w:val="0"/>
      <w:spacing w:line="520" w:lineRule="exact"/>
      <w:jc w:val="both"/>
    </w:pPr>
    <w:rPr>
      <w:rFonts w:eastAsia="HY신명조"/>
      <w:kern w:val="2"/>
      <w:sz w:val="24"/>
    </w:rPr>
  </w:style>
  <w:style w:type="paragraph" w:styleId="1">
    <w:name w:val="heading 1"/>
    <w:basedOn w:val="a2"/>
    <w:next w:val="a2"/>
    <w:link w:val="1Char"/>
    <w:qFormat/>
    <w:rsid w:val="007A45B1"/>
    <w:pPr>
      <w:widowControl/>
      <w:numPr>
        <w:numId w:val="1"/>
      </w:numPr>
      <w:outlineLvl w:val="0"/>
    </w:pPr>
    <w:rPr>
      <w:b/>
      <w:sz w:val="26"/>
    </w:rPr>
  </w:style>
  <w:style w:type="paragraph" w:styleId="21">
    <w:name w:val="heading 2"/>
    <w:basedOn w:val="a2"/>
    <w:next w:val="a2"/>
    <w:qFormat/>
    <w:rsid w:val="003D0B20"/>
    <w:pPr>
      <w:widowControl/>
      <w:numPr>
        <w:ilvl w:val="1"/>
        <w:numId w:val="1"/>
      </w:numPr>
      <w:outlineLvl w:val="1"/>
    </w:pPr>
    <w:rPr>
      <w:rFonts w:eastAsia="새굴림"/>
      <w:b/>
      <w:u w:val="single"/>
    </w:rPr>
  </w:style>
  <w:style w:type="paragraph" w:styleId="31">
    <w:name w:val="heading 3"/>
    <w:basedOn w:val="a2"/>
    <w:next w:val="a2"/>
    <w:link w:val="3Char"/>
    <w:qFormat/>
    <w:rsid w:val="00461866"/>
    <w:pPr>
      <w:widowControl/>
      <w:numPr>
        <w:ilvl w:val="2"/>
        <w:numId w:val="1"/>
      </w:numPr>
      <w:outlineLvl w:val="2"/>
    </w:pPr>
    <w:rPr>
      <w:b/>
      <w:lang w:val="x-none" w:eastAsia="x-none"/>
    </w:rPr>
  </w:style>
  <w:style w:type="paragraph" w:styleId="41">
    <w:name w:val="heading 4"/>
    <w:basedOn w:val="a2"/>
    <w:next w:val="a2"/>
    <w:qFormat/>
    <w:rsid w:val="00461866"/>
    <w:pPr>
      <w:widowControl/>
      <w:numPr>
        <w:ilvl w:val="3"/>
        <w:numId w:val="1"/>
      </w:numPr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793614"/>
    <w:pPr>
      <w:widowControl/>
      <w:numPr>
        <w:ilvl w:val="4"/>
        <w:numId w:val="1"/>
      </w:numPr>
      <w:tabs>
        <w:tab w:val="left" w:pos="425"/>
        <w:tab w:val="left" w:pos="1276"/>
      </w:tabs>
      <w:outlineLvl w:val="4"/>
    </w:pPr>
  </w:style>
  <w:style w:type="paragraph" w:styleId="6">
    <w:name w:val="heading 6"/>
    <w:basedOn w:val="a2"/>
    <w:next w:val="a2"/>
    <w:qFormat/>
    <w:rsid w:val="00BE39E2"/>
    <w:pPr>
      <w:keepNext/>
      <w:ind w:left="1701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BE39E2"/>
    <w:pPr>
      <w:keepNext/>
      <w:ind w:left="1701"/>
      <w:outlineLvl w:val="6"/>
    </w:pPr>
  </w:style>
  <w:style w:type="paragraph" w:styleId="8">
    <w:name w:val="heading 8"/>
    <w:basedOn w:val="a2"/>
    <w:next w:val="a2"/>
    <w:qFormat/>
    <w:rsid w:val="00BE39E2"/>
    <w:pPr>
      <w:keepNext/>
      <w:ind w:left="2551"/>
      <w:outlineLvl w:val="7"/>
    </w:pPr>
  </w:style>
  <w:style w:type="paragraph" w:styleId="9">
    <w:name w:val="heading 9"/>
    <w:basedOn w:val="a2"/>
    <w:next w:val="a2"/>
    <w:qFormat/>
    <w:rsid w:val="00BE39E2"/>
    <w:pPr>
      <w:keepNext/>
      <w:ind w:left="2551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Char">
    <w:name w:val="제목 3 Char"/>
    <w:link w:val="31"/>
    <w:rsid w:val="00846A4C"/>
    <w:rPr>
      <w:rFonts w:eastAsia="HY신명조"/>
      <w:b/>
      <w:kern w:val="2"/>
      <w:sz w:val="24"/>
      <w:lang w:val="x-none" w:eastAsia="x-none"/>
    </w:rPr>
  </w:style>
  <w:style w:type="character" w:styleId="a6">
    <w:name w:val="annotation reference"/>
    <w:rsid w:val="00BE2903"/>
    <w:rPr>
      <w:sz w:val="18"/>
      <w:szCs w:val="18"/>
    </w:rPr>
  </w:style>
  <w:style w:type="paragraph" w:styleId="a7">
    <w:name w:val="annotation text"/>
    <w:basedOn w:val="a2"/>
    <w:link w:val="Char"/>
    <w:rsid w:val="00BE2903"/>
    <w:pPr>
      <w:jc w:val="left"/>
    </w:pPr>
    <w:rPr>
      <w:lang w:val="x-none" w:eastAsia="x-none"/>
    </w:rPr>
  </w:style>
  <w:style w:type="character" w:customStyle="1" w:styleId="Char">
    <w:name w:val="메모 텍스트 Char"/>
    <w:link w:val="a7"/>
    <w:rsid w:val="00BE2903"/>
    <w:rPr>
      <w:rFonts w:eastAsia="HY신명조"/>
      <w:kern w:val="2"/>
      <w:sz w:val="24"/>
    </w:rPr>
  </w:style>
  <w:style w:type="paragraph" w:styleId="a8">
    <w:name w:val="annotation subject"/>
    <w:basedOn w:val="a7"/>
    <w:next w:val="a7"/>
    <w:link w:val="Char0"/>
    <w:rsid w:val="00BE2903"/>
    <w:rPr>
      <w:b/>
      <w:bCs/>
    </w:rPr>
  </w:style>
  <w:style w:type="character" w:customStyle="1" w:styleId="Char0">
    <w:name w:val="메모 주제 Char"/>
    <w:link w:val="a8"/>
    <w:rsid w:val="00BE2903"/>
    <w:rPr>
      <w:rFonts w:eastAsia="HY신명조"/>
      <w:b/>
      <w:bCs/>
      <w:kern w:val="2"/>
      <w:sz w:val="24"/>
    </w:rPr>
  </w:style>
  <w:style w:type="paragraph" w:customStyle="1" w:styleId="BKL4">
    <w:name w:val="BKL 4"/>
    <w:basedOn w:val="a2"/>
    <w:semiHidden/>
    <w:rsid w:val="00241506"/>
    <w:pPr>
      <w:outlineLvl w:val="3"/>
    </w:pPr>
    <w:rPr>
      <w:spacing w:val="6"/>
    </w:rPr>
  </w:style>
  <w:style w:type="paragraph" w:customStyle="1" w:styleId="BKL4Text">
    <w:name w:val="BKL 4 Text"/>
    <w:basedOn w:val="BKL4"/>
    <w:semiHidden/>
    <w:pPr>
      <w:ind w:left="1843" w:firstLine="710"/>
    </w:pPr>
  </w:style>
  <w:style w:type="paragraph" w:customStyle="1" w:styleId="BKL5">
    <w:name w:val="BKL 5"/>
    <w:basedOn w:val="a2"/>
    <w:semiHidden/>
    <w:rsid w:val="00A1282C"/>
    <w:pPr>
      <w:outlineLvl w:val="4"/>
    </w:pPr>
    <w:rPr>
      <w:spacing w:val="6"/>
    </w:rPr>
  </w:style>
  <w:style w:type="paragraph" w:customStyle="1" w:styleId="BKL6">
    <w:name w:val="BKL 6"/>
    <w:basedOn w:val="a2"/>
    <w:semiHidden/>
    <w:rsid w:val="00241506"/>
    <w:pPr>
      <w:numPr>
        <w:ilvl w:val="5"/>
        <w:numId w:val="2"/>
      </w:numPr>
      <w:outlineLvl w:val="5"/>
    </w:pPr>
    <w:rPr>
      <w:spacing w:val="6"/>
    </w:rPr>
  </w:style>
  <w:style w:type="paragraph" w:customStyle="1" w:styleId="BKL5Text">
    <w:name w:val="BKL 5 Text"/>
    <w:basedOn w:val="a2"/>
    <w:semiHidden/>
    <w:pPr>
      <w:ind w:left="2268" w:firstLine="285"/>
    </w:pPr>
  </w:style>
  <w:style w:type="paragraph" w:customStyle="1" w:styleId="BKL6Text">
    <w:name w:val="BKL 6 Text"/>
    <w:basedOn w:val="a2"/>
    <w:semiHidden/>
    <w:pPr>
      <w:ind w:left="2268" w:firstLine="285"/>
    </w:pPr>
  </w:style>
  <w:style w:type="paragraph" w:customStyle="1" w:styleId="BKL7">
    <w:name w:val="BKL 7"/>
    <w:basedOn w:val="a2"/>
    <w:semiHidden/>
    <w:rsid w:val="00241506"/>
    <w:pPr>
      <w:numPr>
        <w:ilvl w:val="6"/>
        <w:numId w:val="2"/>
      </w:numPr>
      <w:outlineLvl w:val="6"/>
    </w:pPr>
    <w:rPr>
      <w:spacing w:val="6"/>
    </w:rPr>
  </w:style>
  <w:style w:type="paragraph" w:customStyle="1" w:styleId="a9">
    <w:name w:val="말미"/>
    <w:basedOn w:val="a2"/>
    <w:semiHidden/>
    <w:pPr>
      <w:widowControl/>
      <w:spacing w:line="40" w:lineRule="atLeast"/>
    </w:pPr>
    <w:rPr>
      <w:spacing w:val="6"/>
      <w:sz w:val="20"/>
    </w:rPr>
  </w:style>
  <w:style w:type="paragraph" w:styleId="aa">
    <w:name w:val="header"/>
    <w:basedOn w:val="a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3"/>
    <w:semiHidden/>
  </w:style>
  <w:style w:type="paragraph" w:styleId="ac">
    <w:name w:val="footer"/>
    <w:basedOn w:val="a2"/>
    <w:link w:val="Char1"/>
    <w:uiPriority w:val="99"/>
    <w:pPr>
      <w:tabs>
        <w:tab w:val="center" w:pos="4252"/>
        <w:tab w:val="right" w:pos="8504"/>
      </w:tabs>
      <w:snapToGrid w:val="0"/>
    </w:pPr>
  </w:style>
  <w:style w:type="paragraph" w:styleId="ad">
    <w:name w:val="Normal (Web)"/>
    <w:basedOn w:val="a2"/>
    <w:uiPriority w:val="99"/>
    <w:semiHidden/>
    <w:pPr>
      <w:widowControl/>
      <w:wordWrap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kern w:val="0"/>
      <w:szCs w:val="24"/>
    </w:rPr>
  </w:style>
  <w:style w:type="character" w:styleId="ae">
    <w:name w:val="Hyperlink"/>
    <w:semiHidden/>
    <w:rPr>
      <w:color w:val="0000FF"/>
      <w:u w:val="single"/>
    </w:rPr>
  </w:style>
  <w:style w:type="paragraph" w:styleId="af">
    <w:name w:val="Note Heading"/>
    <w:basedOn w:val="a2"/>
    <w:next w:val="a2"/>
    <w:semiHidden/>
    <w:pPr>
      <w:adjustRightInd w:val="0"/>
      <w:spacing w:line="360" w:lineRule="atLeast"/>
      <w:jc w:val="center"/>
      <w:textAlignment w:val="baseline"/>
    </w:pPr>
    <w:rPr>
      <w:kern w:val="0"/>
    </w:rPr>
  </w:style>
  <w:style w:type="paragraph" w:styleId="af0">
    <w:name w:val="Balloon Text"/>
    <w:basedOn w:val="a2"/>
    <w:semiHidden/>
    <w:rsid w:val="00736B5D"/>
    <w:rPr>
      <w:rFonts w:ascii="Arial" w:eastAsia="돋움" w:hAnsi="Arial"/>
      <w:sz w:val="18"/>
      <w:szCs w:val="18"/>
    </w:rPr>
  </w:style>
  <w:style w:type="paragraph" w:styleId="af1">
    <w:name w:val="footnote text"/>
    <w:basedOn w:val="a2"/>
    <w:link w:val="Char2"/>
    <w:uiPriority w:val="99"/>
    <w:rsid w:val="00BC23D3"/>
    <w:pPr>
      <w:snapToGrid w:val="0"/>
      <w:spacing w:after="80" w:line="240" w:lineRule="auto"/>
      <w:ind w:left="198" w:hanging="198"/>
    </w:pPr>
    <w:rPr>
      <w:sz w:val="22"/>
    </w:rPr>
  </w:style>
  <w:style w:type="character" w:styleId="af2">
    <w:name w:val="footnote reference"/>
    <w:uiPriority w:val="99"/>
    <w:semiHidden/>
    <w:rsid w:val="0014731D"/>
    <w:rPr>
      <w:vertAlign w:val="superscript"/>
    </w:rPr>
  </w:style>
  <w:style w:type="character" w:customStyle="1" w:styleId="Char2">
    <w:name w:val="각주 텍스트 Char"/>
    <w:link w:val="af1"/>
    <w:uiPriority w:val="99"/>
    <w:rsid w:val="001B66D5"/>
    <w:rPr>
      <w:rFonts w:eastAsia="HY신명조"/>
      <w:kern w:val="2"/>
      <w:sz w:val="22"/>
    </w:rPr>
  </w:style>
  <w:style w:type="numbering" w:styleId="111111">
    <w:name w:val="Outline List 2"/>
    <w:basedOn w:val="a5"/>
    <w:semiHidden/>
    <w:rsid w:val="00BE39E2"/>
    <w:pPr>
      <w:numPr>
        <w:numId w:val="13"/>
      </w:numPr>
    </w:pPr>
  </w:style>
  <w:style w:type="character" w:customStyle="1" w:styleId="1Char">
    <w:name w:val="제목 1 Char"/>
    <w:link w:val="1"/>
    <w:rsid w:val="00621604"/>
    <w:rPr>
      <w:rFonts w:eastAsia="HY신명조"/>
      <w:b/>
      <w:kern w:val="2"/>
      <w:sz w:val="26"/>
    </w:rPr>
  </w:style>
  <w:style w:type="numbering" w:styleId="1ai">
    <w:name w:val="Outline List 1"/>
    <w:basedOn w:val="a5"/>
    <w:semiHidden/>
    <w:rsid w:val="00BE39E2"/>
    <w:pPr>
      <w:numPr>
        <w:numId w:val="14"/>
      </w:numPr>
    </w:pPr>
  </w:style>
  <w:style w:type="character" w:styleId="af3">
    <w:name w:val="Emphasis"/>
    <w:qFormat/>
    <w:rsid w:val="00BE39E2"/>
    <w:rPr>
      <w:i/>
      <w:iCs/>
    </w:rPr>
  </w:style>
  <w:style w:type="character" w:styleId="af4">
    <w:name w:val="Strong"/>
    <w:qFormat/>
    <w:rsid w:val="00BE39E2"/>
    <w:rPr>
      <w:b/>
      <w:bCs/>
    </w:rPr>
  </w:style>
  <w:style w:type="paragraph" w:styleId="a0">
    <w:name w:val="List Bullet"/>
    <w:basedOn w:val="a2"/>
    <w:semiHidden/>
    <w:rsid w:val="00BE39E2"/>
    <w:pPr>
      <w:numPr>
        <w:numId w:val="3"/>
      </w:numPr>
    </w:pPr>
  </w:style>
  <w:style w:type="paragraph" w:styleId="20">
    <w:name w:val="List Bullet 2"/>
    <w:basedOn w:val="a2"/>
    <w:semiHidden/>
    <w:rsid w:val="00BE39E2"/>
    <w:pPr>
      <w:numPr>
        <w:numId w:val="4"/>
      </w:numPr>
    </w:pPr>
  </w:style>
  <w:style w:type="paragraph" w:styleId="30">
    <w:name w:val="List Bullet 3"/>
    <w:basedOn w:val="a2"/>
    <w:semiHidden/>
    <w:rsid w:val="00BE39E2"/>
    <w:pPr>
      <w:numPr>
        <w:numId w:val="5"/>
      </w:numPr>
    </w:pPr>
  </w:style>
  <w:style w:type="paragraph" w:styleId="40">
    <w:name w:val="List Bullet 4"/>
    <w:basedOn w:val="a2"/>
    <w:semiHidden/>
    <w:rsid w:val="00BE39E2"/>
    <w:pPr>
      <w:numPr>
        <w:numId w:val="6"/>
      </w:numPr>
    </w:pPr>
  </w:style>
  <w:style w:type="paragraph" w:styleId="50">
    <w:name w:val="List Bullet 5"/>
    <w:basedOn w:val="a2"/>
    <w:semiHidden/>
    <w:rsid w:val="00BE39E2"/>
    <w:pPr>
      <w:numPr>
        <w:numId w:val="7"/>
      </w:numPr>
    </w:pPr>
  </w:style>
  <w:style w:type="paragraph" w:styleId="af5">
    <w:name w:val="Plain Text"/>
    <w:basedOn w:val="a2"/>
    <w:semiHidden/>
    <w:rsid w:val="00BE39E2"/>
    <w:rPr>
      <w:rFonts w:ascii="바탕" w:eastAsia="바탕" w:hAnsi="Courier New" w:cs="Courier New"/>
      <w:sz w:val="20"/>
    </w:rPr>
  </w:style>
  <w:style w:type="paragraph" w:styleId="af6">
    <w:name w:val="Date"/>
    <w:basedOn w:val="a2"/>
    <w:next w:val="a2"/>
    <w:rsid w:val="00BE39E2"/>
  </w:style>
  <w:style w:type="paragraph" w:styleId="af7">
    <w:name w:val="Closing"/>
    <w:basedOn w:val="a2"/>
    <w:semiHidden/>
    <w:rsid w:val="00BE39E2"/>
    <w:pPr>
      <w:ind w:left="4252"/>
    </w:pPr>
  </w:style>
  <w:style w:type="paragraph" w:styleId="af8">
    <w:name w:val="Message Header"/>
    <w:basedOn w:val="a2"/>
    <w:semiHidden/>
    <w:rsid w:val="00BE39E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ascii="Arial" w:hAnsi="Arial" w:cs="Arial"/>
      <w:szCs w:val="24"/>
    </w:rPr>
  </w:style>
  <w:style w:type="paragraph" w:styleId="af9">
    <w:name w:val="List"/>
    <w:basedOn w:val="a2"/>
    <w:semiHidden/>
    <w:rsid w:val="00BE39E2"/>
    <w:pPr>
      <w:ind w:left="425" w:hanging="425"/>
    </w:pPr>
  </w:style>
  <w:style w:type="paragraph" w:styleId="22">
    <w:name w:val="List 2"/>
    <w:basedOn w:val="a2"/>
    <w:semiHidden/>
    <w:rsid w:val="00BE39E2"/>
    <w:pPr>
      <w:ind w:left="851" w:hanging="425"/>
    </w:pPr>
  </w:style>
  <w:style w:type="paragraph" w:styleId="32">
    <w:name w:val="List 3"/>
    <w:basedOn w:val="a2"/>
    <w:semiHidden/>
    <w:rsid w:val="00BE39E2"/>
    <w:pPr>
      <w:ind w:left="1276" w:hanging="425"/>
    </w:pPr>
  </w:style>
  <w:style w:type="paragraph" w:styleId="42">
    <w:name w:val="List 4"/>
    <w:basedOn w:val="a2"/>
    <w:semiHidden/>
    <w:rsid w:val="00BE39E2"/>
    <w:pPr>
      <w:ind w:left="1701" w:hanging="425"/>
    </w:pPr>
  </w:style>
  <w:style w:type="paragraph" w:styleId="52">
    <w:name w:val="List 5"/>
    <w:basedOn w:val="a2"/>
    <w:semiHidden/>
    <w:rsid w:val="00BE39E2"/>
    <w:pPr>
      <w:ind w:left="2126" w:hanging="425"/>
    </w:pPr>
  </w:style>
  <w:style w:type="paragraph" w:styleId="afa">
    <w:name w:val="List Continue"/>
    <w:basedOn w:val="a2"/>
    <w:semiHidden/>
    <w:rsid w:val="00BE39E2"/>
    <w:pPr>
      <w:spacing w:after="180"/>
      <w:ind w:left="425"/>
    </w:pPr>
  </w:style>
  <w:style w:type="paragraph" w:styleId="23">
    <w:name w:val="List Continue 2"/>
    <w:basedOn w:val="a2"/>
    <w:semiHidden/>
    <w:rsid w:val="00BE39E2"/>
    <w:pPr>
      <w:spacing w:after="180"/>
      <w:ind w:left="850"/>
    </w:pPr>
  </w:style>
  <w:style w:type="paragraph" w:styleId="33">
    <w:name w:val="List Continue 3"/>
    <w:basedOn w:val="a2"/>
    <w:semiHidden/>
    <w:rsid w:val="00BE39E2"/>
    <w:pPr>
      <w:spacing w:after="180"/>
      <w:ind w:left="1275"/>
    </w:pPr>
  </w:style>
  <w:style w:type="paragraph" w:styleId="43">
    <w:name w:val="List Continue 4"/>
    <w:basedOn w:val="a2"/>
    <w:semiHidden/>
    <w:rsid w:val="00BE39E2"/>
    <w:pPr>
      <w:spacing w:after="180"/>
      <w:ind w:left="1700"/>
    </w:pPr>
  </w:style>
  <w:style w:type="paragraph" w:styleId="53">
    <w:name w:val="List Continue 5"/>
    <w:basedOn w:val="a2"/>
    <w:semiHidden/>
    <w:rsid w:val="00BE39E2"/>
    <w:pPr>
      <w:spacing w:after="180"/>
      <w:ind w:left="2125"/>
    </w:pPr>
  </w:style>
  <w:style w:type="paragraph" w:styleId="afb">
    <w:name w:val="envelope return"/>
    <w:basedOn w:val="a2"/>
    <w:semiHidden/>
    <w:rsid w:val="00BE39E2"/>
    <w:pPr>
      <w:snapToGrid w:val="0"/>
    </w:pPr>
    <w:rPr>
      <w:rFonts w:ascii="Arial" w:hAnsi="Arial" w:cs="Arial"/>
    </w:rPr>
  </w:style>
  <w:style w:type="paragraph" w:styleId="a">
    <w:name w:val="List Number"/>
    <w:basedOn w:val="a2"/>
    <w:semiHidden/>
    <w:rsid w:val="00BE39E2"/>
    <w:pPr>
      <w:numPr>
        <w:numId w:val="8"/>
      </w:numPr>
    </w:pPr>
  </w:style>
  <w:style w:type="paragraph" w:styleId="2">
    <w:name w:val="List Number 2"/>
    <w:basedOn w:val="a2"/>
    <w:semiHidden/>
    <w:rsid w:val="00BE39E2"/>
    <w:pPr>
      <w:numPr>
        <w:numId w:val="9"/>
      </w:numPr>
    </w:pPr>
  </w:style>
  <w:style w:type="paragraph" w:styleId="3">
    <w:name w:val="List Number 3"/>
    <w:basedOn w:val="a2"/>
    <w:semiHidden/>
    <w:rsid w:val="00BE39E2"/>
    <w:pPr>
      <w:numPr>
        <w:numId w:val="10"/>
      </w:numPr>
    </w:pPr>
  </w:style>
  <w:style w:type="paragraph" w:styleId="4">
    <w:name w:val="List Number 4"/>
    <w:basedOn w:val="a2"/>
    <w:semiHidden/>
    <w:rsid w:val="00BE39E2"/>
    <w:pPr>
      <w:numPr>
        <w:numId w:val="11"/>
      </w:numPr>
    </w:pPr>
  </w:style>
  <w:style w:type="paragraph" w:styleId="5">
    <w:name w:val="List Number 5"/>
    <w:basedOn w:val="a2"/>
    <w:semiHidden/>
    <w:rsid w:val="00BE39E2"/>
    <w:pPr>
      <w:numPr>
        <w:numId w:val="12"/>
      </w:numPr>
    </w:pPr>
  </w:style>
  <w:style w:type="paragraph" w:styleId="afc">
    <w:name w:val="Body Text"/>
    <w:basedOn w:val="a2"/>
    <w:semiHidden/>
    <w:rsid w:val="00BE39E2"/>
    <w:pPr>
      <w:spacing w:after="180"/>
    </w:pPr>
  </w:style>
  <w:style w:type="paragraph" w:styleId="24">
    <w:name w:val="Body Text 2"/>
    <w:basedOn w:val="a2"/>
    <w:semiHidden/>
    <w:rsid w:val="00BE39E2"/>
    <w:pPr>
      <w:spacing w:after="180" w:line="480" w:lineRule="auto"/>
    </w:pPr>
  </w:style>
  <w:style w:type="paragraph" w:styleId="34">
    <w:name w:val="Body Text 3"/>
    <w:basedOn w:val="a2"/>
    <w:semiHidden/>
    <w:rsid w:val="00BE39E2"/>
    <w:pPr>
      <w:spacing w:after="180"/>
    </w:pPr>
    <w:rPr>
      <w:sz w:val="16"/>
      <w:szCs w:val="16"/>
    </w:rPr>
  </w:style>
  <w:style w:type="paragraph" w:styleId="afd">
    <w:name w:val="Body Text Indent"/>
    <w:basedOn w:val="a2"/>
    <w:semiHidden/>
    <w:rsid w:val="00BE39E2"/>
    <w:pPr>
      <w:spacing w:after="180"/>
      <w:ind w:left="851"/>
    </w:pPr>
  </w:style>
  <w:style w:type="paragraph" w:styleId="25">
    <w:name w:val="Body Text Indent 2"/>
    <w:basedOn w:val="a2"/>
    <w:semiHidden/>
    <w:rsid w:val="00BE39E2"/>
    <w:pPr>
      <w:spacing w:after="180" w:line="480" w:lineRule="auto"/>
      <w:ind w:left="851"/>
    </w:pPr>
  </w:style>
  <w:style w:type="paragraph" w:styleId="35">
    <w:name w:val="Body Text Indent 3"/>
    <w:basedOn w:val="a2"/>
    <w:semiHidden/>
    <w:rsid w:val="00BE39E2"/>
    <w:pPr>
      <w:spacing w:after="180"/>
      <w:ind w:left="851"/>
    </w:pPr>
    <w:rPr>
      <w:sz w:val="16"/>
      <w:szCs w:val="16"/>
    </w:rPr>
  </w:style>
  <w:style w:type="paragraph" w:styleId="afe">
    <w:name w:val="Body Text First Indent"/>
    <w:basedOn w:val="afc"/>
    <w:semiHidden/>
    <w:rsid w:val="00BE39E2"/>
    <w:pPr>
      <w:ind w:firstLine="210"/>
    </w:pPr>
  </w:style>
  <w:style w:type="paragraph" w:styleId="26">
    <w:name w:val="Body Text First Indent 2"/>
    <w:basedOn w:val="afd"/>
    <w:semiHidden/>
    <w:rsid w:val="00BE39E2"/>
    <w:pPr>
      <w:ind w:firstLine="210"/>
    </w:pPr>
  </w:style>
  <w:style w:type="paragraph" w:styleId="aff">
    <w:name w:val="Subtitle"/>
    <w:basedOn w:val="a2"/>
    <w:qFormat/>
    <w:rsid w:val="00BE39E2"/>
    <w:pPr>
      <w:spacing w:after="60"/>
      <w:jc w:val="center"/>
      <w:outlineLvl w:val="1"/>
    </w:pPr>
    <w:rPr>
      <w:rFonts w:ascii="Arial" w:eastAsia="돋움" w:hAnsi="Arial" w:cs="Arial"/>
      <w:i/>
      <w:iCs/>
      <w:szCs w:val="24"/>
    </w:rPr>
  </w:style>
  <w:style w:type="paragraph" w:styleId="aff0">
    <w:name w:val="Block Text"/>
    <w:basedOn w:val="a2"/>
    <w:semiHidden/>
    <w:rsid w:val="00BE39E2"/>
    <w:pPr>
      <w:spacing w:after="180"/>
      <w:ind w:left="1440" w:right="1440"/>
    </w:pPr>
  </w:style>
  <w:style w:type="paragraph" w:styleId="aff1">
    <w:name w:val="Signature"/>
    <w:basedOn w:val="a2"/>
    <w:semiHidden/>
    <w:rsid w:val="00BE39E2"/>
    <w:pPr>
      <w:ind w:left="4252"/>
    </w:pPr>
  </w:style>
  <w:style w:type="character" w:styleId="aff2">
    <w:name w:val="FollowedHyperlink"/>
    <w:semiHidden/>
    <w:rsid w:val="00BE39E2"/>
    <w:rPr>
      <w:color w:val="800080"/>
      <w:u w:val="single"/>
    </w:rPr>
  </w:style>
  <w:style w:type="paragraph" w:styleId="aff3">
    <w:name w:val="Salutation"/>
    <w:basedOn w:val="a2"/>
    <w:next w:val="a2"/>
    <w:semiHidden/>
    <w:rsid w:val="00BE39E2"/>
  </w:style>
  <w:style w:type="numbering" w:styleId="a1">
    <w:name w:val="Outline List 3"/>
    <w:basedOn w:val="a5"/>
    <w:semiHidden/>
    <w:rsid w:val="00BE39E2"/>
    <w:pPr>
      <w:numPr>
        <w:numId w:val="15"/>
      </w:numPr>
    </w:pPr>
  </w:style>
  <w:style w:type="paragraph" w:styleId="aff4">
    <w:name w:val="E-mail Signature"/>
    <w:basedOn w:val="a2"/>
    <w:semiHidden/>
    <w:rsid w:val="00BE39E2"/>
  </w:style>
  <w:style w:type="paragraph" w:styleId="aff5">
    <w:name w:val="Title"/>
    <w:basedOn w:val="a2"/>
    <w:qFormat/>
    <w:rsid w:val="00BE39E2"/>
    <w:pPr>
      <w:spacing w:before="240" w:after="120"/>
      <w:jc w:val="center"/>
      <w:outlineLvl w:val="0"/>
    </w:pPr>
    <w:rPr>
      <w:rFonts w:ascii="Arial" w:eastAsia="돋움" w:hAnsi="Arial" w:cs="Arial"/>
      <w:b/>
      <w:bCs/>
      <w:sz w:val="32"/>
      <w:szCs w:val="32"/>
    </w:rPr>
  </w:style>
  <w:style w:type="paragraph" w:styleId="aff6">
    <w:name w:val="envelope address"/>
    <w:basedOn w:val="a2"/>
    <w:semiHidden/>
    <w:rsid w:val="00BE39E2"/>
    <w:pPr>
      <w:framePr w:w="6804" w:h="2268" w:hRule="exact" w:hSpace="142" w:wrap="auto" w:hAnchor="page" w:xAlign="center" w:yAlign="bottom"/>
      <w:snapToGrid w:val="0"/>
      <w:ind w:left="2835"/>
    </w:pPr>
    <w:rPr>
      <w:rFonts w:ascii="Arial" w:hAnsi="Arial" w:cs="Arial"/>
      <w:szCs w:val="24"/>
    </w:rPr>
  </w:style>
  <w:style w:type="character" w:styleId="aff7">
    <w:name w:val="line number"/>
    <w:basedOn w:val="a3"/>
    <w:semiHidden/>
    <w:rsid w:val="00BE39E2"/>
  </w:style>
  <w:style w:type="table" w:styleId="310">
    <w:name w:val="Table 3D effects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8">
    <w:name w:val="Table Grid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Classic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9">
    <w:name w:val="Table Elegant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Grid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8">
    <w:name w:val="Table Grid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Grid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5">
    <w:name w:val="Table Grid 4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imple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Simple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List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List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List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4">
    <w:name w:val="Table Colorful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orful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olumns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olumns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6">
    <w:name w:val="Table Web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Web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Web 3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a">
    <w:name w:val="Table Professional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b">
    <w:name w:val="Table Theme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c">
    <w:name w:val="Table Contemporary"/>
    <w:basedOn w:val="a4"/>
    <w:semiHidden/>
    <w:rsid w:val="00BE39E2"/>
    <w:pPr>
      <w:widowControl w:val="0"/>
      <w:wordWrap w:val="0"/>
      <w:autoSpaceDE w:val="0"/>
      <w:autoSpaceDN w:val="0"/>
      <w:spacing w:line="520" w:lineRule="exac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d">
    <w:name w:val="Normal Indent"/>
    <w:basedOn w:val="a2"/>
    <w:semiHidden/>
    <w:rsid w:val="00BE39E2"/>
    <w:pPr>
      <w:ind w:left="800"/>
    </w:pPr>
  </w:style>
  <w:style w:type="character" w:styleId="HTML">
    <w:name w:val="HTML Acronym"/>
    <w:basedOn w:val="a3"/>
    <w:semiHidden/>
    <w:rsid w:val="00BE39E2"/>
  </w:style>
  <w:style w:type="paragraph" w:styleId="HTML0">
    <w:name w:val="HTML Address"/>
    <w:basedOn w:val="a2"/>
    <w:semiHidden/>
    <w:rsid w:val="00BE39E2"/>
    <w:rPr>
      <w:i/>
      <w:iCs/>
    </w:rPr>
  </w:style>
  <w:style w:type="character" w:styleId="HTML1">
    <w:name w:val="HTML Cite"/>
    <w:semiHidden/>
    <w:rsid w:val="00BE39E2"/>
    <w:rPr>
      <w:i/>
      <w:iCs/>
    </w:rPr>
  </w:style>
  <w:style w:type="character" w:styleId="HTML2">
    <w:name w:val="HTML Code"/>
    <w:semiHidden/>
    <w:rsid w:val="00BE39E2"/>
    <w:rPr>
      <w:rFonts w:ascii="Courier New" w:hAnsi="Courier New" w:cs="Courier New"/>
      <w:sz w:val="20"/>
      <w:szCs w:val="20"/>
    </w:rPr>
  </w:style>
  <w:style w:type="character" w:styleId="HTML3">
    <w:name w:val="HTML Definition"/>
    <w:semiHidden/>
    <w:rsid w:val="00BE39E2"/>
    <w:rPr>
      <w:i/>
      <w:iCs/>
    </w:rPr>
  </w:style>
  <w:style w:type="character" w:styleId="HTML4">
    <w:name w:val="HTML Keyboard"/>
    <w:semiHidden/>
    <w:rsid w:val="00BE39E2"/>
    <w:rPr>
      <w:rFonts w:ascii="Courier New" w:hAnsi="Courier New" w:cs="Courier New"/>
      <w:sz w:val="20"/>
      <w:szCs w:val="20"/>
    </w:rPr>
  </w:style>
  <w:style w:type="paragraph" w:styleId="HTML5">
    <w:name w:val="HTML Preformatted"/>
    <w:basedOn w:val="a2"/>
    <w:semiHidden/>
    <w:rsid w:val="00BE39E2"/>
    <w:rPr>
      <w:rFonts w:ascii="Courier New" w:hAnsi="Courier New" w:cs="Courier New"/>
      <w:sz w:val="20"/>
    </w:rPr>
  </w:style>
  <w:style w:type="character" w:styleId="HTML6">
    <w:name w:val="HTML Sample"/>
    <w:semiHidden/>
    <w:rsid w:val="00BE39E2"/>
    <w:rPr>
      <w:rFonts w:ascii="Courier New" w:hAnsi="Courier New" w:cs="Courier New"/>
    </w:rPr>
  </w:style>
  <w:style w:type="character" w:styleId="HTML7">
    <w:name w:val="HTML Typewriter"/>
    <w:semiHidden/>
    <w:rsid w:val="00BE39E2"/>
    <w:rPr>
      <w:rFonts w:ascii="Courier New" w:hAnsi="Courier New" w:cs="Courier New"/>
      <w:sz w:val="20"/>
      <w:szCs w:val="20"/>
    </w:rPr>
  </w:style>
  <w:style w:type="character" w:styleId="HTML8">
    <w:name w:val="HTML Variable"/>
    <w:semiHidden/>
    <w:rsid w:val="00BE39E2"/>
    <w:rPr>
      <w:i/>
      <w:iCs/>
    </w:rPr>
  </w:style>
  <w:style w:type="table" w:customStyle="1" w:styleId="18">
    <w:name w:val="표 구분선1"/>
    <w:basedOn w:val="a4"/>
    <w:next w:val="aff8"/>
    <w:rsid w:val="000033BC"/>
    <w:rPr>
      <w:rFonts w:ascii="맑은 고딕" w:eastAsia="맑은 고딕" w:hAnsi="맑은 고딕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바닥글 Char"/>
    <w:link w:val="ac"/>
    <w:uiPriority w:val="99"/>
    <w:rsid w:val="00A44EAF"/>
    <w:rPr>
      <w:rFonts w:eastAsia="HY신명조"/>
      <w:kern w:val="2"/>
      <w:sz w:val="24"/>
    </w:rPr>
  </w:style>
  <w:style w:type="table" w:customStyle="1" w:styleId="19">
    <w:name w:val="표 눈금 밝게1"/>
    <w:basedOn w:val="a4"/>
    <w:uiPriority w:val="40"/>
    <w:rsid w:val="00A44EAF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0">
    <w:name w:val="일반 표 21"/>
    <w:basedOn w:val="a4"/>
    <w:uiPriority w:val="42"/>
    <w:rsid w:val="0007448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ffe">
    <w:name w:val="List Paragraph"/>
    <w:basedOn w:val="a2"/>
    <w:uiPriority w:val="34"/>
    <w:qFormat/>
    <w:rsid w:val="00074489"/>
    <w:pPr>
      <w:spacing w:after="200" w:line="276" w:lineRule="auto"/>
      <w:ind w:leftChars="400" w:left="800"/>
    </w:pPr>
    <w:rPr>
      <w:rFonts w:ascii="맑은 고딕" w:eastAsia="맑은 고딕" w:hAnsi="맑은 고딕"/>
      <w:sz w:val="20"/>
      <w:szCs w:val="22"/>
    </w:rPr>
  </w:style>
  <w:style w:type="paragraph" w:styleId="afff">
    <w:name w:val="Revision"/>
    <w:hidden/>
    <w:uiPriority w:val="99"/>
    <w:semiHidden/>
    <w:rsid w:val="00BA0618"/>
    <w:rPr>
      <w:rFonts w:eastAsia="HY신명조"/>
      <w:kern w:val="2"/>
      <w:sz w:val="24"/>
    </w:rPr>
  </w:style>
  <w:style w:type="character" w:styleId="afff0">
    <w:name w:val="Unresolved Mention"/>
    <w:basedOn w:val="a3"/>
    <w:uiPriority w:val="99"/>
    <w:semiHidden/>
    <w:unhideWhenUsed/>
    <w:rsid w:val="00E74F65"/>
    <w:rPr>
      <w:color w:val="605E5C"/>
      <w:shd w:val="clear" w:color="auto" w:fill="E1DFDD"/>
    </w:rPr>
  </w:style>
  <w:style w:type="table" w:customStyle="1" w:styleId="2f">
    <w:name w:val="표 구분선2"/>
    <w:basedOn w:val="a4"/>
    <w:next w:val="aff8"/>
    <w:uiPriority w:val="39"/>
    <w:rsid w:val="00016CB6"/>
    <w:pPr>
      <w:jc w:val="both"/>
    </w:pPr>
    <w:rPr>
      <w:rFonts w:ascii="맑은 고딕" w:eastAsia="맑은 고딕" w:hAnsi="맑은 고딕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7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02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7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6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7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5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8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3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8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2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0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1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1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1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7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7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4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28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6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21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36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20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2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0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1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28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1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HR\Application%20Data\Microsoft\Templates\&#51456;&#48708;&#49436;&#47732;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CBB0244B771EA8449E84E6E279E59743" ma:contentTypeVersion="4" ma:contentTypeDescription="새 문서를 만듭니다." ma:contentTypeScope="" ma:versionID="0649978c6e38a42f2e6b96fafde1a456">
  <xsd:schema xmlns:xsd="http://www.w3.org/2001/XMLSchema" xmlns:xs="http://www.w3.org/2001/XMLSchema" xmlns:p="http://schemas.microsoft.com/office/2006/metadata/properties" xmlns:ns2="290fe4c4-3bbf-47c5-a3f8-bc73d92f81a5" xmlns:ns3="6d66d13b-7281-4d49-a579-27e8991a2ecf" targetNamespace="http://schemas.microsoft.com/office/2006/metadata/properties" ma:root="true" ma:fieldsID="6f8968905a6ecdc040b2d5de2f804892" ns2:_="" ns3:_="">
    <xsd:import namespace="290fe4c4-3bbf-47c5-a3f8-bc73d92f81a5"/>
    <xsd:import namespace="6d66d13b-7281-4d49-a579-27e8991a2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fe4c4-3bbf-47c5-a3f8-bc73d92f81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공유 대상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세부 정보 공유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6d13b-7281-4d49-a579-27e8991a2ecf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사용자별 마지막 공유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시간별 마지막 공유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38524-A1C5-45AB-98E0-2A10B0AEA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116E3-8147-4C7E-AF6F-5613B28B32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1DCA8D-81E8-4B46-B8AE-2EA94EEA257B}">
  <ds:schemaRefs>
    <ds:schemaRef ds:uri="http://schemas.microsoft.com/office/2006/documentManagement/types"/>
    <ds:schemaRef ds:uri="6d66d13b-7281-4d49-a579-27e8991a2ecf"/>
    <ds:schemaRef ds:uri="http://purl.org/dc/terms/"/>
    <ds:schemaRef ds:uri="http://purl.org/dc/elements/1.1/"/>
    <ds:schemaRef ds:uri="290fe4c4-3bbf-47c5-a3f8-bc73d92f81a5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6A0480-A3C7-4283-A00F-A5FFDFF64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fe4c4-3bbf-47c5-a3f8-bc73d92f81a5"/>
    <ds:schemaRef ds:uri="6d66d13b-7281-4d49-a579-27e8991a2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준비서면.dot</Template>
  <TotalTime>1</TotalTime>
  <Pages>4</Pages>
  <Words>371</Words>
  <Characters>1245</Characters>
  <Application>Microsoft Office Word</Application>
  <DocSecurity>0</DocSecurity>
  <Lines>103</Lines>
  <Paragraphs>59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SEUM Law</vt:lpstr>
    </vt:vector>
  </TitlesOfParts>
  <Company>SEUM Law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SEUM Law</dc:title>
  <dc:subject/>
  <dc:creator>SEUM Law</dc:creator>
  <cp:keywords/>
  <cp:lastModifiedBy>Dakyoung LEE (이다경)</cp:lastModifiedBy>
  <cp:revision>3</cp:revision>
  <cp:lastPrinted>2021-03-11T07:44:00Z</cp:lastPrinted>
  <dcterms:created xsi:type="dcterms:W3CDTF">2025-06-05T02:19:00Z</dcterms:created>
  <dcterms:modified xsi:type="dcterms:W3CDTF">2025-06-05T02:37:00Z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0x010100CBB0244B771EA8449E84E6E279E59743</vt:lpwstr>
  </property>
  <property fmtid="{D5CDD505-2E9C-101B-9397-08002B2CF9AE}" pid="3" name="GrammarlyDocumentId">
    <vt:lpwstr>d4762bd959a493b7a5db886e2f3084986d868385ef4fcf5cb4dfa47d7054f4ec</vt:lpwstr>
  </property>
</Properties>
</file>